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BD84" w14:textId="77777777" w:rsidR="00B84E57" w:rsidRDefault="00B84E57" w:rsidP="00B84E57">
      <w:pPr>
        <w:pStyle w:val="Textvbloku"/>
      </w:pPr>
      <w:r>
        <w:t xml:space="preserve">D.1.1 </w:t>
      </w:r>
      <w:proofErr w:type="spellStart"/>
      <w:r>
        <w:t>Architektonicko-stavební</w:t>
      </w:r>
      <w:proofErr w:type="spellEnd"/>
      <w:r>
        <w:t xml:space="preserve"> </w:t>
      </w:r>
      <w:proofErr w:type="spellStart"/>
      <w:r>
        <w:t>řešení</w:t>
      </w:r>
      <w:proofErr w:type="spellEnd"/>
    </w:p>
    <w:p w14:paraId="072C0FAD" w14:textId="1388CFFE" w:rsidR="00B84E57" w:rsidRPr="008D4379" w:rsidRDefault="008D4379" w:rsidP="00B84E57">
      <w:pPr>
        <w:pStyle w:val="Nadpis1"/>
        <w:rPr>
          <w:sz w:val="44"/>
          <w:szCs w:val="28"/>
        </w:rPr>
      </w:pPr>
      <w:bookmarkStart w:id="0" w:name="_Toc158736387"/>
      <w:bookmarkStart w:id="1" w:name="_Toc158736416"/>
      <w:bookmarkStart w:id="2" w:name="_Toc162404972"/>
      <w:r w:rsidRPr="008D4379">
        <w:rPr>
          <w:sz w:val="44"/>
          <w:szCs w:val="28"/>
        </w:rPr>
        <w:t>D.1.1.1</w:t>
      </w:r>
      <w:r w:rsidR="008228E5">
        <w:rPr>
          <w:sz w:val="44"/>
          <w:szCs w:val="28"/>
        </w:rPr>
        <w:t>7</w:t>
      </w:r>
      <w:r w:rsidRPr="008D4379">
        <w:rPr>
          <w:sz w:val="44"/>
          <w:szCs w:val="28"/>
        </w:rPr>
        <w:t xml:space="preserve"> </w:t>
      </w:r>
      <w:bookmarkEnd w:id="0"/>
      <w:bookmarkEnd w:id="1"/>
      <w:r w:rsidR="008228E5">
        <w:rPr>
          <w:sz w:val="44"/>
          <w:szCs w:val="28"/>
        </w:rPr>
        <w:t>SOUHRNNÝ VÝPIS VÝROBKŮ</w:t>
      </w:r>
      <w:bookmarkEnd w:id="2"/>
    </w:p>
    <w:p w14:paraId="40622575" w14:textId="5900378A" w:rsidR="00B84E57" w:rsidRDefault="00B84E57" w:rsidP="00B84E57">
      <w:pPr>
        <w:pStyle w:val="Nadpis4"/>
      </w:pPr>
      <w:bookmarkStart w:id="3" w:name="X05b30a060ea2f2e86dbbd681e7af2a68b6ac4b1"/>
      <w:r>
        <w:t>Dokumentace pro provádění stavby</w:t>
      </w:r>
    </w:p>
    <w:p w14:paraId="1043D508" w14:textId="04C2CA07" w:rsidR="00B84E57" w:rsidRDefault="00B84E57" w:rsidP="00B84E57">
      <w:pPr>
        <w:pStyle w:val="FirstParagraph"/>
      </w:pPr>
      <w:proofErr w:type="spellStart"/>
      <w:r>
        <w:t>zpracovaná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§ 3 </w:t>
      </w:r>
      <w:proofErr w:type="spellStart"/>
      <w:r>
        <w:t>vyhlášky</w:t>
      </w:r>
      <w:proofErr w:type="spellEnd"/>
      <w:r>
        <w:t xml:space="preserve"> č. 499/2006 Sb., </w:t>
      </w:r>
      <w:proofErr w:type="spellStart"/>
      <w:r>
        <w:t>ve</w:t>
      </w:r>
      <w:proofErr w:type="spellEnd"/>
      <w:r>
        <w:t xml:space="preserve"> </w:t>
      </w:r>
      <w:proofErr w:type="spellStart"/>
      <w:r>
        <w:t>znění</w:t>
      </w:r>
      <w:proofErr w:type="spellEnd"/>
      <w:r>
        <w:t xml:space="preserve"> </w:t>
      </w:r>
      <w:proofErr w:type="spellStart"/>
      <w:r>
        <w:t>pozdějších</w:t>
      </w:r>
      <w:proofErr w:type="spellEnd"/>
      <w:r>
        <w:t xml:space="preserve"> </w:t>
      </w:r>
      <w:proofErr w:type="spellStart"/>
      <w:r>
        <w:t>předpisů</w:t>
      </w:r>
      <w:proofErr w:type="spellEnd"/>
    </w:p>
    <w:p w14:paraId="155055B2" w14:textId="77777777" w:rsidR="00B84E57" w:rsidRDefault="00B84E57" w:rsidP="00B84E57">
      <w:pPr>
        <w:pStyle w:val="Zkladntext"/>
      </w:pPr>
      <w:r>
        <w:t> </w:t>
      </w:r>
    </w:p>
    <w:p w14:paraId="45F45392" w14:textId="77777777" w:rsidR="00B84E57" w:rsidRDefault="00B84E57" w:rsidP="00B84E57">
      <w:pPr>
        <w:pStyle w:val="Textvbloku"/>
      </w:pPr>
      <w:r>
        <w:t>STAVBA</w:t>
      </w:r>
    </w:p>
    <w:bookmarkEnd w:id="3"/>
    <w:p w14:paraId="4EBA48D5" w14:textId="77777777" w:rsidR="00B84E57" w:rsidRDefault="00B84E57" w:rsidP="00B84E57">
      <w:pPr>
        <w:pStyle w:val="FirstParagraph"/>
        <w:rPr>
          <w:rFonts w:ascii="Arial" w:eastAsiaTheme="majorEastAsia" w:hAnsi="Arial" w:cstheme="majorBidi"/>
          <w:b/>
          <w:sz w:val="36"/>
          <w:szCs w:val="26"/>
          <w:lang w:val="cs-CZ"/>
        </w:rPr>
      </w:pPr>
      <w:r w:rsidRPr="00B84E57">
        <w:rPr>
          <w:rFonts w:ascii="Arial" w:eastAsiaTheme="majorEastAsia" w:hAnsi="Arial" w:cstheme="majorBidi"/>
          <w:b/>
          <w:sz w:val="36"/>
          <w:szCs w:val="26"/>
          <w:lang w:val="cs-CZ"/>
        </w:rPr>
        <w:t xml:space="preserve">Energetické úspory objektu </w:t>
      </w:r>
      <w:proofErr w:type="spellStart"/>
      <w:r w:rsidRPr="00B84E57">
        <w:rPr>
          <w:rFonts w:ascii="Arial" w:eastAsiaTheme="majorEastAsia" w:hAnsi="Arial" w:cstheme="majorBidi"/>
          <w:b/>
          <w:sz w:val="36"/>
          <w:szCs w:val="26"/>
          <w:lang w:val="cs-CZ"/>
        </w:rPr>
        <w:t>MěÚ</w:t>
      </w:r>
      <w:proofErr w:type="spellEnd"/>
      <w:r w:rsidRPr="00B84E57">
        <w:rPr>
          <w:rFonts w:ascii="Arial" w:eastAsiaTheme="majorEastAsia" w:hAnsi="Arial" w:cstheme="majorBidi"/>
          <w:b/>
          <w:sz w:val="36"/>
          <w:szCs w:val="26"/>
          <w:lang w:val="cs-CZ"/>
        </w:rPr>
        <w:t xml:space="preserve"> Holešov, ul. Tovární</w:t>
      </w:r>
    </w:p>
    <w:p w14:paraId="5C39073E" w14:textId="0423066D" w:rsidR="00B84E57" w:rsidRDefault="00B84E57" w:rsidP="00B84E57">
      <w:pPr>
        <w:pStyle w:val="FirstParagraph"/>
      </w:pPr>
      <w:r>
        <w:t> </w:t>
      </w:r>
    </w:p>
    <w:p w14:paraId="12D7B330" w14:textId="77777777" w:rsidR="00B84E57" w:rsidRDefault="00B84E57" w:rsidP="00B84E57">
      <w:pPr>
        <w:pStyle w:val="Textvbloku"/>
      </w:pPr>
      <w:r>
        <w:t>MÍSTO STAVBY</w:t>
      </w:r>
    </w:p>
    <w:p w14:paraId="294B4CAA" w14:textId="77777777" w:rsidR="00B84E57" w:rsidRDefault="00B84E57" w:rsidP="00B84E57">
      <w:pPr>
        <w:pStyle w:val="Zkladntext"/>
      </w:pPr>
      <w:proofErr w:type="spellStart"/>
      <w:r>
        <w:t>Tovární</w:t>
      </w:r>
      <w:proofErr w:type="spellEnd"/>
      <w:r>
        <w:t xml:space="preserve"> 1407/28, 769 01 </w:t>
      </w:r>
      <w:proofErr w:type="spellStart"/>
      <w:r>
        <w:t>Holešov</w:t>
      </w:r>
      <w:proofErr w:type="spellEnd"/>
    </w:p>
    <w:p w14:paraId="7D0EFE50" w14:textId="48C8D66C" w:rsidR="00B84E57" w:rsidRDefault="00B84E57" w:rsidP="00B84E57">
      <w:pPr>
        <w:pStyle w:val="Zkladntext"/>
      </w:pPr>
      <w:proofErr w:type="spellStart"/>
      <w:r>
        <w:t>parcela</w:t>
      </w:r>
      <w:proofErr w:type="spellEnd"/>
      <w:r>
        <w:t xml:space="preserve"> č. 2724/17 a 2724/13,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území</w:t>
      </w:r>
      <w:proofErr w:type="spellEnd"/>
      <w:r>
        <w:t xml:space="preserve"> </w:t>
      </w:r>
      <w:proofErr w:type="spellStart"/>
      <w:r>
        <w:t>Holešov</w:t>
      </w:r>
      <w:proofErr w:type="spellEnd"/>
      <w:r>
        <w:t> </w:t>
      </w:r>
    </w:p>
    <w:p w14:paraId="5838A5BD" w14:textId="77777777" w:rsidR="00B84E57" w:rsidRDefault="00B84E57" w:rsidP="00B84E57">
      <w:pPr>
        <w:pStyle w:val="Zkladntext"/>
      </w:pPr>
    </w:p>
    <w:p w14:paraId="433F4AC2" w14:textId="77777777" w:rsidR="00B84E57" w:rsidRDefault="00B84E57" w:rsidP="00B84E57">
      <w:pPr>
        <w:pStyle w:val="Textvbloku"/>
      </w:pPr>
      <w:r>
        <w:t>STAVEBNÍK</w:t>
      </w:r>
    </w:p>
    <w:p w14:paraId="1D4915DF" w14:textId="77777777" w:rsidR="00B84E57" w:rsidRDefault="00B84E57" w:rsidP="00B84E57">
      <w:pPr>
        <w:pStyle w:val="Zkladntext"/>
      </w:pPr>
      <w:proofErr w:type="spellStart"/>
      <w:r w:rsidRPr="00B84E57">
        <w:t>Město</w:t>
      </w:r>
      <w:proofErr w:type="spellEnd"/>
      <w:r w:rsidRPr="00B84E57">
        <w:t xml:space="preserve"> </w:t>
      </w:r>
      <w:proofErr w:type="spellStart"/>
      <w:r w:rsidRPr="00B84E57">
        <w:t>Holešov</w:t>
      </w:r>
      <w:proofErr w:type="spellEnd"/>
      <w:r w:rsidRPr="00B84E57">
        <w:t xml:space="preserve"> (IČ 002 87 172, </w:t>
      </w:r>
      <w:proofErr w:type="spellStart"/>
      <w:r w:rsidRPr="00B84E57">
        <w:t>Masarykova</w:t>
      </w:r>
      <w:proofErr w:type="spellEnd"/>
      <w:r w:rsidRPr="00B84E57">
        <w:t xml:space="preserve"> 628, 76 901 </w:t>
      </w:r>
      <w:proofErr w:type="spellStart"/>
      <w:r w:rsidRPr="00B84E57">
        <w:t>Holešov</w:t>
      </w:r>
      <w:proofErr w:type="spellEnd"/>
      <w:r w:rsidRPr="00B84E57">
        <w:t>)</w:t>
      </w:r>
    </w:p>
    <w:p w14:paraId="6E69CE33" w14:textId="655F8A4A" w:rsidR="00B84E57" w:rsidRDefault="00B84E57" w:rsidP="00B84E57">
      <w:pPr>
        <w:pStyle w:val="Zkladntext"/>
      </w:pPr>
      <w:r>
        <w:t> </w:t>
      </w:r>
    </w:p>
    <w:p w14:paraId="6C186A3E" w14:textId="5FAF96B1" w:rsidR="00B84E57" w:rsidRDefault="00B84E57" w:rsidP="00B84E57">
      <w:pPr>
        <w:pStyle w:val="Textvbloku"/>
      </w:pPr>
      <w:r>
        <w:t>ZPRACOVATEL</w:t>
      </w:r>
    </w:p>
    <w:p w14:paraId="2FADA794" w14:textId="77777777" w:rsidR="00B84E57" w:rsidRDefault="00B84E57" w:rsidP="00B84E57">
      <w:pPr>
        <w:pStyle w:val="Zkladntext"/>
      </w:pPr>
      <w:r>
        <w:t xml:space="preserve">K PROJEKT, Kročil </w:t>
      </w:r>
      <w:proofErr w:type="spellStart"/>
      <w:r>
        <w:t>s.r.o.</w:t>
      </w:r>
      <w:proofErr w:type="spellEnd"/>
      <w:r>
        <w:t xml:space="preserve"> (IČ 022 86 424, </w:t>
      </w:r>
      <w:proofErr w:type="spellStart"/>
      <w:r>
        <w:t>Uherskobrodská</w:t>
      </w:r>
      <w:proofErr w:type="spellEnd"/>
      <w:r>
        <w:t xml:space="preserve"> 984, 763 26 </w:t>
      </w:r>
      <w:proofErr w:type="spellStart"/>
      <w:r>
        <w:t>Luhačovice</w:t>
      </w:r>
      <w:proofErr w:type="spellEnd"/>
      <w:r>
        <w:t>)</w:t>
      </w:r>
    </w:p>
    <w:p w14:paraId="54D38458" w14:textId="77777777" w:rsidR="00B84E57" w:rsidRDefault="00B84E57" w:rsidP="008228E5">
      <w:pPr>
        <w:pStyle w:val="Zkladntext"/>
      </w:pPr>
      <w:proofErr w:type="spellStart"/>
      <w:r>
        <w:t>Hlavní</w:t>
      </w:r>
      <w:proofErr w:type="spellEnd"/>
      <w:r>
        <w:t xml:space="preserve"> </w:t>
      </w:r>
      <w:proofErr w:type="spellStart"/>
      <w:r>
        <w:t>projektant</w:t>
      </w:r>
      <w:proofErr w:type="spellEnd"/>
      <w:r>
        <w:t xml:space="preserve"> Ing. Tomáš Kročil (ČKAIT 1302110, IP00)</w:t>
      </w:r>
    </w:p>
    <w:p w14:paraId="7B374048" w14:textId="7BC888C6" w:rsidR="00B84E57" w:rsidRDefault="008228E5" w:rsidP="008228E5">
      <w:pPr>
        <w:pStyle w:val="Zkladntext"/>
      </w:pPr>
      <w:proofErr w:type="spellStart"/>
      <w:r>
        <w:t>V</w:t>
      </w:r>
      <w:r w:rsidR="00B84E57">
        <w:t>ypracoval</w:t>
      </w:r>
      <w:proofErr w:type="spellEnd"/>
      <w:r w:rsidR="00B84E57">
        <w:t xml:space="preserve"> Ing. Tomáš Sviták (IČ 039 59 694)</w:t>
      </w:r>
    </w:p>
    <w:p w14:paraId="1092FA2D" w14:textId="3E0FB248" w:rsidR="00B84E57" w:rsidRDefault="00B84E57" w:rsidP="00B84E57">
      <w:pPr>
        <w:pStyle w:val="Zkladntext"/>
      </w:pPr>
      <w:r>
        <w:t> </w:t>
      </w:r>
    </w:p>
    <w:p w14:paraId="71943D01" w14:textId="77777777" w:rsidR="00B84E57" w:rsidRDefault="00B84E57" w:rsidP="00B84E57">
      <w:pPr>
        <w:pStyle w:val="Textvbloku"/>
      </w:pPr>
      <w:r>
        <w:t>ZAKÁZKA</w:t>
      </w:r>
    </w:p>
    <w:p w14:paraId="5EF53317" w14:textId="7601992F" w:rsidR="00B84E57" w:rsidRDefault="00B84E57" w:rsidP="00B84E57">
      <w:pPr>
        <w:pStyle w:val="FirstParagraph"/>
      </w:pPr>
      <w:r>
        <w:t>23ZAK1364</w:t>
      </w:r>
    </w:p>
    <w:p w14:paraId="7FB5F090" w14:textId="77777777" w:rsidR="00B84E57" w:rsidRDefault="00B84E57" w:rsidP="00B84E57">
      <w:pPr>
        <w:pStyle w:val="Zkladntext"/>
      </w:pPr>
      <w:r>
        <w:t> </w:t>
      </w:r>
    </w:p>
    <w:p w14:paraId="01DAC425" w14:textId="77777777" w:rsidR="00B84E57" w:rsidRDefault="00B84E57" w:rsidP="00B84E57">
      <w:pPr>
        <w:pStyle w:val="Textvbloku"/>
      </w:pPr>
      <w:r>
        <w:t>DATUM</w:t>
      </w:r>
    </w:p>
    <w:p w14:paraId="40A36E6C" w14:textId="53CDD00B" w:rsidR="008D4379" w:rsidRDefault="00B84E57" w:rsidP="00B84E57">
      <w:pPr>
        <w:pStyle w:val="FirstParagraph"/>
      </w:pPr>
      <w:proofErr w:type="spellStart"/>
      <w:r>
        <w:t>prosinec</w:t>
      </w:r>
      <w:proofErr w:type="spellEnd"/>
      <w:r>
        <w:t xml:space="preserve"> 2023</w:t>
      </w:r>
    </w:p>
    <w:p w14:paraId="19B31B01" w14:textId="77777777" w:rsidR="008D4379" w:rsidRDefault="008D4379">
      <w:pPr>
        <w:spacing w:after="160"/>
        <w:jc w:val="left"/>
        <w:rPr>
          <w:szCs w:val="24"/>
          <w:lang w:val="en-US"/>
        </w:rPr>
      </w:pPr>
      <w:r>
        <w:br w:type="page"/>
      </w:r>
    </w:p>
    <w:bookmarkStart w:id="4" w:name="_Toc158736388" w:displacedByCustomXml="next"/>
    <w:bookmarkStart w:id="5" w:name="_Toc158736417" w:displacedByCustomXml="next"/>
    <w:sdt>
      <w:sdtPr>
        <w:rPr>
          <w:rFonts w:ascii="Segoe UI" w:eastAsiaTheme="minorHAnsi" w:hAnsi="Segoe UI" w:cstheme="minorBidi"/>
          <w:sz w:val="22"/>
          <w:szCs w:val="22"/>
          <w:lang w:eastAsia="en-US"/>
        </w:rPr>
        <w:id w:val="-12752473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544564" w14:textId="79FC2AB2" w:rsidR="008D4379" w:rsidRDefault="008D4379">
          <w:pPr>
            <w:pStyle w:val="Nadpisobsahu"/>
          </w:pPr>
          <w:r>
            <w:t>Obsah</w:t>
          </w:r>
        </w:p>
        <w:p w14:paraId="2EFA0F5D" w14:textId="1196888C" w:rsidR="00A66054" w:rsidRDefault="008D4379">
          <w:pPr>
            <w:pStyle w:val="Obsah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404972" w:history="1">
            <w:r w:rsidR="00A66054" w:rsidRPr="00D71472">
              <w:rPr>
                <w:rStyle w:val="Hypertextovodkaz"/>
                <w:noProof/>
              </w:rPr>
              <w:t>D.1.1.17 SOUHRNNÝ VÝPIS VÝROBKŮ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_Toc162404972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4A2C30C9" w14:textId="661FC42F" w:rsidR="00A66054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3" w:history="1">
            <w:r w:rsidR="00A66054" w:rsidRPr="00D71472">
              <w:rPr>
                <w:rStyle w:val="Hypertextovodkaz"/>
                <w:noProof/>
              </w:rPr>
              <w:t>Obecné zásady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_Toc162404973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3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1C586C3C" w14:textId="444E1606" w:rsidR="00A66054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4" w:history="1">
            <w:r w:rsidR="00A66054" w:rsidRPr="00D71472">
              <w:rPr>
                <w:rStyle w:val="Hypertextovodkaz"/>
                <w:noProof/>
              </w:rPr>
              <w:t>C – Vnější otvorové výplně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_Toc162404974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3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073CEBC7" w14:textId="2BD18F37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5" w:history="1">
            <w:r w:rsidR="00A66054" w:rsidRPr="00D71472">
              <w:rPr>
                <w:rStyle w:val="Hypertextovodkaz"/>
                <w:noProof/>
              </w:rPr>
              <w:t>Plastová okna a dveře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_Toc162404975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3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472DEAB0" w14:textId="5D42FDAD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6" w:history="1">
            <w:r w:rsidR="00A66054" w:rsidRPr="00D71472">
              <w:rPr>
                <w:rStyle w:val="Hypertextovodkaz"/>
                <w:noProof/>
              </w:rPr>
              <w:t>Garážová vrata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_Toc162404976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14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47914105" w14:textId="2E024215" w:rsidR="00A66054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7" w:history="1">
            <w:r w:rsidR="00A66054" w:rsidRPr="00D71472">
              <w:rPr>
                <w:rStyle w:val="Hypertextovodkaz"/>
                <w:noProof/>
              </w:rPr>
              <w:t>P – Plastové výrobky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_Toc162404977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15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2A7849EA" w14:textId="544EB00C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8" w:history="1">
            <w:r w:rsidR="00A66054" w:rsidRPr="00D71472">
              <w:rPr>
                <w:rStyle w:val="Hypertextovodkaz"/>
                <w:noProof/>
              </w:rPr>
              <w:t>Vnitřní parapety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_Toc162404978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15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63B85B77" w14:textId="35D9F32A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79" w:history="1">
            <w:r w:rsidR="00A66054" w:rsidRPr="00D71472">
              <w:rPr>
                <w:rStyle w:val="Hypertextovodkaz"/>
                <w:noProof/>
              </w:rPr>
              <w:t>Větrací mřížky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_Toc162404979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16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3299CCAF" w14:textId="46C78438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0" w:history="1">
            <w:r w:rsidR="00A66054" w:rsidRPr="00D71472">
              <w:rPr>
                <w:rStyle w:val="Hypertextovodkaz"/>
                <w:noProof/>
              </w:rPr>
              <w:t>Větrací komínky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_Toc162404980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16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514E10FE" w14:textId="73848D78" w:rsidR="00A66054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1" w:history="1">
            <w:r w:rsidR="00A66054" w:rsidRPr="00D71472">
              <w:rPr>
                <w:rStyle w:val="Hypertextovodkaz"/>
                <w:noProof/>
              </w:rPr>
              <w:t>K – Klempířské výrobky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_Toc162404981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17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3AEEBBB0" w14:textId="4E6D63CA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2" w:history="1">
            <w:r w:rsidR="00A66054" w:rsidRPr="00D71472">
              <w:rPr>
                <w:rStyle w:val="Hypertextovodkaz"/>
                <w:noProof/>
              </w:rPr>
              <w:t>Vnější parapety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_Toc162404982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17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73A3197D" w14:textId="157861AE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3" w:history="1">
            <w:r w:rsidR="00A66054" w:rsidRPr="00D71472">
              <w:rPr>
                <w:rStyle w:val="Hypertextovodkaz"/>
                <w:noProof/>
              </w:rPr>
              <w:t>Oplechování stříšek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_Toc162404983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18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5315C659" w14:textId="56770971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4" w:history="1">
            <w:r w:rsidR="00A66054" w:rsidRPr="00D71472">
              <w:rPr>
                <w:rStyle w:val="Hypertextovodkaz"/>
                <w:noProof/>
              </w:rPr>
              <w:t>Okapový systém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_Toc162404984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18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05671A94" w14:textId="5D5E4EE7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5" w:history="1">
            <w:r w:rsidR="00A66054" w:rsidRPr="00D71472">
              <w:rPr>
                <w:rStyle w:val="Hypertextovodkaz"/>
                <w:noProof/>
              </w:rPr>
              <w:t>Oplechování k hydroizolační PVC fólii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_Toc162404985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19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5F7355DD" w14:textId="2AA19B65" w:rsidR="00A66054" w:rsidRDefault="00000000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6" w:history="1">
            <w:r w:rsidR="00A66054" w:rsidRPr="00D71472">
              <w:rPr>
                <w:rStyle w:val="Hypertextovodkaz"/>
                <w:noProof/>
              </w:rPr>
              <w:t>Z – Zámečnické výrobky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_Toc162404986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20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66B1DEAB" w14:textId="08BD9551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7" w:history="1">
            <w:r w:rsidR="00A66054" w:rsidRPr="00D71472">
              <w:rPr>
                <w:rStyle w:val="Hypertextovodkaz"/>
                <w:noProof/>
              </w:rPr>
              <w:t>Vnější okenní mříže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_Toc162404987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21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50B828BA" w14:textId="1FF42031" w:rsidR="00A66054" w:rsidRDefault="00000000">
          <w:pPr>
            <w:pStyle w:val="Obsah3"/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62404988" w:history="1">
            <w:r w:rsidR="00A66054" w:rsidRPr="00D71472">
              <w:rPr>
                <w:rStyle w:val="Hypertextovodkaz"/>
                <w:noProof/>
              </w:rPr>
              <w:t>Vnější předokenní žaluzie</w:t>
            </w:r>
            <w:r w:rsidR="00A66054">
              <w:rPr>
                <w:noProof/>
                <w:webHidden/>
              </w:rPr>
              <w:tab/>
            </w:r>
            <w:r w:rsidR="00A66054">
              <w:rPr>
                <w:noProof/>
                <w:webHidden/>
              </w:rPr>
              <w:fldChar w:fldCharType="begin"/>
            </w:r>
            <w:r w:rsidR="00A66054">
              <w:rPr>
                <w:noProof/>
                <w:webHidden/>
              </w:rPr>
              <w:instrText xml:space="preserve"> PAGEREF _Toc162404988 \h </w:instrText>
            </w:r>
            <w:r w:rsidR="00A66054">
              <w:rPr>
                <w:noProof/>
                <w:webHidden/>
              </w:rPr>
            </w:r>
            <w:r w:rsidR="00A66054">
              <w:rPr>
                <w:noProof/>
                <w:webHidden/>
              </w:rPr>
              <w:fldChar w:fldCharType="separate"/>
            </w:r>
            <w:r w:rsidR="00955314">
              <w:rPr>
                <w:noProof/>
                <w:webHidden/>
              </w:rPr>
              <w:t>21</w:t>
            </w:r>
            <w:r w:rsidR="00A66054">
              <w:rPr>
                <w:noProof/>
                <w:webHidden/>
              </w:rPr>
              <w:fldChar w:fldCharType="end"/>
            </w:r>
          </w:hyperlink>
        </w:p>
        <w:p w14:paraId="52F6D003" w14:textId="43FF42E8" w:rsidR="008D4379" w:rsidRDefault="008D4379">
          <w:r>
            <w:rPr>
              <w:b/>
              <w:bCs/>
            </w:rPr>
            <w:fldChar w:fldCharType="end"/>
          </w:r>
        </w:p>
      </w:sdtContent>
    </w:sdt>
    <w:p w14:paraId="395B6C3D" w14:textId="77777777" w:rsidR="008D4379" w:rsidRDefault="008D4379" w:rsidP="00D4676F">
      <w:pPr>
        <w:pStyle w:val="Nadpis1"/>
      </w:pPr>
    </w:p>
    <w:p w14:paraId="32E283D9" w14:textId="77777777" w:rsidR="008D4379" w:rsidRDefault="008D4379">
      <w:pPr>
        <w:spacing w:after="160"/>
        <w:jc w:val="left"/>
        <w:rPr>
          <w:rFonts w:ascii="Arial" w:eastAsiaTheme="majorEastAsia" w:hAnsi="Arial" w:cstheme="majorBidi"/>
          <w:b/>
          <w:smallCaps/>
          <w:sz w:val="48"/>
          <w:szCs w:val="32"/>
        </w:rPr>
      </w:pPr>
      <w:r>
        <w:br w:type="page"/>
      </w:r>
    </w:p>
    <w:p w14:paraId="0C6B98E7" w14:textId="5E1F82DF" w:rsidR="00A71A6E" w:rsidRDefault="008228E5" w:rsidP="008228E5">
      <w:pPr>
        <w:pStyle w:val="Nadpis2"/>
      </w:pPr>
      <w:bookmarkStart w:id="6" w:name="_Toc162404973"/>
      <w:bookmarkEnd w:id="5"/>
      <w:bookmarkEnd w:id="4"/>
      <w:r>
        <w:lastRenderedPageBreak/>
        <w:t>Obecné zásady</w:t>
      </w:r>
      <w:bookmarkEnd w:id="6"/>
    </w:p>
    <w:p w14:paraId="3571E596" w14:textId="4F679B13" w:rsidR="00D4676F" w:rsidRDefault="00D4676F" w:rsidP="00CD3FBF">
      <w:pPr>
        <w:pStyle w:val="Odstavecseseznamem"/>
        <w:numPr>
          <w:ilvl w:val="0"/>
          <w:numId w:val="47"/>
        </w:numPr>
      </w:pPr>
      <w:r>
        <w:t>Před výrobou prvků je nutno uvedené rozměry a počty ověřit přímo na stavbě.</w:t>
      </w:r>
    </w:p>
    <w:p w14:paraId="3CA25638" w14:textId="3DA12CAA" w:rsidR="00D4676F" w:rsidRDefault="00D4676F" w:rsidP="00CD3FBF">
      <w:pPr>
        <w:pStyle w:val="Odstavecseseznamem"/>
        <w:numPr>
          <w:ilvl w:val="0"/>
          <w:numId w:val="47"/>
        </w:numPr>
      </w:pPr>
      <w:r>
        <w:t>Výpis výrobků nenahrazuje dílenskou ani dodavatelskou dokumentaci.</w:t>
      </w:r>
    </w:p>
    <w:p w14:paraId="59674203" w14:textId="0A41DC85" w:rsidR="00D4676F" w:rsidRDefault="00D4676F" w:rsidP="00CD3FBF">
      <w:pPr>
        <w:pStyle w:val="Odstavecseseznamem"/>
        <w:numPr>
          <w:ilvl w:val="0"/>
          <w:numId w:val="47"/>
        </w:numPr>
      </w:pPr>
      <w:r>
        <w:t>Součástí dodávky jednotlivých prvků bude i potřebný kotevní materiál a montáž.</w:t>
      </w:r>
    </w:p>
    <w:p w14:paraId="3AE7238F" w14:textId="4C73853B" w:rsidR="00D4676F" w:rsidRDefault="00CD3FBF" w:rsidP="00CD3FBF">
      <w:pPr>
        <w:pStyle w:val="Odstavecseseznamem"/>
        <w:numPr>
          <w:ilvl w:val="0"/>
          <w:numId w:val="47"/>
        </w:numPr>
      </w:pPr>
      <w:r>
        <w:t>Použité b</w:t>
      </w:r>
      <w:r w:rsidR="00D4676F">
        <w:t>arevné provedení bude musí být odsouhlaseno</w:t>
      </w:r>
      <w:r>
        <w:t xml:space="preserve"> stavebníkem, případně i projektantem.</w:t>
      </w:r>
    </w:p>
    <w:p w14:paraId="1564FD09" w14:textId="4DD7ACA1" w:rsidR="00DC62A6" w:rsidRDefault="00255839" w:rsidP="00DC62A6">
      <w:pPr>
        <w:pStyle w:val="Nadpis2"/>
      </w:pPr>
      <w:bookmarkStart w:id="7" w:name="_Toc158736389"/>
      <w:bookmarkStart w:id="8" w:name="_Toc158736418"/>
      <w:bookmarkStart w:id="9" w:name="_Toc162404974"/>
      <w:r>
        <w:t xml:space="preserve">C – </w:t>
      </w:r>
      <w:r w:rsidR="006D5163">
        <w:t>Vnější o</w:t>
      </w:r>
      <w:r w:rsidR="00DC62A6">
        <w:t>tvorov</w:t>
      </w:r>
      <w:r w:rsidR="006D5163">
        <w:t>é</w:t>
      </w:r>
      <w:r w:rsidR="00DC62A6">
        <w:t xml:space="preserve"> výpln</w:t>
      </w:r>
      <w:bookmarkEnd w:id="7"/>
      <w:bookmarkEnd w:id="8"/>
      <w:r w:rsidR="006D5163">
        <w:t>ě</w:t>
      </w:r>
      <w:bookmarkEnd w:id="9"/>
    </w:p>
    <w:p w14:paraId="1E61C2F9" w14:textId="1128D741" w:rsidR="00D4676F" w:rsidRDefault="00D4676F" w:rsidP="00D4676F">
      <w:r>
        <w:t>- Prvky jsou značeny velkým písmenem „C“ a pořadovým číslem příslušného výrobku.</w:t>
      </w:r>
    </w:p>
    <w:p w14:paraId="612C7DF5" w14:textId="1C684399" w:rsidR="008D4379" w:rsidRDefault="008D4379" w:rsidP="00D4676F">
      <w:r>
        <w:t>- Prvky jsou ve schématech zobrazeny pohledem ze strany interiéru (pokud není uvedeno jinak).</w:t>
      </w:r>
    </w:p>
    <w:p w14:paraId="4CF49D9A" w14:textId="5F833A80" w:rsidR="00DC62A6" w:rsidRDefault="006D5163" w:rsidP="00DC62A6">
      <w:pPr>
        <w:pStyle w:val="Nadpis3"/>
      </w:pPr>
      <w:bookmarkStart w:id="10" w:name="_Toc158736390"/>
      <w:bookmarkStart w:id="11" w:name="_Toc158736419"/>
      <w:bookmarkStart w:id="12" w:name="_Toc162404975"/>
      <w:r>
        <w:t>P</w:t>
      </w:r>
      <w:r w:rsidR="00DC62A6">
        <w:t>lastov</w:t>
      </w:r>
      <w:r>
        <w:t>á</w:t>
      </w:r>
      <w:r w:rsidR="00DC62A6">
        <w:t xml:space="preserve"> okn</w:t>
      </w:r>
      <w:r>
        <w:t>a</w:t>
      </w:r>
      <w:r w:rsidR="00DC62A6">
        <w:t xml:space="preserve"> a dveř</w:t>
      </w:r>
      <w:bookmarkEnd w:id="10"/>
      <w:bookmarkEnd w:id="11"/>
      <w:r>
        <w:t>e</w:t>
      </w:r>
      <w:bookmarkEnd w:id="12"/>
    </w:p>
    <w:p w14:paraId="76272E9E" w14:textId="19D5726C" w:rsidR="00DC62A6" w:rsidRDefault="00CD3FBF" w:rsidP="00CD3FBF">
      <w:pPr>
        <w:pStyle w:val="Odstavecseseznamem"/>
        <w:numPr>
          <w:ilvl w:val="0"/>
          <w:numId w:val="47"/>
        </w:numPr>
      </w:pPr>
      <w:r>
        <w:t>Materiál rámu: plastový komorový profil</w:t>
      </w:r>
    </w:p>
    <w:p w14:paraId="593C660A" w14:textId="5CD62D69" w:rsidR="00CD3FBF" w:rsidRDefault="00CD3FBF" w:rsidP="00CD3FBF">
      <w:pPr>
        <w:pStyle w:val="Odstavecseseznamem"/>
        <w:numPr>
          <w:ilvl w:val="0"/>
          <w:numId w:val="47"/>
        </w:numPr>
      </w:pPr>
      <w:r>
        <w:t>Barevný odstín rámu (vnější / vnitřní): bílý / bílý</w:t>
      </w:r>
    </w:p>
    <w:p w14:paraId="10F98AFC" w14:textId="0922457B" w:rsidR="00CD3FBF" w:rsidRDefault="00CD3FBF" w:rsidP="00186AE8">
      <w:pPr>
        <w:pStyle w:val="Odstavecseseznamem"/>
        <w:numPr>
          <w:ilvl w:val="0"/>
          <w:numId w:val="47"/>
        </w:numPr>
      </w:pPr>
      <w:r>
        <w:t>Spodní podkladní profil 30 mm</w:t>
      </w:r>
    </w:p>
    <w:p w14:paraId="0B413B4C" w14:textId="546ED2C7" w:rsidR="00CD3FBF" w:rsidRDefault="00CD3FBF" w:rsidP="00186AE8">
      <w:pPr>
        <w:pStyle w:val="Odstavecseseznamem"/>
        <w:numPr>
          <w:ilvl w:val="0"/>
          <w:numId w:val="47"/>
        </w:numPr>
      </w:pPr>
      <w:r>
        <w:t xml:space="preserve">Zasklení: čiré izolační trojsklo </w:t>
      </w:r>
      <w:r w:rsidR="00D90BC0">
        <w:t xml:space="preserve">(případně </w:t>
      </w:r>
      <w:r>
        <w:t xml:space="preserve">bezpečnostní zasklení </w:t>
      </w:r>
      <w:r w:rsidR="00D90BC0">
        <w:t xml:space="preserve">– v pozicích </w:t>
      </w:r>
      <w:r>
        <w:t>dle výpisu)</w:t>
      </w:r>
      <w:r w:rsidR="00D90BC0" w:rsidRPr="00D90BC0">
        <w:t xml:space="preserve"> </w:t>
      </w:r>
      <w:r w:rsidR="00D90BC0">
        <w:t>s plastovým distančním rámečkem</w:t>
      </w:r>
    </w:p>
    <w:p w14:paraId="2B2FB852" w14:textId="073E3CFC" w:rsidR="00CD3FBF" w:rsidRDefault="00CD3FBF" w:rsidP="00186AE8">
      <w:pPr>
        <w:pStyle w:val="Odstavecseseznamem"/>
        <w:numPr>
          <w:ilvl w:val="0"/>
          <w:numId w:val="47"/>
        </w:numPr>
      </w:pPr>
      <w:r>
        <w:t>Klika: hliníková bílá</w:t>
      </w:r>
      <w:r w:rsidR="00D90BC0">
        <w:t xml:space="preserve"> standardní (případně uzamykatelná klika – v pozicích dle výpisu)</w:t>
      </w:r>
    </w:p>
    <w:p w14:paraId="01944967" w14:textId="7E4A54CC" w:rsidR="00D90BC0" w:rsidRDefault="00D90BC0" w:rsidP="00186AE8">
      <w:pPr>
        <w:pStyle w:val="Odstavecseseznamem"/>
        <w:numPr>
          <w:ilvl w:val="0"/>
          <w:numId w:val="47"/>
        </w:numPr>
      </w:pPr>
      <w:r>
        <w:t>Příslušenství: vnitřní horizontální žaluzie (v pozicích dle výpisu), vnější a vnitřní parapety jsou v samostatné části výpisu.</w:t>
      </w:r>
    </w:p>
    <w:p w14:paraId="3095E202" w14:textId="77777777" w:rsidR="006D5163" w:rsidRDefault="00CD3FBF" w:rsidP="00186AE8">
      <w:pPr>
        <w:pStyle w:val="Odstavecseseznamem"/>
        <w:numPr>
          <w:ilvl w:val="0"/>
          <w:numId w:val="47"/>
        </w:numPr>
      </w:pPr>
      <w:r>
        <w:t xml:space="preserve">Součinitel prostupu tepla: </w:t>
      </w:r>
    </w:p>
    <w:p w14:paraId="0D1A7B13" w14:textId="2088A713" w:rsidR="006D5163" w:rsidRDefault="006D5163" w:rsidP="006D5163">
      <w:pPr>
        <w:pStyle w:val="Odstavecseseznamem"/>
        <w:numPr>
          <w:ilvl w:val="1"/>
          <w:numId w:val="47"/>
        </w:numPr>
      </w:pPr>
      <w:r>
        <w:t xml:space="preserve">okna </w:t>
      </w:r>
      <w:proofErr w:type="spellStart"/>
      <w:r w:rsidR="00CD3FBF">
        <w:t>U</w:t>
      </w:r>
      <w:r w:rsidR="00CD3FBF" w:rsidRPr="006454A8">
        <w:rPr>
          <w:vertAlign w:val="subscript"/>
        </w:rPr>
        <w:t>w</w:t>
      </w:r>
      <w:proofErr w:type="spellEnd"/>
      <w:r w:rsidR="00CD3FBF">
        <w:t xml:space="preserve"> = max. 0,9</w:t>
      </w:r>
      <w:r w:rsidR="006454A8">
        <w:t xml:space="preserve"> W/(m</w:t>
      </w:r>
      <w:r w:rsidR="006454A8" w:rsidRPr="006454A8">
        <w:rPr>
          <w:vertAlign w:val="superscript"/>
        </w:rPr>
        <w:t>2</w:t>
      </w:r>
      <w:r w:rsidR="006454A8">
        <w:t>×K)</w:t>
      </w:r>
    </w:p>
    <w:p w14:paraId="0AB87C42" w14:textId="5D6CBF76" w:rsidR="006D5163" w:rsidRDefault="006D5163" w:rsidP="006D5163">
      <w:pPr>
        <w:pStyle w:val="Odstavecseseznamem"/>
        <w:numPr>
          <w:ilvl w:val="1"/>
          <w:numId w:val="47"/>
        </w:numPr>
      </w:pPr>
      <w:r>
        <w:t xml:space="preserve">dveře </w:t>
      </w:r>
      <w:proofErr w:type="spellStart"/>
      <w:r>
        <w:t>U</w:t>
      </w:r>
      <w:r w:rsidRPr="006454A8">
        <w:rPr>
          <w:vertAlign w:val="subscript"/>
        </w:rPr>
        <w:t>w</w:t>
      </w:r>
      <w:proofErr w:type="spellEnd"/>
      <w:r>
        <w:t xml:space="preserve"> = max. 1,1 W/(m</w:t>
      </w:r>
      <w:r w:rsidRPr="006454A8">
        <w:rPr>
          <w:vertAlign w:val="superscript"/>
        </w:rPr>
        <w:t>2</w:t>
      </w:r>
      <w:r>
        <w:t>×K)</w:t>
      </w:r>
    </w:p>
    <w:p w14:paraId="70A64A0B" w14:textId="49F560C5" w:rsidR="00B8729F" w:rsidRDefault="00B8729F">
      <w:pPr>
        <w:spacing w:after="160"/>
        <w:jc w:val="left"/>
      </w:pPr>
      <w:r>
        <w:br w:type="page"/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966338" w:rsidRPr="004032EA" w14:paraId="2FD8D155" w14:textId="77777777" w:rsidTr="00580015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6D5705C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E858CB8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4743833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7" w:type="pct"/>
            <w:tcBorders>
              <w:left w:val="single" w:sz="4" w:space="0" w:color="auto"/>
              <w:bottom w:val="nil"/>
            </w:tcBorders>
          </w:tcPr>
          <w:p w14:paraId="199CCFB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5F59CE" w:rsidRPr="004032EA" w14:paraId="16EF89AE" w14:textId="77777777" w:rsidTr="00580015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2BE37269" w14:textId="28AB5345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4FA8F96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2074439A" w14:textId="1612B513" w:rsidR="00F37D2D" w:rsidRPr="00F37D2D" w:rsidRDefault="002E437B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707" w:type="pct"/>
            <w:vMerge w:val="restart"/>
            <w:tcBorders>
              <w:top w:val="nil"/>
            </w:tcBorders>
          </w:tcPr>
          <w:p w14:paraId="57C94048" w14:textId="77777777" w:rsidR="00580015" w:rsidRDefault="00580015" w:rsidP="00580015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3×2</w:t>
            </w:r>
          </w:p>
          <w:p w14:paraId="5EB3DEE6" w14:textId="77777777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4800 × 1800 mm</w:t>
            </w:r>
          </w:p>
          <w:p w14:paraId="4BF2B286" w14:textId="116DA527" w:rsidR="00580015" w:rsidRPr="00580015" w:rsidRDefault="00966338" w:rsidP="00E111B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</w:pPr>
            <w:r w:rsidRPr="00966338">
              <w:rPr>
                <w:rFonts w:ascii="Arial" w:hAnsi="Arial" w:cs="Arial"/>
              </w:rPr>
              <w:t>Křídla: h</w:t>
            </w:r>
            <w:r w:rsidR="00580015" w:rsidRPr="00966338">
              <w:rPr>
                <w:rFonts w:ascii="Arial" w:hAnsi="Arial" w:cs="Arial"/>
              </w:rPr>
              <w:t>orní otevíravá sklopná (2 levá, 1 pravá)</w:t>
            </w:r>
            <w:r>
              <w:rPr>
                <w:rFonts w:ascii="Arial" w:hAnsi="Arial" w:cs="Arial"/>
              </w:rPr>
              <w:t>, s</w:t>
            </w:r>
            <w:r w:rsidR="00580015" w:rsidRPr="00966338">
              <w:rPr>
                <w:rFonts w:ascii="Arial" w:hAnsi="Arial" w:cs="Arial"/>
              </w:rPr>
              <w:t>podní sklopná</w:t>
            </w:r>
          </w:p>
          <w:p w14:paraId="38B799CB" w14:textId="32A5BBEE" w:rsidR="00580015" w:rsidRP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</w:pPr>
            <w:r w:rsidRPr="00580015">
              <w:rPr>
                <w:rFonts w:ascii="Arial" w:hAnsi="Arial" w:cs="Arial"/>
              </w:rPr>
              <w:t>Meziokenní svislé sloupky rozšířeny PVC panely šířky 15 cm (z</w:t>
            </w:r>
            <w:r w:rsidR="00C411E4">
              <w:rPr>
                <w:rFonts w:ascii="Arial" w:hAnsi="Arial" w:cs="Arial"/>
              </w:rPr>
              <w:t> </w:t>
            </w:r>
            <w:r w:rsidRPr="00580015">
              <w:rPr>
                <w:rFonts w:ascii="Arial" w:hAnsi="Arial" w:cs="Arial"/>
              </w:rPr>
              <w:t>důvodu zakrytí vnitřních příček, okenních sloupků)</w:t>
            </w:r>
          </w:p>
          <w:p w14:paraId="7693D5C9" w14:textId="6D58E91E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56795007" w14:textId="2574E877" w:rsid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  <w:noProof/>
              </w:rPr>
              <w:drawing>
                <wp:inline distT="0" distB="0" distL="0" distR="0" wp14:anchorId="1106F1C1" wp14:editId="52752864">
                  <wp:extent cx="4702810" cy="2306955"/>
                  <wp:effectExtent l="0" t="0" r="2540" b="0"/>
                  <wp:docPr id="161240508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40508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2810" cy="2306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522F5B" w14:textId="2E6A2F98" w:rsidR="00C75C3F" w:rsidRPr="0044274E" w:rsidRDefault="00C75C3F" w:rsidP="00580015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5F59CE" w:rsidRPr="004032EA" w14:paraId="1E8A377C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7E81A6F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EEF018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421ABA6A" w14:textId="09830886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166E3F9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65862082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377F494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92B936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07C258AB" w14:textId="02EAB1F5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7" w:type="pct"/>
            <w:vMerge/>
          </w:tcPr>
          <w:p w14:paraId="45D05CD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01B85DB7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6599FFD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FF94C3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79EE1479" w14:textId="00B9BD1A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7" w:type="pct"/>
            <w:vMerge/>
          </w:tcPr>
          <w:p w14:paraId="3D946A22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3B5C16DF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18EFF44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87ADD2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2C82E2BB" w14:textId="709851A8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7" w:type="pct"/>
            <w:vMerge/>
          </w:tcPr>
          <w:p w14:paraId="3440F74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2A55F966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56E630F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57F075C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7" w:type="pct"/>
            <w:vMerge/>
          </w:tcPr>
          <w:p w14:paraId="3EE3202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4CD27EAB" w14:textId="77777777" w:rsidTr="00580015">
        <w:trPr>
          <w:cantSplit/>
          <w:jc w:val="center"/>
        </w:trPr>
        <w:tc>
          <w:tcPr>
            <w:tcW w:w="472" w:type="pct"/>
            <w:vMerge/>
          </w:tcPr>
          <w:p w14:paraId="3F4D877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A43299B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106, 108, 109,</w:t>
            </w:r>
          </w:p>
          <w:p w14:paraId="1D9FD0FD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209 (2ks), 210,</w:t>
            </w:r>
          </w:p>
          <w:p w14:paraId="1C537A30" w14:textId="17213DCC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309, 311, 312</w:t>
            </w:r>
          </w:p>
        </w:tc>
        <w:tc>
          <w:tcPr>
            <w:tcW w:w="3707" w:type="pct"/>
            <w:vMerge/>
          </w:tcPr>
          <w:p w14:paraId="49834A9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571E4B01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966338" w:rsidRPr="004032EA" w14:paraId="243A064D" w14:textId="77777777" w:rsidTr="002E437B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3F172F8E" w14:textId="77777777" w:rsidR="00F37D2D" w:rsidRPr="004032EA" w:rsidRDefault="00F37D2D" w:rsidP="00F37D2D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77882177" w14:textId="77777777" w:rsidR="00F37D2D" w:rsidRPr="00F37D2D" w:rsidRDefault="00F37D2D" w:rsidP="00F37D2D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3C78CBFD" w14:textId="77777777" w:rsidR="00F37D2D" w:rsidRPr="00F37D2D" w:rsidRDefault="00F37D2D" w:rsidP="00F37D2D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7" w:type="pct"/>
            <w:tcBorders>
              <w:left w:val="single" w:sz="4" w:space="0" w:color="auto"/>
              <w:bottom w:val="nil"/>
            </w:tcBorders>
          </w:tcPr>
          <w:p w14:paraId="01368932" w14:textId="77777777" w:rsidR="00F37D2D" w:rsidRPr="004032EA" w:rsidRDefault="00F37D2D" w:rsidP="00F37D2D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5F59CE" w:rsidRPr="004032EA" w14:paraId="5E393C75" w14:textId="77777777" w:rsidTr="002E437B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1108838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5246C64A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0031E34C" w14:textId="35715E74" w:rsidR="002E437B" w:rsidRPr="00F37D2D" w:rsidRDefault="002E437B" w:rsidP="002E437B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707" w:type="pct"/>
            <w:vMerge w:val="restart"/>
            <w:tcBorders>
              <w:top w:val="nil"/>
            </w:tcBorders>
          </w:tcPr>
          <w:p w14:paraId="42EDCFF7" w14:textId="77777777" w:rsidR="00580015" w:rsidRDefault="00580015" w:rsidP="00580015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3×2</w:t>
            </w:r>
          </w:p>
          <w:p w14:paraId="38500376" w14:textId="77777777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4800 × 1800 mm</w:t>
            </w:r>
          </w:p>
          <w:p w14:paraId="110EC30F" w14:textId="3387E432" w:rsidR="00580015" w:rsidRPr="00966338" w:rsidRDefault="00966338" w:rsidP="009523A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</w:t>
            </w:r>
            <w:r w:rsidR="00580015" w:rsidRPr="00966338">
              <w:rPr>
                <w:rFonts w:ascii="Arial" w:hAnsi="Arial" w:cs="Arial"/>
              </w:rPr>
              <w:t xml:space="preserve">řídla: </w:t>
            </w:r>
            <w:r w:rsidRPr="00966338">
              <w:rPr>
                <w:rFonts w:ascii="Arial" w:hAnsi="Arial" w:cs="Arial"/>
              </w:rPr>
              <w:t xml:space="preserve">horní </w:t>
            </w:r>
            <w:r w:rsidR="00580015" w:rsidRPr="00966338">
              <w:rPr>
                <w:rFonts w:ascii="Arial" w:hAnsi="Arial" w:cs="Arial"/>
              </w:rPr>
              <w:t>otevíravá sklopná (1 levé, 2 pravá)</w:t>
            </w:r>
            <w:r>
              <w:rPr>
                <w:rFonts w:ascii="Arial" w:hAnsi="Arial" w:cs="Arial"/>
              </w:rPr>
              <w:t>, s</w:t>
            </w:r>
            <w:r w:rsidR="00580015" w:rsidRPr="00966338">
              <w:rPr>
                <w:rFonts w:ascii="Arial" w:hAnsi="Arial" w:cs="Arial"/>
              </w:rPr>
              <w:t>podní sklopná</w:t>
            </w:r>
          </w:p>
          <w:p w14:paraId="21EA1312" w14:textId="331EA1B2" w:rsidR="00580015" w:rsidRPr="00580015" w:rsidRDefault="00580015" w:rsidP="00E4250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Meziokenní svislé sloupky rozšířeny PVC panely šířky 15 cm (z</w:t>
            </w:r>
            <w:r w:rsidR="00C411E4">
              <w:rPr>
                <w:rFonts w:ascii="Arial" w:hAnsi="Arial" w:cs="Arial"/>
              </w:rPr>
              <w:t> </w:t>
            </w:r>
            <w:r w:rsidRPr="00580015">
              <w:rPr>
                <w:rFonts w:ascii="Arial" w:hAnsi="Arial" w:cs="Arial"/>
              </w:rPr>
              <w:t>důvodu zakrytí vnitřních příček, okenních sloupků)</w:t>
            </w:r>
          </w:p>
          <w:p w14:paraId="7D9ADC79" w14:textId="5F53489B" w:rsidR="00966338" w:rsidRPr="00966338" w:rsidRDefault="00580015" w:rsidP="00217E1D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4884CA8E" w14:textId="3AFBB137" w:rsidR="00966338" w:rsidRP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  <w:noProof/>
              </w:rPr>
              <w:drawing>
                <wp:inline distT="0" distB="0" distL="0" distR="0" wp14:anchorId="64CA5888" wp14:editId="2DAEA54E">
                  <wp:extent cx="4771411" cy="2275367"/>
                  <wp:effectExtent l="0" t="0" r="0" b="0"/>
                  <wp:docPr id="131568478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684786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198" cy="227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E988FE" w14:textId="739B9CCC" w:rsidR="005F59CE" w:rsidRPr="005F59CE" w:rsidRDefault="005F59CE" w:rsidP="005F59CE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5F59CE" w:rsidRPr="004032EA" w14:paraId="79CB22F1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54D147F3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BC21375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5F717C11" w14:textId="59416919" w:rsidR="002E437B" w:rsidRPr="004032EA" w:rsidRDefault="002E437B" w:rsidP="002E437B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1FB18F17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6D55C2FB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01088399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EAD246D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135B4B02" w14:textId="3D69D693" w:rsidR="002E437B" w:rsidRPr="004032EA" w:rsidRDefault="002E437B" w:rsidP="002E437B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7" w:type="pct"/>
            <w:vMerge/>
          </w:tcPr>
          <w:p w14:paraId="30594FC3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756AF6DC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0E25FA8B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2095493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1AFE8071" w14:textId="20598DDC" w:rsidR="002E437B" w:rsidRPr="004032EA" w:rsidRDefault="002E437B" w:rsidP="002E437B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7" w:type="pct"/>
            <w:vMerge/>
          </w:tcPr>
          <w:p w14:paraId="30923E40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11932C40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238D5F6B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01924B57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6460F64F" w14:textId="26A3FD33" w:rsidR="002E437B" w:rsidRPr="004032EA" w:rsidRDefault="002E437B" w:rsidP="002E437B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7" w:type="pct"/>
            <w:vMerge/>
          </w:tcPr>
          <w:p w14:paraId="76D62D42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  <w:tr w:rsidR="002E437B" w:rsidRPr="004032EA" w14:paraId="6D34F20F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56153CAF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07C5F093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7" w:type="pct"/>
            <w:vMerge/>
          </w:tcPr>
          <w:p w14:paraId="4FAAF990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  <w:tr w:rsidR="002E437B" w:rsidRPr="004032EA" w14:paraId="459446DC" w14:textId="77777777" w:rsidTr="002E437B">
        <w:trPr>
          <w:cantSplit/>
          <w:jc w:val="center"/>
        </w:trPr>
        <w:tc>
          <w:tcPr>
            <w:tcW w:w="472" w:type="pct"/>
            <w:vMerge/>
          </w:tcPr>
          <w:p w14:paraId="2337271B" w14:textId="77777777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02CEA2C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110,</w:t>
            </w:r>
          </w:p>
          <w:p w14:paraId="262048BE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208, 212,</w:t>
            </w:r>
          </w:p>
          <w:p w14:paraId="15E401D1" w14:textId="3F9361B0" w:rsidR="002E437B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308, 314</w:t>
            </w:r>
          </w:p>
        </w:tc>
        <w:tc>
          <w:tcPr>
            <w:tcW w:w="3707" w:type="pct"/>
            <w:vMerge/>
          </w:tcPr>
          <w:p w14:paraId="67265B95" w14:textId="77777777" w:rsidR="002E437B" w:rsidRPr="004032EA" w:rsidRDefault="002E437B" w:rsidP="002E437B">
            <w:pPr>
              <w:keepNext/>
              <w:rPr>
                <w:rFonts w:ascii="Arial" w:hAnsi="Arial" w:cs="Arial"/>
              </w:rPr>
            </w:pPr>
          </w:p>
        </w:tc>
      </w:tr>
    </w:tbl>
    <w:p w14:paraId="2D54EE52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4A0D977A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26E41D7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184BD319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FEE30A3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5FCCACC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44274E" w:rsidRPr="004032EA" w14:paraId="3FB77374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0678F1D9" w14:textId="70919163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3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68E2D31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60C92193" w14:textId="415279E5" w:rsidR="00F37D2D" w:rsidRPr="00F37D2D" w:rsidRDefault="002E437B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21B21E18" w14:textId="77777777" w:rsidR="00580015" w:rsidRDefault="00580015" w:rsidP="00580015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3×2</w:t>
            </w:r>
          </w:p>
          <w:p w14:paraId="49393711" w14:textId="2BCE3EA6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3800 × 1800 mm</w:t>
            </w:r>
          </w:p>
          <w:p w14:paraId="7AFAC305" w14:textId="079122F7" w:rsidR="00580015" w:rsidRPr="00966338" w:rsidRDefault="00966338" w:rsidP="00FC727F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</w:t>
            </w:r>
            <w:r w:rsidR="00580015" w:rsidRPr="00966338">
              <w:rPr>
                <w:rFonts w:ascii="Arial" w:hAnsi="Arial" w:cs="Arial"/>
              </w:rPr>
              <w:t>orní otevíravá sklopná (1 levé, 2 pravá)</w:t>
            </w:r>
            <w:r>
              <w:rPr>
                <w:rFonts w:ascii="Arial" w:hAnsi="Arial" w:cs="Arial"/>
              </w:rPr>
              <w:t>, s</w:t>
            </w:r>
            <w:r w:rsidR="00580015" w:rsidRPr="00966338">
              <w:rPr>
                <w:rFonts w:ascii="Arial" w:hAnsi="Arial" w:cs="Arial"/>
              </w:rPr>
              <w:t>podní sklopná</w:t>
            </w:r>
          </w:p>
          <w:p w14:paraId="0118A3C3" w14:textId="78324A8B" w:rsidR="00580015" w:rsidRP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Meziokenní svislé sloupky rozšířeny PVC panely šířky 15 cm (z</w:t>
            </w:r>
            <w:r w:rsidR="00C411E4">
              <w:rPr>
                <w:rFonts w:ascii="Arial" w:hAnsi="Arial" w:cs="Arial"/>
              </w:rPr>
              <w:t> </w:t>
            </w:r>
            <w:r w:rsidRPr="00580015">
              <w:rPr>
                <w:rFonts w:ascii="Arial" w:hAnsi="Arial" w:cs="Arial"/>
              </w:rPr>
              <w:t>důvodu zakrytí vnitřních příček, okenních sloupků)</w:t>
            </w:r>
          </w:p>
          <w:p w14:paraId="294F1694" w14:textId="0006978C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7206E9B6" w14:textId="386B36DE" w:rsidR="00966338" w:rsidRP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0424C170" wp14:editId="111D908D">
                  <wp:extent cx="4695825" cy="2689860"/>
                  <wp:effectExtent l="0" t="0" r="9525" b="0"/>
                  <wp:docPr id="52327362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27362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5825" cy="268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19E6C9" w14:textId="20554FF2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580015" w:rsidRPr="004032EA" w14:paraId="43EC81B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BD4F91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464B9E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173D9988" w14:textId="141B1FCF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3137C77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80015" w:rsidRPr="004032EA" w14:paraId="77BE7C1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3382C2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D01DD1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4B8C3CF5" w14:textId="6FA0106D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5E0B6F6C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80015" w:rsidRPr="004032EA" w14:paraId="31FD0FD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1AA7F5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4E47E2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2CC9866D" w14:textId="6AA329B2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4A36C3A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80015" w:rsidRPr="004032EA" w14:paraId="666A52E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455CF6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B03490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815C033" w14:textId="1083747F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057B4DF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73C169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7FBF3F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37CA0D9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5D79083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D73BB7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73A9F8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DCDD02A" w14:textId="77777777" w:rsid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118,</w:t>
            </w:r>
            <w:r>
              <w:rPr>
                <w:rFonts w:ascii="Arial" w:hAnsi="Arial" w:cs="Arial"/>
              </w:rPr>
              <w:t xml:space="preserve"> </w:t>
            </w:r>
          </w:p>
          <w:p w14:paraId="0F07CD20" w14:textId="5BBDDCD5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218</w:t>
            </w:r>
          </w:p>
        </w:tc>
        <w:tc>
          <w:tcPr>
            <w:tcW w:w="3706" w:type="pct"/>
            <w:vMerge/>
          </w:tcPr>
          <w:p w14:paraId="3955037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60C03C9F" w14:textId="484CBC9F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44274E" w:rsidRPr="004032EA" w14:paraId="2858EF24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741D851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2B88985B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3249A769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4EA8448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44274E" w:rsidRPr="004032EA" w14:paraId="290FD228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76DB0F97" w14:textId="1F689914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4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4CF21A0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7EDE4AD9" w14:textId="43121377" w:rsidR="00F37D2D" w:rsidRPr="00F37D2D" w:rsidRDefault="002E437B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443865BE" w14:textId="1345E92F" w:rsidR="00580015" w:rsidRDefault="00580015" w:rsidP="00580015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2×2</w:t>
            </w:r>
          </w:p>
          <w:p w14:paraId="42A40091" w14:textId="52DBACAC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3150 × 1800 mm</w:t>
            </w:r>
          </w:p>
          <w:p w14:paraId="7E3E8B33" w14:textId="416BA338" w:rsidR="00580015" w:rsidRPr="00966338" w:rsidRDefault="00966338" w:rsidP="003D3DFB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</w:t>
            </w:r>
            <w:r w:rsidR="00580015" w:rsidRPr="00966338">
              <w:rPr>
                <w:rFonts w:ascii="Arial" w:hAnsi="Arial" w:cs="Arial"/>
              </w:rPr>
              <w:t>řídla:</w:t>
            </w:r>
            <w:r w:rsidRPr="00966338">
              <w:rPr>
                <w:rFonts w:ascii="Arial" w:hAnsi="Arial" w:cs="Arial"/>
              </w:rPr>
              <w:t xml:space="preserve"> horní</w:t>
            </w:r>
            <w:r w:rsidR="00580015" w:rsidRPr="00966338">
              <w:rPr>
                <w:rFonts w:ascii="Arial" w:hAnsi="Arial" w:cs="Arial"/>
              </w:rPr>
              <w:t xml:space="preserve"> otevíravá sklopná (1 levé, 1 pravé)</w:t>
            </w:r>
            <w:r>
              <w:rPr>
                <w:rFonts w:ascii="Arial" w:hAnsi="Arial" w:cs="Arial"/>
              </w:rPr>
              <w:t>, s</w:t>
            </w:r>
            <w:r w:rsidR="00580015"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="00580015" w:rsidRPr="00966338">
              <w:rPr>
                <w:rFonts w:ascii="Arial" w:hAnsi="Arial" w:cs="Arial"/>
              </w:rPr>
              <w:t>sklopná</w:t>
            </w:r>
          </w:p>
          <w:p w14:paraId="406F2DFF" w14:textId="22A076B0" w:rsidR="00580015" w:rsidRP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Meziokenní svisl</w:t>
            </w:r>
            <w:r w:rsidR="00966338">
              <w:rPr>
                <w:rFonts w:ascii="Arial" w:hAnsi="Arial" w:cs="Arial"/>
              </w:rPr>
              <w:t>ý</w:t>
            </w:r>
            <w:r w:rsidRPr="00580015">
              <w:rPr>
                <w:rFonts w:ascii="Arial" w:hAnsi="Arial" w:cs="Arial"/>
              </w:rPr>
              <w:t xml:space="preserve"> sloup</w:t>
            </w:r>
            <w:r w:rsidR="00966338">
              <w:rPr>
                <w:rFonts w:ascii="Arial" w:hAnsi="Arial" w:cs="Arial"/>
              </w:rPr>
              <w:t>e</w:t>
            </w:r>
            <w:r w:rsidRPr="00580015">
              <w:rPr>
                <w:rFonts w:ascii="Arial" w:hAnsi="Arial" w:cs="Arial"/>
              </w:rPr>
              <w:t>k rozšířen PVC panel</w:t>
            </w:r>
            <w:r w:rsidR="00966338">
              <w:rPr>
                <w:rFonts w:ascii="Arial" w:hAnsi="Arial" w:cs="Arial"/>
              </w:rPr>
              <w:t>em</w:t>
            </w:r>
            <w:r w:rsidRPr="00580015">
              <w:rPr>
                <w:rFonts w:ascii="Arial" w:hAnsi="Arial" w:cs="Arial"/>
              </w:rPr>
              <w:t xml:space="preserve"> šířky 15 cm (z</w:t>
            </w:r>
            <w:r w:rsidR="00C411E4">
              <w:rPr>
                <w:rFonts w:ascii="Arial" w:hAnsi="Arial" w:cs="Arial"/>
              </w:rPr>
              <w:t> </w:t>
            </w:r>
            <w:r w:rsidRPr="00580015">
              <w:rPr>
                <w:rFonts w:ascii="Arial" w:hAnsi="Arial" w:cs="Arial"/>
              </w:rPr>
              <w:t>důvodu zakrytí vnitřních příček, okenních sloupků)</w:t>
            </w:r>
          </w:p>
          <w:p w14:paraId="04445CE4" w14:textId="77EBC560" w:rsidR="00580015" w:rsidRDefault="00580015" w:rsidP="0058001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487483B5" w14:textId="2BDAA1B9" w:rsidR="00580015" w:rsidRDefault="00580015" w:rsidP="0096633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52D1E8C5" wp14:editId="475DC117">
                  <wp:extent cx="3952875" cy="2720375"/>
                  <wp:effectExtent l="0" t="0" r="0" b="3810"/>
                  <wp:docPr id="47113856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138567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931" cy="2725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EA56C7" w14:textId="77777777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44274E" w:rsidRPr="004032EA" w14:paraId="56510C6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EFE156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4881E8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05091D62" w14:textId="2781A44F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9B8EC6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44274E" w:rsidRPr="004032EA" w14:paraId="216956D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E56542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0E6B8C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3E4C7481" w14:textId="546CC07A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161E3F2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44274E" w:rsidRPr="004032EA" w14:paraId="6357738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1346AB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2EFB43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30E0AC58" w14:textId="7A29ED59" w:rsidR="00F37D2D" w:rsidRPr="004032EA" w:rsidRDefault="002E437B" w:rsidP="002E437B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36407F1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44274E" w:rsidRPr="004032EA" w14:paraId="1817BB9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CF7353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2C25E6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15AC1E7D" w14:textId="08ECCD8A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071A541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FF85F2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1833D4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02D3C9C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11F1AFF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BBD3E4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66897B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5884E9FD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 xml:space="preserve">105, </w:t>
            </w:r>
          </w:p>
          <w:p w14:paraId="7E1176FB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207,</w:t>
            </w:r>
          </w:p>
          <w:p w14:paraId="25913B3F" w14:textId="7F0E86D9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307</w:t>
            </w:r>
          </w:p>
        </w:tc>
        <w:tc>
          <w:tcPr>
            <w:tcW w:w="3706" w:type="pct"/>
            <w:vMerge/>
          </w:tcPr>
          <w:p w14:paraId="4F9AABC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4A107321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5B025136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6F03878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7573D97A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786B126E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3EAF029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5F59CE" w:rsidRPr="004032EA" w14:paraId="63B37622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02F26AF9" w14:textId="4DEAEF5C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5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28FE8A9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48172B7B" w14:textId="318634A4" w:rsidR="00F37D2D" w:rsidRPr="00F37D2D" w:rsidRDefault="002E437B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0ECD8743" w14:textId="77777777" w:rsid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2×2</w:t>
            </w:r>
          </w:p>
          <w:p w14:paraId="7DCAD22E" w14:textId="403ED69A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2400 × 1800 mm</w:t>
            </w:r>
          </w:p>
          <w:p w14:paraId="119F3A62" w14:textId="44F9F02B" w:rsidR="00966338" w:rsidRPr="00966338" w:rsidRDefault="00966338" w:rsidP="0027107D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966338">
              <w:rPr>
                <w:rFonts w:ascii="Arial" w:hAnsi="Arial" w:cs="Arial"/>
              </w:rPr>
              <w:t xml:space="preserve">řídla: </w:t>
            </w:r>
            <w:r>
              <w:rPr>
                <w:rFonts w:ascii="Arial" w:hAnsi="Arial" w:cs="Arial"/>
              </w:rPr>
              <w:t xml:space="preserve">horní </w:t>
            </w:r>
            <w:r w:rsidRPr="00966338">
              <w:rPr>
                <w:rFonts w:ascii="Arial" w:hAnsi="Arial" w:cs="Arial"/>
              </w:rPr>
              <w:t>otevíravá sklopná (1 levé, 1 pravé)</w:t>
            </w:r>
            <w:r>
              <w:rPr>
                <w:rFonts w:ascii="Arial" w:hAnsi="Arial" w:cs="Arial"/>
              </w:rPr>
              <w:t>, s</w:t>
            </w:r>
            <w:r w:rsidRPr="00966338">
              <w:rPr>
                <w:rFonts w:ascii="Arial" w:hAnsi="Arial" w:cs="Arial"/>
              </w:rPr>
              <w:t>podní sklopná</w:t>
            </w:r>
          </w:p>
          <w:p w14:paraId="2F1DEB58" w14:textId="2A3643A1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463D4BE1" w14:textId="77777777" w:rsid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765E6717" wp14:editId="2D347F34">
                  <wp:extent cx="3072809" cy="2453786"/>
                  <wp:effectExtent l="0" t="0" r="0" b="3810"/>
                  <wp:docPr id="28903687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036879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530" cy="2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EBE4C0" w14:textId="3B860239" w:rsidR="00966338" w:rsidRPr="004032EA" w:rsidRDefault="00966338" w:rsidP="00966338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F37D2D" w:rsidRPr="004032EA" w14:paraId="66E1086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6C7F52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013D9B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44941C85" w14:textId="049E3F23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0116E87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E30371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20B415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4D66C3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11024A02" w14:textId="45E8E719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706" w:type="pct"/>
            <w:vMerge/>
          </w:tcPr>
          <w:p w14:paraId="1FDDE1E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8F95EB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ABDE42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1E605C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107989AE" w14:textId="12F68B91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706" w:type="pct"/>
            <w:vMerge/>
          </w:tcPr>
          <w:p w14:paraId="21A3838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0E4DB9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1B313F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E124FF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5F91762A" w14:textId="1754F938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A6F0A2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5F2C05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6C9523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1464462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65E3F9C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EFB0E6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CCA343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7915E0BD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120, 121, 122, 123 (2ks), 124, 125,</w:t>
            </w:r>
          </w:p>
          <w:p w14:paraId="7441A44D" w14:textId="575B9A96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220, 221, 222, 223 (2ks), 224 (2ks), 225</w:t>
            </w:r>
          </w:p>
        </w:tc>
        <w:tc>
          <w:tcPr>
            <w:tcW w:w="3706" w:type="pct"/>
            <w:vMerge/>
          </w:tcPr>
          <w:p w14:paraId="1549101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3C60F77F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043C081D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0F0A4D8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194D1082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3C7F043F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6FD2C77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681D71D9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0E100433" w14:textId="57496C3F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6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177DCCD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5027B29D" w14:textId="31E98E05" w:rsidR="00F37D2D" w:rsidRPr="00F37D2D" w:rsidRDefault="002E437B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73C574F4" w14:textId="77777777" w:rsidR="00966338" w:rsidRDefault="00966338" w:rsidP="0096633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2×2</w:t>
            </w:r>
          </w:p>
          <w:p w14:paraId="7924A362" w14:textId="77777777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2400 × 1800 mm</w:t>
            </w:r>
          </w:p>
          <w:p w14:paraId="544161C2" w14:textId="52D453D2" w:rsidR="00966338" w:rsidRPr="00966338" w:rsidRDefault="00966338" w:rsidP="009F0DA1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horní otevíravá sklopná (1 levé, 1 pravé),</w:t>
            </w:r>
            <w:r>
              <w:rPr>
                <w:rFonts w:ascii="Arial" w:hAnsi="Arial" w:cs="Arial"/>
              </w:rPr>
              <w:t xml:space="preserve"> s</w:t>
            </w:r>
            <w:r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Pr="00966338">
              <w:rPr>
                <w:rFonts w:ascii="Arial" w:hAnsi="Arial" w:cs="Arial"/>
              </w:rPr>
              <w:t>sklopná</w:t>
            </w:r>
          </w:p>
          <w:p w14:paraId="48FC391B" w14:textId="6046B140" w:rsidR="00966338" w:rsidRPr="00580015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Meziokenní svisl</w:t>
            </w:r>
            <w:r>
              <w:rPr>
                <w:rFonts w:ascii="Arial" w:hAnsi="Arial" w:cs="Arial"/>
              </w:rPr>
              <w:t>ý</w:t>
            </w:r>
            <w:r w:rsidRPr="00580015">
              <w:rPr>
                <w:rFonts w:ascii="Arial" w:hAnsi="Arial" w:cs="Arial"/>
              </w:rPr>
              <w:t xml:space="preserve"> sloup</w:t>
            </w:r>
            <w:r>
              <w:rPr>
                <w:rFonts w:ascii="Arial" w:hAnsi="Arial" w:cs="Arial"/>
              </w:rPr>
              <w:t>e</w:t>
            </w:r>
            <w:r w:rsidRPr="00580015">
              <w:rPr>
                <w:rFonts w:ascii="Arial" w:hAnsi="Arial" w:cs="Arial"/>
              </w:rPr>
              <w:t>k rozšířen PVC panel</w:t>
            </w:r>
            <w:r>
              <w:rPr>
                <w:rFonts w:ascii="Arial" w:hAnsi="Arial" w:cs="Arial"/>
              </w:rPr>
              <w:t>em</w:t>
            </w:r>
            <w:r w:rsidRPr="00580015">
              <w:rPr>
                <w:rFonts w:ascii="Arial" w:hAnsi="Arial" w:cs="Arial"/>
              </w:rPr>
              <w:t xml:space="preserve"> šířky 15 cm (z</w:t>
            </w:r>
            <w:r w:rsidR="00C411E4">
              <w:rPr>
                <w:rFonts w:ascii="Arial" w:hAnsi="Arial" w:cs="Arial"/>
              </w:rPr>
              <w:t> </w:t>
            </w:r>
            <w:r w:rsidRPr="00580015">
              <w:rPr>
                <w:rFonts w:ascii="Arial" w:hAnsi="Arial" w:cs="Arial"/>
              </w:rPr>
              <w:t>důvodu zakrytí vnitřních příček, okenních sloupků)</w:t>
            </w:r>
          </w:p>
          <w:p w14:paraId="6B503839" w14:textId="2BF98F33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4156D090" w14:textId="77777777" w:rsidR="00F37D2D" w:rsidRDefault="0044274E" w:rsidP="00BA7BA8">
            <w:pPr>
              <w:keepNext/>
              <w:jc w:val="left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2870CA2E" wp14:editId="6B902661">
                  <wp:extent cx="3114675" cy="2634573"/>
                  <wp:effectExtent l="0" t="0" r="0" b="0"/>
                  <wp:docPr id="4636825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6825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648" cy="2662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FC0375" w14:textId="0CB6BAE2" w:rsidR="00966338" w:rsidRPr="004032EA" w:rsidRDefault="00966338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6F9FC8D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CA5839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04B56DE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3F46060B" w14:textId="67FA23E4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C62A6A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FAD9213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FE8528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EB37D2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76D444A2" w14:textId="023FC603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4859FF8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1D9050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0C9B22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4C548E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2F8BB179" w14:textId="639C0EF2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1D243A3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0B1860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DA1A85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DC4F00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1739C44B" w14:textId="74F63A0C" w:rsidR="00F37D2D" w:rsidRPr="004032EA" w:rsidRDefault="002E437B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1E2C331C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2A1FE4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570622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5371A22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49663F9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24CE02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BA60BF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7909BC83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120,</w:t>
            </w:r>
          </w:p>
          <w:p w14:paraId="3C25F8E5" w14:textId="0591D512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220</w:t>
            </w:r>
          </w:p>
        </w:tc>
        <w:tc>
          <w:tcPr>
            <w:tcW w:w="3706" w:type="pct"/>
            <w:vMerge/>
          </w:tcPr>
          <w:p w14:paraId="17CA2DD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53B62DDD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3D9C54AF" w14:textId="77777777" w:rsidTr="002E437B">
        <w:trPr>
          <w:cantSplit/>
          <w:trHeight w:val="84"/>
          <w:jc w:val="center"/>
        </w:trPr>
        <w:tc>
          <w:tcPr>
            <w:tcW w:w="472" w:type="pct"/>
            <w:tcBorders>
              <w:bottom w:val="nil"/>
            </w:tcBorders>
          </w:tcPr>
          <w:p w14:paraId="39EA641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700DC879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5BD0C42A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730262F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5F59CE" w:rsidRPr="004032EA" w14:paraId="0963CED1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31699039" w14:textId="1365B652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7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39CE9B9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4633FB99" w14:textId="49526213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0E990F45" w14:textId="62A45F3E" w:rsidR="00966338" w:rsidRDefault="00C411E4" w:rsidP="0096633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1792" behindDoc="0" locked="0" layoutInCell="1" allowOverlap="1" wp14:anchorId="6A83D5FB" wp14:editId="4202BC30">
                  <wp:simplePos x="0" y="0"/>
                  <wp:positionH relativeFrom="column">
                    <wp:posOffset>2735580</wp:posOffset>
                  </wp:positionH>
                  <wp:positionV relativeFrom="paragraph">
                    <wp:posOffset>0</wp:posOffset>
                  </wp:positionV>
                  <wp:extent cx="1987955" cy="2047875"/>
                  <wp:effectExtent l="0" t="0" r="0" b="0"/>
                  <wp:wrapSquare wrapText="bothSides"/>
                  <wp:docPr id="40948160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481602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955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6338">
              <w:rPr>
                <w:rFonts w:ascii="Arial" w:hAnsi="Arial" w:cs="Arial"/>
              </w:rPr>
              <w:t>OKNO DVOUKŘÍDLÉ</w:t>
            </w:r>
            <w:r>
              <w:rPr>
                <w:rFonts w:ascii="Arial" w:hAnsi="Arial" w:cs="Arial"/>
              </w:rPr>
              <w:t xml:space="preserve"> PRAVÉ</w:t>
            </w:r>
          </w:p>
          <w:p w14:paraId="78CD75D0" w14:textId="315A38D8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Rozměr </w:t>
            </w:r>
            <w:r w:rsidR="00C411E4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00 × 1800 mm</w:t>
            </w:r>
          </w:p>
          <w:p w14:paraId="7D2DAE2F" w14:textId="5A9E0F5D" w:rsidR="00966338" w:rsidRP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horní otevírav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sklopn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pravé,</w:t>
            </w:r>
            <w:r>
              <w:rPr>
                <w:rFonts w:ascii="Arial" w:hAnsi="Arial" w:cs="Arial"/>
              </w:rPr>
              <w:t xml:space="preserve"> s</w:t>
            </w:r>
            <w:r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Pr="00966338">
              <w:rPr>
                <w:rFonts w:ascii="Arial" w:hAnsi="Arial" w:cs="Arial"/>
              </w:rPr>
              <w:t>sklopn</w:t>
            </w:r>
            <w:r>
              <w:rPr>
                <w:rFonts w:ascii="Arial" w:hAnsi="Arial" w:cs="Arial"/>
              </w:rPr>
              <w:t>é</w:t>
            </w:r>
          </w:p>
          <w:p w14:paraId="40B98281" w14:textId="700C293D" w:rsidR="00966338" w:rsidRDefault="00966338" w:rsidP="0096633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49157266" w14:textId="4C653B65" w:rsidR="0044274E" w:rsidRDefault="0044274E" w:rsidP="00966338">
            <w:pPr>
              <w:keepNext/>
              <w:jc w:val="left"/>
              <w:rPr>
                <w:rFonts w:ascii="Arial" w:hAnsi="Arial" w:cs="Arial"/>
              </w:rPr>
            </w:pPr>
          </w:p>
          <w:p w14:paraId="69AC8C96" w14:textId="77777777" w:rsidR="00966338" w:rsidRDefault="0096633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70F1EE1C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80078C2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F205D42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8194DEC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347ED34" w14:textId="3055E6CB" w:rsidR="00C411E4" w:rsidRPr="004032EA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393585CC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501E31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472E2C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0672767D" w14:textId="78894B2A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038417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EA991A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55AA2D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12734F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28275CB8" w14:textId="4615896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6" w:type="pct"/>
            <w:vMerge/>
          </w:tcPr>
          <w:p w14:paraId="091CBDC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C83E9E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A46628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93EB63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35E1991A" w14:textId="4345646D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6" w:type="pct"/>
            <w:vMerge/>
          </w:tcPr>
          <w:p w14:paraId="2ABB3F9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373B8F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BB0755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B93712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2682B53" w14:textId="582A76EC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6" w:type="pct"/>
            <w:vMerge/>
          </w:tcPr>
          <w:p w14:paraId="3152E04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685DF0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98B06F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0597E10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2EA1214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C08AB7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8C9172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0DDEC62F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108 (2ks), 111, 112,</w:t>
            </w:r>
          </w:p>
          <w:p w14:paraId="3665C102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205, 209 (2ks), 213,</w:t>
            </w:r>
          </w:p>
          <w:p w14:paraId="2589513D" w14:textId="78AA4297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302, 306, 310, 311</w:t>
            </w:r>
          </w:p>
        </w:tc>
        <w:tc>
          <w:tcPr>
            <w:tcW w:w="3706" w:type="pct"/>
            <w:vMerge/>
          </w:tcPr>
          <w:p w14:paraId="1FFE5B7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10CD956E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47F5FB65" w14:textId="77777777" w:rsidTr="002E437B">
        <w:trPr>
          <w:cantSplit/>
          <w:trHeight w:val="70"/>
          <w:jc w:val="center"/>
        </w:trPr>
        <w:tc>
          <w:tcPr>
            <w:tcW w:w="472" w:type="pct"/>
            <w:tcBorders>
              <w:bottom w:val="nil"/>
            </w:tcBorders>
          </w:tcPr>
          <w:p w14:paraId="72F244F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534C1E41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A3186BF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490B0CC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3F53C621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42BA2802" w14:textId="4842CB39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8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7A9DB82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0FAEB1CC" w14:textId="702126F4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49F3B126" w14:textId="4CC856C4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22571264" wp14:editId="7C7376BE">
                  <wp:simplePos x="0" y="0"/>
                  <wp:positionH relativeFrom="column">
                    <wp:posOffset>2735580</wp:posOffset>
                  </wp:positionH>
                  <wp:positionV relativeFrom="paragraph">
                    <wp:posOffset>0</wp:posOffset>
                  </wp:positionV>
                  <wp:extent cx="1929589" cy="2028825"/>
                  <wp:effectExtent l="0" t="0" r="0" b="0"/>
                  <wp:wrapSquare wrapText="bothSides"/>
                  <wp:docPr id="49894509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94509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589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DVOUKŘÍDLÉ LEVÉ</w:t>
            </w:r>
          </w:p>
          <w:p w14:paraId="24DFD0A1" w14:textId="7ECFD24D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1500 × 1800 mm</w:t>
            </w:r>
          </w:p>
          <w:p w14:paraId="39537174" w14:textId="6BE6CE85" w:rsidR="00C411E4" w:rsidRPr="00966338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horní otevírav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sklopn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levé</w:t>
            </w:r>
            <w:r w:rsidRPr="0096633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s</w:t>
            </w:r>
            <w:r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Pr="00966338">
              <w:rPr>
                <w:rFonts w:ascii="Arial" w:hAnsi="Arial" w:cs="Arial"/>
              </w:rPr>
              <w:t>sklopn</w:t>
            </w:r>
            <w:r>
              <w:rPr>
                <w:rFonts w:ascii="Arial" w:hAnsi="Arial" w:cs="Arial"/>
              </w:rPr>
              <w:t>é</w:t>
            </w:r>
          </w:p>
          <w:p w14:paraId="5134351F" w14:textId="0DE17678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50387413" w14:textId="38882170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</w:p>
          <w:p w14:paraId="7674DF3F" w14:textId="77777777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4150B8A1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CF69107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F50C910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97FB6EE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BE79BE0" w14:textId="655B6715" w:rsidR="00C411E4" w:rsidRPr="004032EA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7A854C0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BE4AD1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ED121A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1805A6EB" w14:textId="42E05C1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2BE13A4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A4EE83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6C3402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B81D3B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6EA302DE" w14:textId="3438FB14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06" w:type="pct"/>
            <w:vMerge/>
          </w:tcPr>
          <w:p w14:paraId="7EB1E94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136F95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02E577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CDE953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620F847F" w14:textId="0904EE4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085ADF5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690E0F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507D47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86FE2D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675DBEEC" w14:textId="1D35121A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6" w:type="pct"/>
            <w:vMerge/>
          </w:tcPr>
          <w:p w14:paraId="127250C2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983D22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F13504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2FC7B6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0B16172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ED332A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121A32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3043E8AA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101, 108, 113,</w:t>
            </w:r>
          </w:p>
          <w:p w14:paraId="384186C4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209,</w:t>
            </w:r>
          </w:p>
          <w:p w14:paraId="027C83C8" w14:textId="44DBF235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309, 315</w:t>
            </w:r>
          </w:p>
        </w:tc>
        <w:tc>
          <w:tcPr>
            <w:tcW w:w="3706" w:type="pct"/>
            <w:vMerge/>
          </w:tcPr>
          <w:p w14:paraId="7DD8521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46E24EB5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127D6E1A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6B3D8B2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30FB274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7C3DE5FA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6DAC9FD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4976B0F5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70F59151" w14:textId="21C74FBF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9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17D4C14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58073CD2" w14:textId="2DD08B70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7436FD33" w14:textId="2908FCF1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7296B8F3" wp14:editId="1029073C">
                  <wp:simplePos x="0" y="0"/>
                  <wp:positionH relativeFrom="column">
                    <wp:posOffset>2859405</wp:posOffset>
                  </wp:positionH>
                  <wp:positionV relativeFrom="paragraph">
                    <wp:posOffset>27305</wp:posOffset>
                  </wp:positionV>
                  <wp:extent cx="1888490" cy="2166620"/>
                  <wp:effectExtent l="0" t="0" r="0" b="5080"/>
                  <wp:wrapSquare wrapText="bothSides"/>
                  <wp:docPr id="146646642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46642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490" cy="216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DVOUKŘÍDLÉ PRAVÉ (SE ŠTULPEM)</w:t>
            </w:r>
          </w:p>
          <w:p w14:paraId="7C9C8C27" w14:textId="6552E827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1500 × 1800 mm</w:t>
            </w:r>
          </w:p>
          <w:p w14:paraId="3CE36C41" w14:textId="5D522742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 středového sloupku </w:t>
            </w:r>
          </w:p>
          <w:p w14:paraId="1CB9B379" w14:textId="4C38420E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 xml:space="preserve">Křídla: </w:t>
            </w:r>
            <w:r>
              <w:rPr>
                <w:rFonts w:ascii="Arial" w:hAnsi="Arial" w:cs="Arial"/>
              </w:rPr>
              <w:t>pravé sklopné, levé</w:t>
            </w:r>
          </w:p>
          <w:p w14:paraId="35FEC090" w14:textId="2CC57784" w:rsidR="00C411E4" w:rsidRDefault="00C411E4" w:rsidP="00C411E4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Příslušenství: uzamykatelná klika (okno bude sloužit jako přístup na střechu objektu)</w:t>
            </w:r>
          </w:p>
          <w:p w14:paraId="3B44209F" w14:textId="77777777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</w:p>
          <w:p w14:paraId="084FAFC6" w14:textId="77777777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</w:p>
          <w:p w14:paraId="3146FB78" w14:textId="77777777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</w:p>
          <w:p w14:paraId="64667A1A" w14:textId="77777777" w:rsidR="00C411E4" w:rsidRDefault="00C411E4" w:rsidP="00C411E4">
            <w:pPr>
              <w:keepNext/>
              <w:jc w:val="left"/>
              <w:rPr>
                <w:rFonts w:ascii="Arial" w:hAnsi="Arial" w:cs="Arial"/>
              </w:rPr>
            </w:pPr>
          </w:p>
          <w:p w14:paraId="6126B27E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8B52C71" w14:textId="7285A40B" w:rsidR="00C411E4" w:rsidRPr="004032EA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15A3E6B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96F92E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86370F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19F1DE1F" w14:textId="34821F6E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EE300D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6AF2BC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BD6AD5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05C562B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0068B41E" w14:textId="7EFC8D5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BD287C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544E05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92EE3F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6EBFB1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660D1120" w14:textId="39C6F5E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1E56DC0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384398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E5F995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48969E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56AFB215" w14:textId="20D595A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2D4FA54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1C1565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29F0A3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0A57BF9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635DD50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CB699A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11A0C5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2F57488F" w14:textId="58750507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305</w:t>
            </w:r>
          </w:p>
        </w:tc>
        <w:tc>
          <w:tcPr>
            <w:tcW w:w="3706" w:type="pct"/>
            <w:vMerge/>
          </w:tcPr>
          <w:p w14:paraId="4287543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0820BE9F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56AB450B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78B6109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7BA76E48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613EC30E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3FCDD68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24BB6A57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03848E97" w14:textId="32CA5F8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10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0F5EF74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4941DA2D" w14:textId="3CDA5074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5E4187F7" w14:textId="416C18F6" w:rsidR="00F37D2D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0768" behindDoc="0" locked="0" layoutInCell="1" allowOverlap="1" wp14:anchorId="1C9C73CC" wp14:editId="05F5CE94">
                  <wp:simplePos x="0" y="0"/>
                  <wp:positionH relativeFrom="column">
                    <wp:posOffset>2745740</wp:posOffset>
                  </wp:positionH>
                  <wp:positionV relativeFrom="paragraph">
                    <wp:posOffset>0</wp:posOffset>
                  </wp:positionV>
                  <wp:extent cx="2005965" cy="880110"/>
                  <wp:effectExtent l="0" t="0" r="0" b="0"/>
                  <wp:wrapSquare wrapText="bothSides"/>
                  <wp:docPr id="54856271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56271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965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710B">
              <w:rPr>
                <w:rFonts w:ascii="Arial" w:hAnsi="Arial" w:cs="Arial"/>
              </w:rPr>
              <w:t>OKNO JEDNOKŘÍDLÉ</w:t>
            </w:r>
            <w:r w:rsidR="003E0729">
              <w:rPr>
                <w:rFonts w:ascii="Arial" w:hAnsi="Arial" w:cs="Arial"/>
              </w:rPr>
              <w:t xml:space="preserve"> SKLOPNÉ</w:t>
            </w:r>
          </w:p>
          <w:p w14:paraId="0FB4E859" w14:textId="11F00E95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1500 × 550 mm</w:t>
            </w:r>
          </w:p>
          <w:p w14:paraId="7E5BD9B1" w14:textId="1B4B060D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6E68FE46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4EB5C0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435686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5FF23F28" w14:textId="1E4D3B7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06" w:type="pct"/>
            <w:vMerge/>
          </w:tcPr>
          <w:p w14:paraId="6B6DCD4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06F110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CEFA96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142DCD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1D1FDB36" w14:textId="13F04A4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A2960A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0AA622E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FEC681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B624FE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45A08CC3" w14:textId="045F840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3B44FCF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45D14BC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3856A9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057ABB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2E63DC3B" w14:textId="5F57E2E4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8049F3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15E2C4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1F177F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1795235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4F789E4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1AD143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4D5184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2E121585" w14:textId="00D05F57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001, 004, 008, 009</w:t>
            </w:r>
          </w:p>
        </w:tc>
        <w:tc>
          <w:tcPr>
            <w:tcW w:w="3706" w:type="pct"/>
            <w:vMerge/>
          </w:tcPr>
          <w:p w14:paraId="06D0572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4DA2C6EB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4D26E78D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2EC708D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24A9D61A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2876250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3ED359C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462BCF14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88DED07" w14:textId="1EACF555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11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27CB197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359C7745" w14:textId="567020F5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26E63D0E" w14:textId="52E76D7D" w:rsidR="003E0729" w:rsidRDefault="003E0729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52868D5C" wp14:editId="0320374A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0</wp:posOffset>
                  </wp:positionV>
                  <wp:extent cx="1403350" cy="924560"/>
                  <wp:effectExtent l="0" t="0" r="6350" b="8890"/>
                  <wp:wrapSquare wrapText="bothSides"/>
                  <wp:docPr id="205212316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123162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50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JEDNOKŘÍDLÉ SKLOPNÉ</w:t>
            </w:r>
          </w:p>
          <w:p w14:paraId="69C11BD9" w14:textId="1AAFAF85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900 × 550 mm</w:t>
            </w:r>
          </w:p>
          <w:p w14:paraId="4E985CC5" w14:textId="4E70A7EF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018A72B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9B4001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9754E2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1444CE92" w14:textId="5FC142E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706" w:type="pct"/>
            <w:vMerge/>
          </w:tcPr>
          <w:p w14:paraId="2EB56FB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D56C31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75F2CF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94D0E2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7C257863" w14:textId="1430D9C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48855F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BD148A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48630F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B10C8F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7DF9D09D" w14:textId="311EBDA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3C51C0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328519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6DC2DB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7D2AE9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8814414" w14:textId="035E387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221D8FF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8DF597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CCDFDE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2592FCD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12FA56C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C5D9CE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B7745C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49BBC0B3" w14:textId="13653CD4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 xml:space="preserve">006 (2ks), 007 (3ks), 008, 009 (3ks), 010 </w:t>
            </w:r>
            <w:r w:rsidR="00C411E4">
              <w:rPr>
                <w:rFonts w:ascii="Arial" w:hAnsi="Arial" w:cs="Arial"/>
              </w:rPr>
              <w:t>(</w:t>
            </w:r>
            <w:r w:rsidRPr="002E437B">
              <w:rPr>
                <w:rFonts w:ascii="Arial" w:hAnsi="Arial" w:cs="Arial"/>
              </w:rPr>
              <w:t>2ks)</w:t>
            </w:r>
          </w:p>
        </w:tc>
        <w:tc>
          <w:tcPr>
            <w:tcW w:w="3706" w:type="pct"/>
            <w:vMerge/>
          </w:tcPr>
          <w:p w14:paraId="42DC66B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607CCCBB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3F3E0997" w14:textId="77777777" w:rsidTr="002E437B">
        <w:trPr>
          <w:cantSplit/>
          <w:trHeight w:val="236"/>
          <w:jc w:val="center"/>
        </w:trPr>
        <w:tc>
          <w:tcPr>
            <w:tcW w:w="472" w:type="pct"/>
            <w:tcBorders>
              <w:bottom w:val="nil"/>
            </w:tcBorders>
          </w:tcPr>
          <w:p w14:paraId="521AC0A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675E8569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303101CF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631F34E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3726B68D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4A02C71D" w14:textId="56C7B55A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12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679D748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1E8C6CCF" w14:textId="50A7DDD4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166F2FF4" w14:textId="2869EA1D" w:rsidR="003E0729" w:rsidRDefault="00C411E4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5DC682FA" wp14:editId="476830AD">
                  <wp:simplePos x="0" y="0"/>
                  <wp:positionH relativeFrom="column">
                    <wp:posOffset>3320036</wp:posOffset>
                  </wp:positionH>
                  <wp:positionV relativeFrom="paragraph">
                    <wp:posOffset>503</wp:posOffset>
                  </wp:positionV>
                  <wp:extent cx="1399536" cy="1200150"/>
                  <wp:effectExtent l="0" t="0" r="0" b="0"/>
                  <wp:wrapSquare wrapText="bothSides"/>
                  <wp:docPr id="182845767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457672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536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0729">
              <w:rPr>
                <w:rFonts w:ascii="Arial" w:hAnsi="Arial" w:cs="Arial"/>
              </w:rPr>
              <w:t>OKNO JEDNOKŘÍDLÉ OTEVÍRAVÉ SKLOPNÉ LEVÉ</w:t>
            </w:r>
          </w:p>
          <w:p w14:paraId="428F5C49" w14:textId="5E8ED40D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900 × 900 mm</w:t>
            </w:r>
          </w:p>
          <w:p w14:paraId="2F5E7A15" w14:textId="77777777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EF58E96" w14:textId="77777777" w:rsidR="00D90BC0" w:rsidRDefault="00D90BC0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C943862" w14:textId="77777777" w:rsidR="00D90BC0" w:rsidRDefault="00D90BC0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099B8CF" w14:textId="77777777" w:rsidR="00D90BC0" w:rsidRDefault="00D90BC0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0C370E27" w14:textId="3BCB02D9" w:rsidR="00D90BC0" w:rsidRPr="004032EA" w:rsidRDefault="00D90BC0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756DB1A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336048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A58AFE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2761B465" w14:textId="52F5F03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A52615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CD9374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C454C7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992D07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705516C9" w14:textId="400E7FB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0B5812E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8FFE06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42B5E9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ED8839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633E5083" w14:textId="07479A9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8A3A50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AF3BAD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B50B2D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1EA0A1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2A921DB3" w14:textId="6101F196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28A33D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EF9E40E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352932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11E3437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569FE3F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B542786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3AEDF0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46AFDA20" w14:textId="17E0659B" w:rsidR="00F37D2D" w:rsidRPr="004032EA" w:rsidRDefault="002E437B" w:rsidP="00C411E4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129,</w:t>
            </w:r>
            <w:r w:rsidR="00C411E4">
              <w:rPr>
                <w:rFonts w:ascii="Arial" w:hAnsi="Arial" w:cs="Arial"/>
              </w:rPr>
              <w:t xml:space="preserve"> </w:t>
            </w:r>
            <w:r w:rsidRPr="002E437B">
              <w:rPr>
                <w:rFonts w:ascii="Arial" w:hAnsi="Arial" w:cs="Arial"/>
              </w:rPr>
              <w:t>217</w:t>
            </w:r>
          </w:p>
        </w:tc>
        <w:tc>
          <w:tcPr>
            <w:tcW w:w="3706" w:type="pct"/>
            <w:vMerge/>
          </w:tcPr>
          <w:p w14:paraId="634FE6B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17BD3EB1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78D39234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1C1DC75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D75AFEC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66EABD9C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5678F17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5DEA9CF8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79CD564" w14:textId="67D9B48D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13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06B34AF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274F1C27" w14:textId="229DEED2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31E4CB64" w14:textId="666C5DA6" w:rsidR="003E0729" w:rsidRDefault="003E0729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2575" behindDoc="0" locked="0" layoutInCell="1" allowOverlap="1" wp14:anchorId="6C758240" wp14:editId="5067231E">
                  <wp:simplePos x="0" y="0"/>
                  <wp:positionH relativeFrom="margin">
                    <wp:posOffset>3780130</wp:posOffset>
                  </wp:positionH>
                  <wp:positionV relativeFrom="margin">
                    <wp:posOffset>48771</wp:posOffset>
                  </wp:positionV>
                  <wp:extent cx="969645" cy="1335405"/>
                  <wp:effectExtent l="0" t="0" r="1905" b="0"/>
                  <wp:wrapSquare wrapText="bothSides"/>
                  <wp:docPr id="7169796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97963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645" cy="1335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 xml:space="preserve"> OKNO JEDNOKŘÍDLÉ OTEVÍRAVÉ SKLOPNÉ LEVÉ</w:t>
            </w:r>
          </w:p>
          <w:p w14:paraId="315B8D4D" w14:textId="62BC21DF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600 × 1200 mm</w:t>
            </w:r>
          </w:p>
          <w:p w14:paraId="25AEF64D" w14:textId="07D2C0D4" w:rsidR="00F37D2D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C9EFF58" w14:textId="77777777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71DA931" w14:textId="77777777" w:rsidR="003E0729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276F2C5" w14:textId="77777777" w:rsidR="003E0729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40F6B479" w14:textId="77777777" w:rsidR="003E0729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7D407E0E" w14:textId="77777777" w:rsidR="003E0729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0F7CFC6" w14:textId="56925679" w:rsidR="003E0729" w:rsidRPr="004032EA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5E0CB91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C94BF3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1789B1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4AE38439" w14:textId="1FDFB446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15544CA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7DA155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925AA2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4FE861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536B2953" w14:textId="6413ADEE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511D307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D70022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4723E1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DC5DA9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4A60B172" w14:textId="62046EC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A84384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8CBC9C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D0EECC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09E75F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2A217A1A" w14:textId="5F19E68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155EF5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A680CD7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D08A3B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4F7DAE2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238FB03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9C08CF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4C16C4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60CA4676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114,</w:t>
            </w:r>
          </w:p>
          <w:p w14:paraId="6B64716E" w14:textId="4AFDF907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319</w:t>
            </w:r>
          </w:p>
        </w:tc>
        <w:tc>
          <w:tcPr>
            <w:tcW w:w="3706" w:type="pct"/>
            <w:vMerge/>
          </w:tcPr>
          <w:p w14:paraId="0760704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33B0AE5C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28B479A4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7474E25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431BE039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1F75C29A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03B743E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58A8F0E3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2EAB4D10" w14:textId="16B48BF5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14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7CB8396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427EEF0C" w14:textId="2C13355A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28670B2A" w14:textId="599FE20F" w:rsidR="003E0729" w:rsidRDefault="003E0729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6CC7198E" wp14:editId="70780517">
                  <wp:simplePos x="0" y="0"/>
                  <wp:positionH relativeFrom="column">
                    <wp:posOffset>3736975</wp:posOffset>
                  </wp:positionH>
                  <wp:positionV relativeFrom="paragraph">
                    <wp:posOffset>0</wp:posOffset>
                  </wp:positionV>
                  <wp:extent cx="1005426" cy="1401932"/>
                  <wp:effectExtent l="0" t="0" r="4445" b="8255"/>
                  <wp:wrapSquare wrapText="bothSides"/>
                  <wp:docPr id="17427714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77146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426" cy="140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JEDNOKŘÍDLÉ OTEVÍRAVÉ SKLOPNÉ PRAVÉ</w:t>
            </w:r>
          </w:p>
          <w:p w14:paraId="142410D8" w14:textId="4A6D4BF0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600 × 1200 mm</w:t>
            </w:r>
          </w:p>
          <w:p w14:paraId="1AA575E7" w14:textId="496F9B26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2C63476E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42E29B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A03A8A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596AC219" w14:textId="77F27A9C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FA51D5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1D5AE0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7B8230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E25664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2BD10F8D" w14:textId="2C56A65D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06" w:type="pct"/>
            <w:vMerge/>
          </w:tcPr>
          <w:p w14:paraId="0E4E6DC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032176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D811FE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DB0A12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0C241C29" w14:textId="133902A6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06" w:type="pct"/>
            <w:vMerge/>
          </w:tcPr>
          <w:p w14:paraId="6058F81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8218C5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CB8486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4BE283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7E1920BD" w14:textId="0D274B0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06" w:type="pct"/>
            <w:vMerge/>
          </w:tcPr>
          <w:p w14:paraId="2509E84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210EC8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A11D28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8C7491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404C818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7192F0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E4EFFD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340E60D2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114 (4ks), 115,</w:t>
            </w:r>
          </w:p>
          <w:p w14:paraId="26A53487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214 (5ks),</w:t>
            </w:r>
          </w:p>
          <w:p w14:paraId="67BA8EAF" w14:textId="2ADCE986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317 (4ks), 319</w:t>
            </w:r>
          </w:p>
        </w:tc>
        <w:tc>
          <w:tcPr>
            <w:tcW w:w="3706" w:type="pct"/>
            <w:vMerge/>
          </w:tcPr>
          <w:p w14:paraId="7B00C1D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3F5D2C2F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1EDF690D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4600545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15B04CEC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783BFDE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0464821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7D703EB0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7BCDD024" w14:textId="6F5129E8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15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21B6ECA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01A20BB4" w14:textId="3775681D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4142A8F8" w14:textId="1A6CD59E" w:rsidR="003E0729" w:rsidRDefault="00C411E4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280D1F4E" wp14:editId="369AECB7">
                  <wp:simplePos x="0" y="0"/>
                  <wp:positionH relativeFrom="column">
                    <wp:posOffset>3805555</wp:posOffset>
                  </wp:positionH>
                  <wp:positionV relativeFrom="paragraph">
                    <wp:posOffset>32385</wp:posOffset>
                  </wp:positionV>
                  <wp:extent cx="924560" cy="775335"/>
                  <wp:effectExtent l="0" t="0" r="8890" b="5715"/>
                  <wp:wrapSquare wrapText="bothSides"/>
                  <wp:docPr id="71299209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992098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60" cy="77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0729">
              <w:rPr>
                <w:rFonts w:ascii="Arial" w:hAnsi="Arial" w:cs="Arial"/>
              </w:rPr>
              <w:t>OKNO JEDNOKŘÍDLÉ OTEVÍRAVÉ SKLOPNÉ PRAVÉ</w:t>
            </w:r>
          </w:p>
          <w:p w14:paraId="35590FFB" w14:textId="68C2F639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550 × 550 mm</w:t>
            </w:r>
          </w:p>
          <w:p w14:paraId="40A7B8FB" w14:textId="25202032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06C9939E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621D28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A95A6B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0A2953A9" w14:textId="2E27F8F4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706" w:type="pct"/>
            <w:vMerge/>
          </w:tcPr>
          <w:p w14:paraId="6E7B2F1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F15380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E30D25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2031BF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3C53C498" w14:textId="4E866901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4A9BF1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A30F0D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C12B6C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4FA315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1D4433B9" w14:textId="15772654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C80F48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238460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293A11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497284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05EFEAA2" w14:textId="17062BA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008F1FC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CF32DA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3E399E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5D948D4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26FC025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E73301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82C572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281794E9" w14:textId="65186E72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003 (2ks), 013, 014 (4ks)</w:t>
            </w:r>
          </w:p>
        </w:tc>
        <w:tc>
          <w:tcPr>
            <w:tcW w:w="3706" w:type="pct"/>
            <w:vMerge/>
          </w:tcPr>
          <w:p w14:paraId="2BB8752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4F2127CA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63A41FF1" w14:textId="77777777" w:rsidTr="003E0729">
        <w:trPr>
          <w:cantSplit/>
          <w:trHeight w:val="87"/>
          <w:jc w:val="center"/>
        </w:trPr>
        <w:tc>
          <w:tcPr>
            <w:tcW w:w="472" w:type="pct"/>
            <w:tcBorders>
              <w:bottom w:val="nil"/>
            </w:tcBorders>
          </w:tcPr>
          <w:p w14:paraId="1FDEF87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47EE3F73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1A04F94B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4BDC75E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459E68AD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2A6A5883" w14:textId="452DCC51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16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4CD26C0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3F868170" w14:textId="62C45B0F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4B0BC977" w14:textId="3D8853EE" w:rsidR="003E0729" w:rsidRDefault="00C411E4" w:rsidP="003E0729">
            <w:pPr>
              <w:keepNext/>
              <w:jc w:val="left"/>
              <w:rPr>
                <w:rFonts w:ascii="Arial" w:hAnsi="Arial" w:cs="Arial"/>
              </w:rPr>
            </w:pPr>
            <w:r w:rsidRPr="00C411E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3208A36F" wp14:editId="1C53AE73">
                  <wp:simplePos x="0" y="0"/>
                  <wp:positionH relativeFrom="column">
                    <wp:posOffset>3594735</wp:posOffset>
                  </wp:positionH>
                  <wp:positionV relativeFrom="paragraph">
                    <wp:posOffset>57785</wp:posOffset>
                  </wp:positionV>
                  <wp:extent cx="1073785" cy="962025"/>
                  <wp:effectExtent l="0" t="0" r="0" b="9525"/>
                  <wp:wrapSquare wrapText="bothSides"/>
                  <wp:docPr id="156090806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0908069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0729">
              <w:rPr>
                <w:rFonts w:ascii="Arial" w:hAnsi="Arial" w:cs="Arial"/>
              </w:rPr>
              <w:t>OKNO JEDNOKŘÍDLÉ OTEVÍRAVÉ SKLOPNÉ LEVÉ</w:t>
            </w:r>
          </w:p>
          <w:p w14:paraId="1E3CB02D" w14:textId="0D3F495A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500 × 550 mm</w:t>
            </w:r>
          </w:p>
          <w:p w14:paraId="1452D38D" w14:textId="782BE66A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6207111" w14:textId="6D65B1BE" w:rsidR="003E0729" w:rsidRPr="004032EA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57210E5C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92283F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C2DBA1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31495EB3" w14:textId="21E648A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6C2B83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CA8C8F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A30C21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B9341C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4B4E4894" w14:textId="1A7E38B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154329D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3CC4AC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23182F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07B220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4ED4C1D4" w14:textId="775181BD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31CD2B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2C33FB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F5DE37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FEC8CB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60DF6108" w14:textId="0CEB2CA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49A693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B90A3A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771311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4C74393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21C4878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63A164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6E42F4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3AF704FF" w14:textId="29B180B2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013</w:t>
            </w:r>
          </w:p>
        </w:tc>
        <w:tc>
          <w:tcPr>
            <w:tcW w:w="3706" w:type="pct"/>
            <w:vMerge/>
          </w:tcPr>
          <w:p w14:paraId="31877FA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26798B3A" w14:textId="72FA18A3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6570E1E3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384DA75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1618E82E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548FFC0F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32C5B30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0AB3A8BE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3696A7F8" w14:textId="6B871052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17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4CB69B2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146AFAA4" w14:textId="351C6885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6C62438F" w14:textId="46855EE1" w:rsidR="003E0729" w:rsidRDefault="00C411E4" w:rsidP="003E0729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1DE4051C" wp14:editId="5C5716C1">
                  <wp:simplePos x="0" y="0"/>
                  <wp:positionH relativeFrom="margin">
                    <wp:posOffset>3573780</wp:posOffset>
                  </wp:positionH>
                  <wp:positionV relativeFrom="margin">
                    <wp:posOffset>36830</wp:posOffset>
                  </wp:positionV>
                  <wp:extent cx="1219835" cy="1336675"/>
                  <wp:effectExtent l="0" t="0" r="0" b="0"/>
                  <wp:wrapSquare wrapText="bothSides"/>
                  <wp:docPr id="137359305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593056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835" cy="133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0729">
              <w:rPr>
                <w:rFonts w:ascii="Arial" w:hAnsi="Arial" w:cs="Arial"/>
              </w:rPr>
              <w:t>OKNO JEDNOKŘÍDLÉ OTEVÍRAVÉ SKLOPNÉ LEVÉ</w:t>
            </w:r>
          </w:p>
          <w:p w14:paraId="10C6B917" w14:textId="0D5DE8A7" w:rsidR="003E0729" w:rsidRPr="003E0729" w:rsidRDefault="003E0729" w:rsidP="003E072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600 × 900 mm</w:t>
            </w:r>
          </w:p>
          <w:p w14:paraId="2470E466" w14:textId="0EFE22AF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2FB490F" w14:textId="77777777" w:rsidR="003E0729" w:rsidRDefault="003E0729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14C0640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04335D04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04BA0C95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3035B334" w14:textId="77777777" w:rsidR="00C411E4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71E2664" w14:textId="2E66291B" w:rsidR="00C411E4" w:rsidRPr="004032EA" w:rsidRDefault="00C411E4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72D555F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95D2F6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6F06CF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009124D0" w14:textId="1DE2811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B3DF46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266885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D503F3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0A963AA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40552DDA" w14:textId="157F5A3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6" w:type="pct"/>
            <w:vMerge/>
          </w:tcPr>
          <w:p w14:paraId="1ECCD07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33D2B2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289A8B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61AE51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20D2ED42" w14:textId="51B4204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6E4D145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5D81B03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CADE80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6AC86A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13B7852D" w14:textId="064653A1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027CB92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D78AAA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E90EFA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29468E8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12D7D7A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CE59C9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937E77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0B6AFFF" w14:textId="14FC30E2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128 (2ks)</w:t>
            </w:r>
          </w:p>
        </w:tc>
        <w:tc>
          <w:tcPr>
            <w:tcW w:w="3706" w:type="pct"/>
            <w:vMerge/>
          </w:tcPr>
          <w:p w14:paraId="4B8A8A3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3A3C59CC" w14:textId="7EB3326A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6D03E8" w:rsidRPr="004032EA" w14:paraId="769D5143" w14:textId="77777777" w:rsidTr="00F37D2D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182D5C05" w14:textId="2AF77F8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1F2FD9D3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09C43B5D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7" w:type="pct"/>
            <w:tcBorders>
              <w:left w:val="single" w:sz="4" w:space="0" w:color="auto"/>
              <w:bottom w:val="nil"/>
            </w:tcBorders>
          </w:tcPr>
          <w:p w14:paraId="48260BB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39BB93C2" w14:textId="77777777" w:rsidTr="00F37D2D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0C435DFF" w14:textId="7AFE7460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18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0F79AD6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49FEBB09" w14:textId="5302FE2F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7" w:type="pct"/>
            <w:vMerge w:val="restart"/>
            <w:tcBorders>
              <w:top w:val="nil"/>
            </w:tcBorders>
          </w:tcPr>
          <w:p w14:paraId="455F93D0" w14:textId="77777777" w:rsidR="006D03E8" w:rsidRDefault="006D03E8" w:rsidP="006D03E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OKENNÍ SESTAVA 2×2</w:t>
            </w:r>
          </w:p>
          <w:p w14:paraId="7EB66667" w14:textId="41390321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1900 × 1800 mm</w:t>
            </w:r>
          </w:p>
          <w:p w14:paraId="36838770" w14:textId="77777777" w:rsidR="006D03E8" w:rsidRPr="0096633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horní otevíravá sklopná (1 levé, 1 pravé),</w:t>
            </w:r>
            <w:r>
              <w:rPr>
                <w:rFonts w:ascii="Arial" w:hAnsi="Arial" w:cs="Arial"/>
              </w:rPr>
              <w:t xml:space="preserve"> s</w:t>
            </w:r>
            <w:r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Pr="00966338">
              <w:rPr>
                <w:rFonts w:ascii="Arial" w:hAnsi="Arial" w:cs="Arial"/>
              </w:rPr>
              <w:t>sklopná</w:t>
            </w:r>
          </w:p>
          <w:p w14:paraId="797F8121" w14:textId="49D77F28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1D7ADF4E" w14:textId="2B86DAC1" w:rsidR="006D03E8" w:rsidRDefault="006D03E8" w:rsidP="006D03E8">
            <w:pPr>
              <w:keepNext/>
              <w:jc w:val="left"/>
              <w:rPr>
                <w:rFonts w:ascii="Arial" w:hAnsi="Arial" w:cs="Arial"/>
              </w:rPr>
            </w:pPr>
            <w:r w:rsidRPr="006D03E8">
              <w:rPr>
                <w:rFonts w:ascii="Arial" w:hAnsi="Arial" w:cs="Arial"/>
                <w:noProof/>
              </w:rPr>
              <w:drawing>
                <wp:inline distT="0" distB="0" distL="0" distR="0" wp14:anchorId="6F82E4EB" wp14:editId="0B94FE2A">
                  <wp:extent cx="2901735" cy="2598420"/>
                  <wp:effectExtent l="0" t="0" r="0" b="0"/>
                  <wp:docPr id="1377039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039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957" cy="260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5A27F4" w14:textId="16844A3D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5F59CE" w:rsidRPr="004032EA" w14:paraId="41C27CCF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6C20445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CEA35F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30250A7D" w14:textId="34DE41D8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18103B5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5801B5FD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5D3AEE1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8CD8B0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405A6F3E" w14:textId="4D90BD1B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686A7B1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0895A7ED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54AF9C6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010E28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52D03D13" w14:textId="44B3932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7" w:type="pct"/>
            <w:vMerge/>
          </w:tcPr>
          <w:p w14:paraId="19C3D38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5DD90076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7057DB1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57C800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4479C60" w14:textId="3820C038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0A46EC0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8DD4A4F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68F392B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351881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7" w:type="pct"/>
            <w:vMerge/>
          </w:tcPr>
          <w:p w14:paraId="49DEF15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ECEC2F3" w14:textId="77777777" w:rsidTr="00F37D2D">
        <w:trPr>
          <w:cantSplit/>
          <w:jc w:val="center"/>
        </w:trPr>
        <w:tc>
          <w:tcPr>
            <w:tcW w:w="472" w:type="pct"/>
            <w:vMerge/>
          </w:tcPr>
          <w:p w14:paraId="2C7878E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24C37609" w14:textId="6CED8BB5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226</w:t>
            </w:r>
          </w:p>
        </w:tc>
        <w:tc>
          <w:tcPr>
            <w:tcW w:w="3707" w:type="pct"/>
            <w:vMerge/>
          </w:tcPr>
          <w:p w14:paraId="7994069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7BDDE81C" w14:textId="48E24B62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47583149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0B1E805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2C2E0C61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7D9DB45C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261D266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6E7CB0F2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1D67A9DE" w14:textId="7BFFB495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19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2CEC762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067D7B1B" w14:textId="5B7AECA6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675F305D" w14:textId="6752CF5C" w:rsidR="003E0729" w:rsidRPr="003E0729" w:rsidRDefault="003E0729" w:rsidP="003E0729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E0729">
              <w:rPr>
                <w:rFonts w:ascii="Arial" w:eastAsia="Times New Roman" w:hAnsi="Arial" w:cs="Arial"/>
                <w:color w:val="000000"/>
                <w:lang w:eastAsia="cs-CZ"/>
              </w:rPr>
              <w:t>OKENNÍ SESTAVA – SCHODIŠTĚ</w:t>
            </w:r>
          </w:p>
          <w:p w14:paraId="20232818" w14:textId="3100BF32" w:rsidR="003E0729" w:rsidRDefault="003E0729" w:rsidP="003E0729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Rozměr: 2000 × 4750 mm</w:t>
            </w:r>
          </w:p>
          <w:p w14:paraId="49CF4683" w14:textId="6EE9F32E" w:rsidR="003E0729" w:rsidRPr="003E0729" w:rsidRDefault="003E0729" w:rsidP="003E0729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E0729">
              <w:rPr>
                <w:rFonts w:ascii="Arial" w:eastAsia="Times New Roman" w:hAnsi="Arial" w:cs="Arial"/>
                <w:color w:val="000000"/>
                <w:lang w:eastAsia="cs-CZ"/>
              </w:rPr>
              <w:t>Fixní zasklení v kombinaci s 3 sklopnými křídly (horní křídlo bude vybaveno pákovým ovladačem)</w:t>
            </w:r>
          </w:p>
          <w:p w14:paraId="2FD0EA8E" w14:textId="77777777" w:rsidR="003E0729" w:rsidRPr="003E0729" w:rsidRDefault="003E0729" w:rsidP="003E0729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E0729">
              <w:rPr>
                <w:rFonts w:ascii="Arial" w:eastAsia="Times New Roman" w:hAnsi="Arial" w:cs="Arial"/>
                <w:color w:val="000000"/>
                <w:lang w:eastAsia="cs-CZ"/>
              </w:rPr>
              <w:t>V místě betonové schodišťové mezipodesty bude pevný bílý PVC panel</w:t>
            </w:r>
          </w:p>
          <w:p w14:paraId="7CC310B1" w14:textId="77777777" w:rsidR="003E0729" w:rsidRPr="003E0729" w:rsidRDefault="003E0729" w:rsidP="003E0729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E0729">
              <w:rPr>
                <w:rFonts w:ascii="Arial" w:eastAsia="Times New Roman" w:hAnsi="Arial" w:cs="Arial"/>
                <w:color w:val="000000"/>
                <w:lang w:eastAsia="cs-CZ"/>
              </w:rPr>
              <w:t>Fixní zasklení nad schodišťovou podestou bude provedeno z bezpečnostního izolačního trojskla</w:t>
            </w:r>
          </w:p>
          <w:p w14:paraId="5DD71FDD" w14:textId="30467795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29C32F81" wp14:editId="4D6D6657">
                  <wp:extent cx="4333875" cy="6181725"/>
                  <wp:effectExtent l="0" t="0" r="9525" b="9525"/>
                  <wp:docPr id="178240447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404477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4837" cy="621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1A0F66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6E8727C" w14:textId="4369AC3E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29E4763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09D331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9BCF67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1147B3D5" w14:textId="15D5810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06CAB73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5F44E7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C986B7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E5F3FE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67240119" w14:textId="3AC3085D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B4AF70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E6BC5D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873139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1C3FC1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06AC10CD" w14:textId="67249B1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120D2C5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83632D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791FC6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68D152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0D720856" w14:textId="025DDFBA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AB68C6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7883960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249955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BF2CA4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5C47BF7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7C04E4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00E043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44C4CB35" w14:textId="27B60361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204</w:t>
            </w:r>
          </w:p>
        </w:tc>
        <w:tc>
          <w:tcPr>
            <w:tcW w:w="3706" w:type="pct"/>
            <w:vMerge/>
          </w:tcPr>
          <w:p w14:paraId="4CB49B8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3787123E" w14:textId="77777777" w:rsidR="00F37D2D" w:rsidRDefault="00F37D2D" w:rsidP="00F37D2D"/>
    <w:p w14:paraId="48177675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5F59CE" w:rsidRPr="004032EA" w14:paraId="5B54FDFA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472848F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6F83D2C4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2F399B65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500B44A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5F59CE" w:rsidRPr="004032EA" w14:paraId="0C7EDA52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6A034B6" w14:textId="3DBB1A1F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20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2B13229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18234AC9" w14:textId="665CA268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56F5F48B" w14:textId="5BEB7201" w:rsidR="006D03E8" w:rsidRPr="006D03E8" w:rsidRDefault="006D03E8" w:rsidP="006D03E8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03E8">
              <w:rPr>
                <w:rFonts w:ascii="Arial" w:eastAsia="Times New Roman" w:hAnsi="Arial" w:cs="Arial"/>
                <w:color w:val="000000"/>
                <w:lang w:eastAsia="cs-CZ"/>
              </w:rPr>
              <w:t>OKENNÍ SESTAVA – SPOJOVACÍ KRČEK</w:t>
            </w:r>
          </w:p>
          <w:p w14:paraId="770BE108" w14:textId="0AFA82C8" w:rsidR="006D03E8" w:rsidRDefault="006D03E8" w:rsidP="006D03E8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Rozměr: 2200 × 3000 mm</w:t>
            </w:r>
          </w:p>
          <w:p w14:paraId="34B349B8" w14:textId="3A555788" w:rsidR="006D03E8" w:rsidRPr="006D03E8" w:rsidRDefault="006D03E8" w:rsidP="006D03E8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03E8">
              <w:rPr>
                <w:rFonts w:ascii="Arial" w:eastAsia="Times New Roman" w:hAnsi="Arial" w:cs="Arial"/>
                <w:color w:val="000000"/>
                <w:lang w:eastAsia="cs-CZ"/>
              </w:rPr>
              <w:t>Fixní zasklení v kombinaci s 2 sklopnými křídly, která budou vybaveny pákovými ovladači</w:t>
            </w:r>
          </w:p>
          <w:p w14:paraId="5D1FEDC9" w14:textId="77777777" w:rsidR="006D03E8" w:rsidRDefault="006D03E8" w:rsidP="006D03E8">
            <w:pPr>
              <w:pStyle w:val="Odstavecseseznamem"/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03E8">
              <w:rPr>
                <w:rFonts w:ascii="Arial" w:eastAsia="Times New Roman" w:hAnsi="Arial" w:cs="Arial"/>
                <w:color w:val="000000"/>
                <w:lang w:eastAsia="cs-CZ"/>
              </w:rPr>
              <w:t>Spodní fixní zasklení budou z bezpečnostního izolačního trojskla</w:t>
            </w:r>
          </w:p>
          <w:p w14:paraId="30538713" w14:textId="59C13B32" w:rsidR="006D03E8" w:rsidRDefault="006D03E8" w:rsidP="006D03E8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6508E280" wp14:editId="269FAF59">
                  <wp:extent cx="4403701" cy="4338903"/>
                  <wp:effectExtent l="0" t="0" r="0" b="5080"/>
                  <wp:docPr id="50846371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463719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1828" cy="4356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F8B685" w14:textId="2E4206D8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763586B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98A32A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5C56F8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42557A6B" w14:textId="0ACF66B3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44640EC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88CD13D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E7DB9F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853843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7703B280" w14:textId="51A38F4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3E3E31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7BA4D1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D43D4C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E45771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49F63659" w14:textId="0ABBB397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058FC662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E1C2AA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12CE4C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2520D7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50DAB61D" w14:textId="5DE56ED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1895F5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683EC392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99E428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276B35C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56FAA2A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5BDAAC7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AE1AF4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0A86012F" w14:textId="77777777" w:rsidR="002E437B" w:rsidRPr="002E437B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116,</w:t>
            </w:r>
          </w:p>
          <w:p w14:paraId="4F0D03B7" w14:textId="51E8187A" w:rsidR="00F37D2D" w:rsidRPr="004032EA" w:rsidRDefault="002E437B" w:rsidP="002E437B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216</w:t>
            </w:r>
          </w:p>
        </w:tc>
        <w:tc>
          <w:tcPr>
            <w:tcW w:w="3706" w:type="pct"/>
            <w:vMerge/>
          </w:tcPr>
          <w:p w14:paraId="415458A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6F17B708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3CF80D67" w14:textId="77777777" w:rsidTr="006D03E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5CBC460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DD6BF0D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726C2704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7" w:type="pct"/>
            <w:tcBorders>
              <w:left w:val="single" w:sz="4" w:space="0" w:color="auto"/>
              <w:bottom w:val="nil"/>
            </w:tcBorders>
          </w:tcPr>
          <w:p w14:paraId="3A21C7B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0A8282FD" w14:textId="77777777" w:rsidTr="006D03E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1326F24D" w14:textId="6A1BD6CF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21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582A2B32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64C7F1FB" w14:textId="45D8FBED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7" w:type="pct"/>
            <w:vMerge w:val="restart"/>
            <w:tcBorders>
              <w:top w:val="nil"/>
            </w:tcBorders>
          </w:tcPr>
          <w:p w14:paraId="3667C37F" w14:textId="241AC11D" w:rsidR="006D03E8" w:rsidRDefault="006D03E8" w:rsidP="006D03E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06A7F6F9" wp14:editId="0393209C">
                  <wp:simplePos x="0" y="0"/>
                  <wp:positionH relativeFrom="column">
                    <wp:posOffset>2697528</wp:posOffset>
                  </wp:positionH>
                  <wp:positionV relativeFrom="paragraph">
                    <wp:posOffset>120</wp:posOffset>
                  </wp:positionV>
                  <wp:extent cx="2000431" cy="3067050"/>
                  <wp:effectExtent l="0" t="0" r="0" b="0"/>
                  <wp:wrapSquare wrapText="bothSides"/>
                  <wp:docPr id="100307141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071418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431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BALKONOVÉ DVEŘE DVOUKŘÍDLÉ LEVÉ (SE ŠTULPEM)</w:t>
            </w:r>
          </w:p>
          <w:p w14:paraId="45C3AB0A" w14:textId="4C6FC491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1500 × 2350 mm</w:t>
            </w:r>
          </w:p>
          <w:p w14:paraId="7E85788B" w14:textId="33D4C1F9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 středového sloupku </w:t>
            </w:r>
          </w:p>
          <w:p w14:paraId="616E6B7F" w14:textId="0D52CD51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 xml:space="preserve">Křídla: </w:t>
            </w:r>
            <w:r>
              <w:rPr>
                <w:rFonts w:ascii="Arial" w:hAnsi="Arial" w:cs="Arial"/>
              </w:rPr>
              <w:t>levé sklopné, pravé</w:t>
            </w:r>
          </w:p>
          <w:p w14:paraId="641EE2D7" w14:textId="3AB3497C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Příslušenství: uzamykatelná klika (okno bude sloužit jako přístup na terasu)</w:t>
            </w:r>
          </w:p>
          <w:p w14:paraId="38FA5655" w14:textId="66624950" w:rsidR="00F37D2D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056A60B9" w14:textId="77777777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3185DAD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7A4A205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427DCE18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7B97513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2678890C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049F9788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7B8087F1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59B1BB3" w14:textId="1906E7C0" w:rsidR="006D03E8" w:rsidRPr="004032EA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57F67DA4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4BE7D90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87DFFC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34CADA33" w14:textId="30458F3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6521ACF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199DA79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263ECF9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2AF045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1F4541D6" w14:textId="7792E0FA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3EFB813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4D3DFA9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165F419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F639AA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0B30512F" w14:textId="58CDCE08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7" w:type="pct"/>
            <w:vMerge/>
          </w:tcPr>
          <w:p w14:paraId="57A7361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537AECB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0F382A2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8B669F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090B36D8" w14:textId="6A65E271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0E43AC5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3C8B0489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5439812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3D1BB19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7" w:type="pct"/>
            <w:vMerge/>
          </w:tcPr>
          <w:p w14:paraId="6A78EF8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3529706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3C39CF7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0D8DDF4" w14:textId="0F3A150B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202</w:t>
            </w:r>
          </w:p>
        </w:tc>
        <w:tc>
          <w:tcPr>
            <w:tcW w:w="3707" w:type="pct"/>
            <w:vMerge/>
          </w:tcPr>
          <w:p w14:paraId="6AC78552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12787AF4" w14:textId="77777777" w:rsidR="00F37D2D" w:rsidRDefault="00F37D2D" w:rsidP="00F37D2D"/>
    <w:p w14:paraId="35E38239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52DC2F50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7407994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6290FB95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6F107072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64B6C62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03B07BA6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41000E7" w14:textId="0FAD6B5A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22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54FF8CE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6ACCBAAD" w14:textId="61AD0B93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12C04CA8" w14:textId="6BEA390F" w:rsidR="006D03E8" w:rsidRDefault="006D03E8" w:rsidP="006D03E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6912" behindDoc="0" locked="0" layoutInCell="1" allowOverlap="1" wp14:anchorId="66EDDAE0" wp14:editId="73BE2E2B">
                  <wp:simplePos x="0" y="0"/>
                  <wp:positionH relativeFrom="column">
                    <wp:posOffset>2858902</wp:posOffset>
                  </wp:positionH>
                  <wp:positionV relativeFrom="paragraph">
                    <wp:posOffset>84</wp:posOffset>
                  </wp:positionV>
                  <wp:extent cx="1883833" cy="2133600"/>
                  <wp:effectExtent l="0" t="0" r="2540" b="0"/>
                  <wp:wrapSquare wrapText="bothSides"/>
                  <wp:docPr id="53324443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244433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833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DVOUKŘÍDLÉ LEVÉ</w:t>
            </w:r>
          </w:p>
          <w:p w14:paraId="7649923C" w14:textId="3F686F0D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 1200 × 1800 mm</w:t>
            </w:r>
          </w:p>
          <w:p w14:paraId="7F7BF364" w14:textId="7C4D49C7" w:rsidR="006D03E8" w:rsidRPr="0096633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966338">
              <w:rPr>
                <w:rFonts w:ascii="Arial" w:hAnsi="Arial" w:cs="Arial"/>
              </w:rPr>
              <w:t>Křídla: horní otevírav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sklopn</w:t>
            </w:r>
            <w:r>
              <w:rPr>
                <w:rFonts w:ascii="Arial" w:hAnsi="Arial" w:cs="Arial"/>
              </w:rPr>
              <w:t>é</w:t>
            </w:r>
            <w:r w:rsidRPr="0096633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levé</w:t>
            </w:r>
            <w:r w:rsidRPr="0096633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s</w:t>
            </w:r>
            <w:r w:rsidRPr="00966338">
              <w:rPr>
                <w:rFonts w:ascii="Arial" w:hAnsi="Arial" w:cs="Arial"/>
              </w:rPr>
              <w:t>podní</w:t>
            </w:r>
            <w:r>
              <w:rPr>
                <w:rFonts w:ascii="Arial" w:hAnsi="Arial" w:cs="Arial"/>
              </w:rPr>
              <w:t xml:space="preserve"> </w:t>
            </w:r>
            <w:r w:rsidRPr="00966338">
              <w:rPr>
                <w:rFonts w:ascii="Arial" w:hAnsi="Arial" w:cs="Arial"/>
              </w:rPr>
              <w:t>sklopn</w:t>
            </w:r>
            <w:r>
              <w:rPr>
                <w:rFonts w:ascii="Arial" w:hAnsi="Arial" w:cs="Arial"/>
              </w:rPr>
              <w:t>é</w:t>
            </w:r>
          </w:p>
          <w:p w14:paraId="51353D3C" w14:textId="0B16DFBC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580015">
              <w:rPr>
                <w:rFonts w:ascii="Arial" w:hAnsi="Arial" w:cs="Arial"/>
              </w:rPr>
              <w:t>Příslušenství: vnitřní horizontální žaluzie</w:t>
            </w:r>
            <w:r w:rsidR="00C45BA0">
              <w:rPr>
                <w:rFonts w:ascii="Arial" w:hAnsi="Arial" w:cs="Arial"/>
              </w:rPr>
              <w:t xml:space="preserve"> (s výjimkou jižní fasády, kde budou okna vybaveny vnějšími žaluziemi)</w:t>
            </w:r>
          </w:p>
          <w:p w14:paraId="54537158" w14:textId="01CF36C1" w:rsidR="00F37D2D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C53F279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4372E68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56DF94C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546D36E0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4D15FB13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13F86E94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4B22735C" w14:textId="39898619" w:rsidR="0044274E" w:rsidRPr="004032EA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2EEE36F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484400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0098691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720555F3" w14:textId="46A1F047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1BF320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2E17A53E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3BE889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3F8A651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3B55F116" w14:textId="4D8BA08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B0EB3E1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15DF114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C2B019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8E8849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0B33C8C3" w14:textId="0099E82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5CA998F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D51EDAC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BF672B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89AD5D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670A0493" w14:textId="2B6C1834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065E5E3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5A70DF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B17E36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5E7CEE3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79CBAC8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4577A00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4CE87E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424183D6" w14:textId="37CE82AF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124</w:t>
            </w:r>
          </w:p>
        </w:tc>
        <w:tc>
          <w:tcPr>
            <w:tcW w:w="3706" w:type="pct"/>
            <w:vMerge/>
          </w:tcPr>
          <w:p w14:paraId="666B826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0D6E6403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F37D2D" w:rsidRPr="004032EA" w14:paraId="597FF7E0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5EFF898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0C4CC47C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781A8FDA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2E0D90F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3F56048F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1D552E89" w14:textId="4C5E6B6C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23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67E6EF4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217712EC" w14:textId="6CE95C47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34515F2C" w14:textId="4431D628" w:rsidR="006D03E8" w:rsidRDefault="006D03E8" w:rsidP="006D03E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7936" behindDoc="0" locked="0" layoutInCell="1" allowOverlap="1" wp14:anchorId="142B1404" wp14:editId="1076DF45">
                  <wp:simplePos x="0" y="0"/>
                  <wp:positionH relativeFrom="column">
                    <wp:posOffset>3271628</wp:posOffset>
                  </wp:positionH>
                  <wp:positionV relativeFrom="paragraph">
                    <wp:posOffset>527</wp:posOffset>
                  </wp:positionV>
                  <wp:extent cx="1485737" cy="1543050"/>
                  <wp:effectExtent l="0" t="0" r="635" b="0"/>
                  <wp:wrapSquare wrapText="bothSides"/>
                  <wp:docPr id="90286428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864289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737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OKNO JEDNOKŘÍDLÉ OTEVÍRAVÉ SKLOPNÉ PRAVÉ</w:t>
            </w:r>
          </w:p>
          <w:p w14:paraId="30BCE624" w14:textId="42BCC088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900 × 1200 mm</w:t>
            </w:r>
          </w:p>
          <w:p w14:paraId="17C4F2BB" w14:textId="1D2A940C" w:rsidR="006D03E8" w:rsidRPr="003E0729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Příslušenství: vnitřní horizontální žaluzie</w:t>
            </w:r>
          </w:p>
          <w:p w14:paraId="3B3C0311" w14:textId="06A687DA" w:rsidR="00F37D2D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75E709BA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5C6AAA3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D2DB266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683676E6" w14:textId="77777777" w:rsidR="006D03E8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  <w:p w14:paraId="701DB92E" w14:textId="32C82B4C" w:rsidR="006D03E8" w:rsidRPr="004032EA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358EFD0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1F9BCB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44C8848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5B901729" w14:textId="4F860FE2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41D578FB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E0A8C03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98E49E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2B580D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381C060E" w14:textId="651C2B8A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2621140A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50294C6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55AA3AC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E9D255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6DAED7B7" w14:textId="04BF3031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796889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70EBD1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F121ED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1535C658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B06E633" w14:textId="35A8803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62BA104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5F58072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B792AF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27333F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789DF8A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61657B3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F17A59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593912DC" w14:textId="7C6AC107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011</w:t>
            </w:r>
          </w:p>
        </w:tc>
        <w:tc>
          <w:tcPr>
            <w:tcW w:w="3706" w:type="pct"/>
            <w:vMerge/>
          </w:tcPr>
          <w:p w14:paraId="7D955CCE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022F5A74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04362B" w:rsidRPr="004032EA" w14:paraId="1383BBB8" w14:textId="77777777" w:rsidTr="006D03E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4DB9CA4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6B915876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41FB84D4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7" w:type="pct"/>
            <w:tcBorders>
              <w:left w:val="single" w:sz="4" w:space="0" w:color="auto"/>
              <w:bottom w:val="nil"/>
            </w:tcBorders>
          </w:tcPr>
          <w:p w14:paraId="69238A76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04362B" w:rsidRPr="004032EA" w14:paraId="4E513E55" w14:textId="77777777" w:rsidTr="006D03E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3FC53612" w14:textId="39530AC0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24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0BB81B2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30F7172A" w14:textId="4BF8C95E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7" w:type="pct"/>
            <w:vMerge w:val="restart"/>
            <w:tcBorders>
              <w:top w:val="nil"/>
            </w:tcBorders>
          </w:tcPr>
          <w:p w14:paraId="7CAA9BA7" w14:textId="4C151E91" w:rsidR="00F37D2D" w:rsidRDefault="006D03E8" w:rsidP="00BA7BA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SESTAVA – HLAVNÍ VSTUP I</w:t>
            </w:r>
          </w:p>
          <w:p w14:paraId="511D6C33" w14:textId="6C48D000" w:rsidR="006D03E8" w:rsidRDefault="006D03E8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4550 × 2750 mm</w:t>
            </w:r>
          </w:p>
          <w:p w14:paraId="4EDD2270" w14:textId="19D62FBD" w:rsidR="006D03E8" w:rsidRDefault="00F706A5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Fixní zasklení, dvoukřídlé dveře pravé (otevíravé ven)</w:t>
            </w:r>
          </w:p>
          <w:p w14:paraId="0E197E98" w14:textId="294D9DEE" w:rsidR="00F706A5" w:rsidRDefault="00F706A5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Spodní část z plné výplně (PVC panel)</w:t>
            </w:r>
          </w:p>
          <w:p w14:paraId="730D8D74" w14:textId="77777777" w:rsidR="0004362B" w:rsidRPr="006D03E8" w:rsidRDefault="0004362B" w:rsidP="006D03E8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</w:p>
          <w:p w14:paraId="0035DEB0" w14:textId="77777777" w:rsidR="0044274E" w:rsidRDefault="0004362B" w:rsidP="00BA7BA8">
            <w:pPr>
              <w:keepNext/>
              <w:jc w:val="left"/>
              <w:rPr>
                <w:rFonts w:ascii="Arial" w:hAnsi="Arial" w:cs="Arial"/>
              </w:rPr>
            </w:pPr>
            <w:r w:rsidRPr="0004362B">
              <w:rPr>
                <w:rFonts w:ascii="Arial" w:hAnsi="Arial" w:cs="Arial"/>
                <w:noProof/>
              </w:rPr>
              <w:drawing>
                <wp:inline distT="0" distB="0" distL="0" distR="0" wp14:anchorId="7151C29A" wp14:editId="7D561CBC">
                  <wp:extent cx="4684475" cy="2952750"/>
                  <wp:effectExtent l="0" t="0" r="1905" b="0"/>
                  <wp:docPr id="119043913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43913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665" cy="2961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40783C" w14:textId="2E6B9C23" w:rsidR="0004362B" w:rsidRPr="004032EA" w:rsidRDefault="0004362B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04362B" w:rsidRPr="004032EA" w14:paraId="59B3CA36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1DD126F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BD15ECB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2A2E9C5D" w14:textId="22520B05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5931771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04362B" w:rsidRPr="004032EA" w14:paraId="4AFB67D4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61614D4F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CDFCBC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609989B3" w14:textId="407D798F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7" w:type="pct"/>
            <w:vMerge/>
          </w:tcPr>
          <w:p w14:paraId="7D449454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04362B" w:rsidRPr="004032EA" w14:paraId="4AEA5C95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29CB200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098C1F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2F556876" w14:textId="28AD4C60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7A9540F8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04362B" w:rsidRPr="004032EA" w14:paraId="28FE597D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1BEEAEF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EBA6C8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0E359FB" w14:textId="1B57C828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7" w:type="pct"/>
            <w:vMerge/>
          </w:tcPr>
          <w:p w14:paraId="6CFFB63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09228111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40BBCD7A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7FC69C9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7" w:type="pct"/>
            <w:vMerge/>
          </w:tcPr>
          <w:p w14:paraId="0171E31D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5F59CE" w:rsidRPr="004032EA" w14:paraId="14FA17C6" w14:textId="77777777" w:rsidTr="006D03E8">
        <w:trPr>
          <w:cantSplit/>
          <w:jc w:val="center"/>
        </w:trPr>
        <w:tc>
          <w:tcPr>
            <w:tcW w:w="472" w:type="pct"/>
            <w:vMerge/>
          </w:tcPr>
          <w:p w14:paraId="0BBE1F21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7BCEB94" w14:textId="341E9B7B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101</w:t>
            </w:r>
          </w:p>
        </w:tc>
        <w:tc>
          <w:tcPr>
            <w:tcW w:w="3707" w:type="pct"/>
            <w:vMerge/>
          </w:tcPr>
          <w:p w14:paraId="45A6398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596EBE60" w14:textId="77777777" w:rsidR="00F37D2D" w:rsidRDefault="00F37D2D" w:rsidP="00F37D2D"/>
    <w:p w14:paraId="0336FABD" w14:textId="77777777" w:rsidR="00F37D2D" w:rsidRDefault="00F37D2D" w:rsidP="00F37D2D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44274E" w:rsidRPr="004032EA" w14:paraId="60565693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6F3DD51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lastRenderedPageBreak/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223ADB1" w14:textId="77777777" w:rsidR="00F37D2D" w:rsidRPr="00F37D2D" w:rsidRDefault="00F37D2D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1DCB38D8" w14:textId="77777777" w:rsidR="00F37D2D" w:rsidRPr="00F37D2D" w:rsidRDefault="00F37D2D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18506C4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F37D2D" w:rsidRPr="004032EA" w14:paraId="1A45AF8F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6B44387D" w14:textId="34E2E229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25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3338139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09553FC9" w14:textId="11A672BD" w:rsidR="00F37D2D" w:rsidRPr="00F37D2D" w:rsidRDefault="0044274E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64440FAC" w14:textId="36BAB5BE" w:rsidR="00F706A5" w:rsidRDefault="00F706A5" w:rsidP="00F706A5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SESTAVA – HLAVNÍ VSTUP II</w:t>
            </w:r>
          </w:p>
          <w:p w14:paraId="221A289B" w14:textId="690C3A03" w:rsidR="00F706A5" w:rsidRDefault="00F706A5" w:rsidP="00F706A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2950 × 2750 mm</w:t>
            </w:r>
          </w:p>
          <w:p w14:paraId="3C9C78FE" w14:textId="7CDB8705" w:rsidR="00F706A5" w:rsidRPr="00F706A5" w:rsidRDefault="00F706A5" w:rsidP="009F5965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06A5">
              <w:rPr>
                <w:rFonts w:ascii="Arial" w:hAnsi="Arial" w:cs="Arial"/>
              </w:rPr>
              <w:t>Fixní zasklení</w:t>
            </w:r>
            <w:r>
              <w:rPr>
                <w:rFonts w:ascii="Arial" w:hAnsi="Arial" w:cs="Arial"/>
              </w:rPr>
              <w:t>, s</w:t>
            </w:r>
            <w:r w:rsidRPr="00F706A5">
              <w:rPr>
                <w:rFonts w:ascii="Arial" w:hAnsi="Arial" w:cs="Arial"/>
              </w:rPr>
              <w:t>podní část z plné výplně (PVC panel)</w:t>
            </w:r>
          </w:p>
          <w:p w14:paraId="23C94CEC" w14:textId="77777777" w:rsidR="0044274E" w:rsidRDefault="0044274E" w:rsidP="00BA7BA8">
            <w:pPr>
              <w:keepNext/>
              <w:jc w:val="left"/>
              <w:rPr>
                <w:rFonts w:ascii="Arial" w:hAnsi="Arial" w:cs="Arial"/>
              </w:rPr>
            </w:pPr>
            <w:r w:rsidRPr="0044274E">
              <w:rPr>
                <w:rFonts w:ascii="Arial" w:hAnsi="Arial" w:cs="Arial"/>
                <w:noProof/>
              </w:rPr>
              <w:drawing>
                <wp:inline distT="0" distB="0" distL="0" distR="0" wp14:anchorId="320C722B" wp14:editId="40DBF1AC">
                  <wp:extent cx="3981450" cy="3207109"/>
                  <wp:effectExtent l="0" t="0" r="0" b="0"/>
                  <wp:docPr id="58415643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15643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3732" cy="321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7CBC04" w14:textId="2F42D5AF" w:rsidR="00FE5F32" w:rsidRPr="004032EA" w:rsidRDefault="00FE5F32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F37D2D" w:rsidRPr="004032EA" w14:paraId="02C6A8F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E6CCD13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F0440B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5133C58F" w14:textId="398C65B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A2EDC4F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ABC97AA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A4D5657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3F60114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2F9432F6" w14:textId="5A27325D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06" w:type="pct"/>
            <w:vMerge/>
          </w:tcPr>
          <w:p w14:paraId="6373C0E9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0DB893D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013399C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5C96023E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01E0E5EF" w14:textId="2CC3F08E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2BE1BA66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77DBE74F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7D0CF6E5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7568B430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4CD57F29" w14:textId="73F03819" w:rsidR="00F37D2D" w:rsidRPr="004032EA" w:rsidRDefault="0044274E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357C2D20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1ED363B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4A45B4DD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6F38632A" w14:textId="11FD256A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61413D23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  <w:tr w:rsidR="00F37D2D" w:rsidRPr="004032EA" w14:paraId="616C95E3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EA57B49" w14:textId="77777777" w:rsidR="00F37D2D" w:rsidRPr="004032EA" w:rsidRDefault="00F37D2D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1D777983" w14:textId="675BAD3E" w:rsidR="00F37D2D" w:rsidRPr="004032EA" w:rsidRDefault="002E437B" w:rsidP="00BA7BA8">
            <w:pPr>
              <w:keepNext/>
              <w:jc w:val="left"/>
              <w:rPr>
                <w:rFonts w:ascii="Arial" w:hAnsi="Arial" w:cs="Arial"/>
              </w:rPr>
            </w:pPr>
            <w:r w:rsidRPr="002E437B">
              <w:rPr>
                <w:rFonts w:ascii="Arial" w:hAnsi="Arial" w:cs="Arial"/>
              </w:rPr>
              <w:t>101</w:t>
            </w:r>
          </w:p>
        </w:tc>
        <w:tc>
          <w:tcPr>
            <w:tcW w:w="3706" w:type="pct"/>
            <w:vMerge/>
          </w:tcPr>
          <w:p w14:paraId="0B7D4FD7" w14:textId="77777777" w:rsidR="00F37D2D" w:rsidRPr="004032EA" w:rsidRDefault="00F37D2D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1DBF1ACE" w14:textId="77777777" w:rsidR="00F37D2D" w:rsidRDefault="00F37D2D" w:rsidP="00F37D2D"/>
    <w:p w14:paraId="590DA573" w14:textId="77777777" w:rsidR="00F37D2D" w:rsidRDefault="00F37D2D" w:rsidP="00F37D2D"/>
    <w:p w14:paraId="5B8C5479" w14:textId="77777777" w:rsidR="00255839" w:rsidRDefault="00255839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40C9F6D8" w14:textId="139E37AB" w:rsidR="00255839" w:rsidRDefault="006D5163" w:rsidP="00255839">
      <w:pPr>
        <w:pStyle w:val="Nadpis3"/>
      </w:pPr>
      <w:bookmarkStart w:id="13" w:name="_Toc162404976"/>
      <w:r>
        <w:lastRenderedPageBreak/>
        <w:t>G</w:t>
      </w:r>
      <w:r w:rsidR="00255839">
        <w:t>arážov</w:t>
      </w:r>
      <w:r>
        <w:t>á</w:t>
      </w:r>
      <w:r w:rsidR="00255839">
        <w:t xml:space="preserve"> vrat</w:t>
      </w:r>
      <w:r>
        <w:t>a</w:t>
      </w:r>
      <w:bookmarkEnd w:id="13"/>
    </w:p>
    <w:p w14:paraId="1F0F9C61" w14:textId="77777777" w:rsidR="00255839" w:rsidRDefault="00255839" w:rsidP="00255839">
      <w:pPr>
        <w:pStyle w:val="Odstavecseseznamem"/>
        <w:numPr>
          <w:ilvl w:val="0"/>
          <w:numId w:val="45"/>
        </w:numPr>
        <w:spacing w:after="160"/>
        <w:jc w:val="left"/>
      </w:pPr>
      <w:r>
        <w:t>Materiál: hliníkový profil s přerušeným tepelným mostem, izolační výplň PU tl. min. 40 mm</w:t>
      </w:r>
    </w:p>
    <w:p w14:paraId="34EEFBE6" w14:textId="77777777" w:rsidR="00255839" w:rsidRDefault="00255839" w:rsidP="00255839">
      <w:pPr>
        <w:pStyle w:val="Odstavecseseznamem"/>
        <w:numPr>
          <w:ilvl w:val="0"/>
          <w:numId w:val="45"/>
        </w:numPr>
        <w:spacing w:after="160"/>
        <w:jc w:val="left"/>
      </w:pPr>
      <w:r>
        <w:t>Křídlo: plné otevíravé ven, profilace (panel se střední drážkou)</w:t>
      </w:r>
    </w:p>
    <w:p w14:paraId="4F42650B" w14:textId="77777777" w:rsidR="00255839" w:rsidRDefault="00255839" w:rsidP="00255839">
      <w:pPr>
        <w:pStyle w:val="Odstavecseseznamem"/>
        <w:numPr>
          <w:ilvl w:val="0"/>
          <w:numId w:val="45"/>
        </w:numPr>
        <w:spacing w:after="160"/>
        <w:jc w:val="left"/>
      </w:pPr>
      <w:r>
        <w:t>Zámek: cylindrická vložka</w:t>
      </w:r>
    </w:p>
    <w:p w14:paraId="412B4391" w14:textId="77777777" w:rsidR="00255839" w:rsidRDefault="00255839" w:rsidP="00255839">
      <w:pPr>
        <w:pStyle w:val="Odstavecseseznamem"/>
        <w:numPr>
          <w:ilvl w:val="0"/>
          <w:numId w:val="45"/>
        </w:numPr>
        <w:spacing w:after="160"/>
        <w:jc w:val="left"/>
      </w:pPr>
      <w:r>
        <w:t>Barevné provedení: bílá (RAL 9016)</w:t>
      </w:r>
    </w:p>
    <w:p w14:paraId="33CBF315" w14:textId="77777777" w:rsidR="00255839" w:rsidRDefault="00255839" w:rsidP="00255839">
      <w:pPr>
        <w:pStyle w:val="Odstavecseseznamem"/>
        <w:numPr>
          <w:ilvl w:val="0"/>
          <w:numId w:val="45"/>
        </w:numPr>
        <w:spacing w:after="160"/>
        <w:jc w:val="left"/>
      </w:pPr>
      <w:r>
        <w:t>Kování: bezpečnostní klika (s překrytím cylindrické vložky) bílá</w:t>
      </w:r>
    </w:p>
    <w:p w14:paraId="32394B90" w14:textId="77777777" w:rsidR="00255839" w:rsidRDefault="00255839" w:rsidP="00255839">
      <w:pPr>
        <w:pStyle w:val="Odstavecseseznamem"/>
        <w:numPr>
          <w:ilvl w:val="0"/>
          <w:numId w:val="47"/>
        </w:numPr>
      </w:pPr>
      <w:r>
        <w:t>Příslušenství: křídlová zarážka (pozink)</w:t>
      </w:r>
    </w:p>
    <w:p w14:paraId="5B14B278" w14:textId="77777777" w:rsidR="00255839" w:rsidRDefault="00255839" w:rsidP="00255839">
      <w:pPr>
        <w:pStyle w:val="Odstavecseseznamem"/>
        <w:numPr>
          <w:ilvl w:val="0"/>
          <w:numId w:val="47"/>
        </w:numPr>
      </w:pPr>
      <w:r>
        <w:t xml:space="preserve">Součinitel prostupu tepla: </w:t>
      </w:r>
      <w:proofErr w:type="spellStart"/>
      <w:r>
        <w:t>U</w:t>
      </w:r>
      <w:r w:rsidRPr="006454A8">
        <w:rPr>
          <w:vertAlign w:val="subscript"/>
        </w:rPr>
        <w:t>w</w:t>
      </w:r>
      <w:proofErr w:type="spellEnd"/>
      <w:r>
        <w:t xml:space="preserve"> = max. 1,1 W/(m</w:t>
      </w:r>
      <w:r w:rsidRPr="006454A8">
        <w:rPr>
          <w:vertAlign w:val="superscript"/>
        </w:rPr>
        <w:t>2</w:t>
      </w:r>
      <w:r>
        <w:t>×K)</w:t>
      </w:r>
    </w:p>
    <w:p w14:paraId="440F99A8" w14:textId="77777777" w:rsidR="00255839" w:rsidRDefault="00255839" w:rsidP="00255839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87"/>
        <w:gridCol w:w="1150"/>
        <w:gridCol w:w="567"/>
        <w:gridCol w:w="7752"/>
      </w:tblGrid>
      <w:tr w:rsidR="00255839" w:rsidRPr="004032EA" w14:paraId="098BEC06" w14:textId="77777777" w:rsidTr="00BA7BA8">
        <w:trPr>
          <w:cantSplit/>
          <w:jc w:val="center"/>
        </w:trPr>
        <w:tc>
          <w:tcPr>
            <w:tcW w:w="472" w:type="pct"/>
            <w:tcBorders>
              <w:bottom w:val="nil"/>
            </w:tcBorders>
          </w:tcPr>
          <w:p w14:paraId="2586A9BC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OZN</w:t>
            </w:r>
          </w:p>
        </w:tc>
        <w:tc>
          <w:tcPr>
            <w:tcW w:w="550" w:type="pct"/>
            <w:tcBorders>
              <w:bottom w:val="nil"/>
              <w:right w:val="nil"/>
            </w:tcBorders>
          </w:tcPr>
          <w:p w14:paraId="3A2A53C2" w14:textId="77777777" w:rsidR="00255839" w:rsidRPr="00F37D2D" w:rsidRDefault="00255839" w:rsidP="00BA7BA8">
            <w:pPr>
              <w:keepNext/>
              <w:jc w:val="lef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271" w:type="pct"/>
            <w:tcBorders>
              <w:left w:val="nil"/>
              <w:bottom w:val="nil"/>
              <w:right w:val="single" w:sz="4" w:space="0" w:color="auto"/>
            </w:tcBorders>
          </w:tcPr>
          <w:p w14:paraId="04DC17BE" w14:textId="77777777" w:rsidR="00255839" w:rsidRPr="00F37D2D" w:rsidRDefault="00255839" w:rsidP="00BA7BA8">
            <w:pPr>
              <w:keepNext/>
              <w:jc w:val="right"/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ks</w:t>
            </w:r>
          </w:p>
        </w:tc>
        <w:tc>
          <w:tcPr>
            <w:tcW w:w="3706" w:type="pct"/>
            <w:tcBorders>
              <w:left w:val="single" w:sz="4" w:space="0" w:color="auto"/>
              <w:bottom w:val="nil"/>
            </w:tcBorders>
          </w:tcPr>
          <w:p w14:paraId="0A877479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SCHÉMA / POPIS</w:t>
            </w:r>
          </w:p>
        </w:tc>
      </w:tr>
      <w:tr w:rsidR="00255839" w:rsidRPr="004032EA" w14:paraId="292A9D6C" w14:textId="77777777" w:rsidTr="00BA7BA8">
        <w:trPr>
          <w:cantSplit/>
          <w:jc w:val="center"/>
        </w:trPr>
        <w:tc>
          <w:tcPr>
            <w:tcW w:w="472" w:type="pct"/>
            <w:vMerge w:val="restart"/>
            <w:tcBorders>
              <w:top w:val="nil"/>
            </w:tcBorders>
          </w:tcPr>
          <w:p w14:paraId="57EA6025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1D017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30</w:t>
            </w:r>
          </w:p>
        </w:tc>
        <w:tc>
          <w:tcPr>
            <w:tcW w:w="550" w:type="pct"/>
            <w:tcBorders>
              <w:top w:val="nil"/>
              <w:right w:val="nil"/>
            </w:tcBorders>
          </w:tcPr>
          <w:p w14:paraId="55774D99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71" w:type="pct"/>
            <w:tcBorders>
              <w:top w:val="nil"/>
              <w:left w:val="nil"/>
            </w:tcBorders>
          </w:tcPr>
          <w:p w14:paraId="5CE8BE79" w14:textId="77777777" w:rsidR="00255839" w:rsidRPr="00F37D2D" w:rsidRDefault="00255839" w:rsidP="00BA7BA8">
            <w:pPr>
              <w:keepNext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06" w:type="pct"/>
            <w:vMerge w:val="restart"/>
            <w:tcBorders>
              <w:top w:val="nil"/>
            </w:tcBorders>
          </w:tcPr>
          <w:p w14:paraId="67E00444" w14:textId="77777777" w:rsidR="00255839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GARÁŽOVÁ VRATA DVOUKŘÍDLÁ PRAVÁ</w:t>
            </w:r>
          </w:p>
          <w:p w14:paraId="18109C84" w14:textId="77777777" w:rsidR="00255839" w:rsidRDefault="00255839" w:rsidP="00255839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 2500 × 2100 mm</w:t>
            </w:r>
          </w:p>
          <w:p w14:paraId="37AF6490" w14:textId="7D6D5864" w:rsidR="00B94BDF" w:rsidRDefault="00255839" w:rsidP="00B94BDF">
            <w:pPr>
              <w:pStyle w:val="Odstavecseseznamem"/>
              <w:keepNext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Otevíravé ven</w:t>
            </w:r>
          </w:p>
          <w:p w14:paraId="76B70C0C" w14:textId="77777777" w:rsidR="00B94BDF" w:rsidRPr="00B94BDF" w:rsidRDefault="00B94BDF" w:rsidP="00B94BDF">
            <w:pPr>
              <w:keepNext/>
              <w:jc w:val="left"/>
              <w:rPr>
                <w:rFonts w:ascii="Arial" w:hAnsi="Arial" w:cs="Arial"/>
              </w:rPr>
            </w:pPr>
          </w:p>
          <w:p w14:paraId="4B981EA6" w14:textId="1370672C" w:rsidR="00B94BDF" w:rsidRDefault="00B94BDF" w:rsidP="00B94BDF">
            <w:pPr>
              <w:keepNext/>
              <w:jc w:val="left"/>
              <w:rPr>
                <w:rFonts w:ascii="Arial" w:hAnsi="Arial" w:cs="Arial"/>
              </w:rPr>
            </w:pPr>
            <w:r w:rsidRPr="00FE5F3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 wp14:anchorId="5A32D029" wp14:editId="6A68922E">
                  <wp:extent cx="2695473" cy="2130950"/>
                  <wp:effectExtent l="0" t="0" r="0" b="3175"/>
                  <wp:docPr id="212786197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7861977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7165" cy="214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EEFB46" w14:textId="7AB5D0ED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255839" w:rsidRPr="004032EA" w14:paraId="5FA9B0F9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2E60EC6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ED1BA44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 xml:space="preserve">1PP </w:t>
            </w:r>
          </w:p>
        </w:tc>
        <w:tc>
          <w:tcPr>
            <w:tcW w:w="271" w:type="pct"/>
            <w:tcBorders>
              <w:left w:val="nil"/>
            </w:tcBorders>
          </w:tcPr>
          <w:p w14:paraId="3EE3919A" w14:textId="77777777" w:rsidR="00255839" w:rsidRPr="004032EA" w:rsidRDefault="00255839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706" w:type="pct"/>
            <w:vMerge/>
          </w:tcPr>
          <w:p w14:paraId="3B55A50D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  <w:tr w:rsidR="00255839" w:rsidRPr="004032EA" w14:paraId="797A4B08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0BF724B7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348354F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1NP</w:t>
            </w:r>
          </w:p>
        </w:tc>
        <w:tc>
          <w:tcPr>
            <w:tcW w:w="271" w:type="pct"/>
            <w:tcBorders>
              <w:left w:val="nil"/>
            </w:tcBorders>
          </w:tcPr>
          <w:p w14:paraId="2431CD5A" w14:textId="77777777" w:rsidR="00255839" w:rsidRPr="004032EA" w:rsidRDefault="00255839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259FAB45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  <w:tr w:rsidR="00255839" w:rsidRPr="004032EA" w14:paraId="7F4BA21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639D715C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2A12AF37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2NP</w:t>
            </w:r>
          </w:p>
        </w:tc>
        <w:tc>
          <w:tcPr>
            <w:tcW w:w="271" w:type="pct"/>
            <w:tcBorders>
              <w:left w:val="nil"/>
            </w:tcBorders>
          </w:tcPr>
          <w:p w14:paraId="29D88DD3" w14:textId="77777777" w:rsidR="00255839" w:rsidRPr="004032EA" w:rsidRDefault="00255839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73C59E02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  <w:tr w:rsidR="00255839" w:rsidRPr="004032EA" w14:paraId="48489455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13956362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right w:val="nil"/>
            </w:tcBorders>
          </w:tcPr>
          <w:p w14:paraId="65126E28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4032EA">
              <w:rPr>
                <w:rFonts w:ascii="Arial" w:hAnsi="Arial" w:cs="Arial"/>
                <w:color w:val="000000"/>
              </w:rPr>
              <w:t>3NP</w:t>
            </w:r>
          </w:p>
        </w:tc>
        <w:tc>
          <w:tcPr>
            <w:tcW w:w="271" w:type="pct"/>
            <w:tcBorders>
              <w:left w:val="nil"/>
            </w:tcBorders>
          </w:tcPr>
          <w:p w14:paraId="0F18E048" w14:textId="77777777" w:rsidR="00255839" w:rsidRPr="004032EA" w:rsidRDefault="00255839" w:rsidP="00BA7BA8">
            <w:pPr>
              <w:keepNext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706" w:type="pct"/>
            <w:vMerge/>
          </w:tcPr>
          <w:p w14:paraId="4860E546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  <w:tr w:rsidR="00255839" w:rsidRPr="004032EA" w14:paraId="20A6C471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236F5BEB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bottom w:val="nil"/>
            </w:tcBorders>
          </w:tcPr>
          <w:p w14:paraId="02261473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 w:rsidRPr="00F37D2D">
              <w:rPr>
                <w:rFonts w:ascii="Arial" w:eastAsia="Times New Roman" w:hAnsi="Arial" w:cs="Arial"/>
                <w:color w:val="A6A6A6" w:themeColor="background1" w:themeShade="A6"/>
                <w:sz w:val="16"/>
                <w:szCs w:val="16"/>
                <w:lang w:eastAsia="cs-CZ"/>
              </w:rPr>
              <w:t>MÍSTNOST č.</w:t>
            </w:r>
          </w:p>
        </w:tc>
        <w:tc>
          <w:tcPr>
            <w:tcW w:w="3706" w:type="pct"/>
            <w:vMerge/>
          </w:tcPr>
          <w:p w14:paraId="09EB3D99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  <w:tr w:rsidR="00255839" w:rsidRPr="004032EA" w14:paraId="55EE36CB" w14:textId="77777777" w:rsidTr="00BA7BA8">
        <w:trPr>
          <w:cantSplit/>
          <w:jc w:val="center"/>
        </w:trPr>
        <w:tc>
          <w:tcPr>
            <w:tcW w:w="472" w:type="pct"/>
            <w:vMerge/>
          </w:tcPr>
          <w:p w14:paraId="38CAF3D1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</w:p>
        </w:tc>
        <w:tc>
          <w:tcPr>
            <w:tcW w:w="821" w:type="pct"/>
            <w:gridSpan w:val="2"/>
            <w:tcBorders>
              <w:top w:val="nil"/>
            </w:tcBorders>
          </w:tcPr>
          <w:p w14:paraId="5CF85C2C" w14:textId="77777777" w:rsidR="00255839" w:rsidRPr="004032EA" w:rsidRDefault="00255839" w:rsidP="00BA7BA8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012 (2ks)</w:t>
            </w:r>
          </w:p>
        </w:tc>
        <w:tc>
          <w:tcPr>
            <w:tcW w:w="3706" w:type="pct"/>
            <w:vMerge/>
          </w:tcPr>
          <w:p w14:paraId="3EF4F1D4" w14:textId="77777777" w:rsidR="00255839" w:rsidRPr="004032EA" w:rsidRDefault="00255839" w:rsidP="00BA7BA8">
            <w:pPr>
              <w:keepNext/>
              <w:rPr>
                <w:rFonts w:ascii="Arial" w:hAnsi="Arial" w:cs="Arial"/>
              </w:rPr>
            </w:pPr>
          </w:p>
        </w:tc>
      </w:tr>
    </w:tbl>
    <w:p w14:paraId="2EB8EF5A" w14:textId="77777777" w:rsidR="00255839" w:rsidRDefault="00255839" w:rsidP="00255839"/>
    <w:p w14:paraId="226DC0F8" w14:textId="77777777" w:rsidR="008B6BF1" w:rsidRDefault="008B6BF1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5315D574" w14:textId="7301B487" w:rsidR="00213E74" w:rsidRDefault="00BF7DF8" w:rsidP="00BF7DF8">
      <w:pPr>
        <w:pStyle w:val="Nadpis2"/>
      </w:pPr>
      <w:bookmarkStart w:id="14" w:name="_Toc162404977"/>
      <w:r>
        <w:lastRenderedPageBreak/>
        <w:t>P –</w:t>
      </w:r>
      <w:r w:rsidR="006D5163">
        <w:t xml:space="preserve"> </w:t>
      </w:r>
      <w:r w:rsidR="004C3719">
        <w:t>Plastové výrobky</w:t>
      </w:r>
      <w:bookmarkEnd w:id="14"/>
    </w:p>
    <w:p w14:paraId="7E597C9A" w14:textId="324714B9" w:rsidR="009F74B5" w:rsidRDefault="009F74B5" w:rsidP="009F74B5">
      <w:pPr>
        <w:pStyle w:val="Odstavecseseznamem"/>
        <w:numPr>
          <w:ilvl w:val="0"/>
          <w:numId w:val="45"/>
        </w:numPr>
      </w:pPr>
      <w:r>
        <w:t>Prvky jsou značeny velkým písmenem „P“ a pořadovým číslem příslušného výrobku.</w:t>
      </w:r>
    </w:p>
    <w:p w14:paraId="034D64E7" w14:textId="5DAD7CDE" w:rsidR="004C3719" w:rsidRDefault="004C3719" w:rsidP="004C3719">
      <w:pPr>
        <w:pStyle w:val="Nadpis3"/>
      </w:pPr>
      <w:bookmarkStart w:id="15" w:name="_Toc162404978"/>
      <w:r>
        <w:t>Vnitřní parapety</w:t>
      </w:r>
      <w:bookmarkEnd w:id="15"/>
    </w:p>
    <w:p w14:paraId="1C3FF902" w14:textId="4F336F9B" w:rsidR="00495473" w:rsidRDefault="00495473" w:rsidP="001E5D47">
      <w:pPr>
        <w:pStyle w:val="Odstavecseseznamem"/>
        <w:numPr>
          <w:ilvl w:val="0"/>
          <w:numId w:val="45"/>
        </w:numPr>
        <w:spacing w:after="160"/>
        <w:jc w:val="left"/>
      </w:pPr>
      <w:r>
        <w:t>Vnitřní parapet plastový komůrkový tloušťky 20 mm</w:t>
      </w:r>
    </w:p>
    <w:p w14:paraId="32249FE8" w14:textId="068D3DB1" w:rsidR="00495473" w:rsidRDefault="00495473" w:rsidP="001E5D47">
      <w:pPr>
        <w:pStyle w:val="Odstavecseseznamem"/>
        <w:numPr>
          <w:ilvl w:val="0"/>
          <w:numId w:val="45"/>
        </w:numPr>
        <w:spacing w:after="160"/>
        <w:jc w:val="left"/>
      </w:pPr>
      <w:r>
        <w:t>Výška nosu 40 mm</w:t>
      </w:r>
    </w:p>
    <w:p w14:paraId="3935B94F" w14:textId="0BC2A8D2" w:rsidR="00495473" w:rsidRDefault="00495473" w:rsidP="001E5D47">
      <w:pPr>
        <w:pStyle w:val="Odstavecseseznamem"/>
        <w:numPr>
          <w:ilvl w:val="0"/>
          <w:numId w:val="45"/>
        </w:numPr>
        <w:spacing w:after="160"/>
        <w:jc w:val="left"/>
      </w:pPr>
      <w:r>
        <w:t>Povrchová melaminová fólie (CPL laminát) 0,2 mm</w:t>
      </w:r>
    </w:p>
    <w:p w14:paraId="5422049B" w14:textId="41AF3D7D" w:rsidR="00495473" w:rsidRDefault="00495473" w:rsidP="001E5D47">
      <w:pPr>
        <w:pStyle w:val="Odstavecseseznamem"/>
        <w:numPr>
          <w:ilvl w:val="0"/>
          <w:numId w:val="45"/>
        </w:numPr>
        <w:spacing w:after="160"/>
        <w:jc w:val="left"/>
      </w:pPr>
      <w:r>
        <w:t>Dodávka včetně bočních krytek</w:t>
      </w:r>
    </w:p>
    <w:p w14:paraId="69ED7446" w14:textId="77777777" w:rsidR="00F172B6" w:rsidRDefault="00F172B6" w:rsidP="00F172B6">
      <w:pPr>
        <w:pStyle w:val="Odstavecseseznamem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5"/>
        <w:gridCol w:w="756"/>
        <w:gridCol w:w="557"/>
        <w:gridCol w:w="567"/>
        <w:gridCol w:w="567"/>
        <w:gridCol w:w="567"/>
        <w:gridCol w:w="2503"/>
        <w:gridCol w:w="1560"/>
        <w:gridCol w:w="2664"/>
      </w:tblGrid>
      <w:tr w:rsidR="00BF7DF8" w:rsidRPr="00C305D5" w14:paraId="1C8DE9D2" w14:textId="77777777" w:rsidTr="00476156">
        <w:tc>
          <w:tcPr>
            <w:tcW w:w="342" w:type="pct"/>
          </w:tcPr>
          <w:p w14:paraId="00AF92F0" w14:textId="77777777" w:rsidR="0078521C" w:rsidRPr="00C305D5" w:rsidRDefault="0078521C" w:rsidP="00BA7BA8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6AA4B7F5" w14:textId="77777777" w:rsidR="0078521C" w:rsidRPr="00181622" w:rsidRDefault="0078521C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4C3229BD" w14:textId="77777777" w:rsidR="0078521C" w:rsidRPr="00181622" w:rsidRDefault="0078521C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3B782701" w14:textId="77777777" w:rsidR="0078521C" w:rsidRPr="00181622" w:rsidRDefault="0078521C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0B7D280F" w14:textId="77777777" w:rsidR="0078521C" w:rsidRPr="00181622" w:rsidRDefault="0078521C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5B7680FE" w14:textId="77777777" w:rsidR="0078521C" w:rsidRPr="00181622" w:rsidRDefault="0078521C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1197" w:type="pct"/>
          </w:tcPr>
          <w:p w14:paraId="6C3F7D4B" w14:textId="77777777" w:rsidR="0078521C" w:rsidRPr="00181622" w:rsidRDefault="0078521C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746" w:type="pct"/>
          </w:tcPr>
          <w:p w14:paraId="5AB68B19" w14:textId="76E28CFB" w:rsidR="0078521C" w:rsidRPr="00181622" w:rsidRDefault="0078521C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DÉLKA</w:t>
            </w:r>
            <w:r w:rsidR="00476156">
              <w:rPr>
                <w:rFonts w:ascii="Arial" w:hAnsi="Arial" w:cs="Arial"/>
                <w:b/>
                <w:bCs/>
              </w:rPr>
              <w:t xml:space="preserve"> (mm)</w:t>
            </w:r>
          </w:p>
        </w:tc>
        <w:tc>
          <w:tcPr>
            <w:tcW w:w="1274" w:type="pct"/>
          </w:tcPr>
          <w:p w14:paraId="28032ACE" w14:textId="34A4BBA1" w:rsidR="0078521C" w:rsidRPr="00181622" w:rsidRDefault="00476156" w:rsidP="00BA7B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ŠÍŘKA / S</w:t>
            </w:r>
            <w:r w:rsidR="0078521C" w:rsidRPr="00181622">
              <w:rPr>
                <w:rFonts w:ascii="Arial" w:hAnsi="Arial" w:cs="Arial"/>
                <w:b/>
                <w:bCs/>
              </w:rPr>
              <w:t>CHÉMA</w:t>
            </w:r>
          </w:p>
        </w:tc>
      </w:tr>
      <w:tr w:rsidR="00BF7DF8" w:rsidRPr="00C305D5" w14:paraId="657D5CF8" w14:textId="77777777" w:rsidTr="00476156">
        <w:tc>
          <w:tcPr>
            <w:tcW w:w="342" w:type="pct"/>
            <w:vAlign w:val="center"/>
          </w:tcPr>
          <w:p w14:paraId="0B4FCD9F" w14:textId="72762362" w:rsidR="0078521C" w:rsidRPr="00C305D5" w:rsidRDefault="0078521C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01</w:t>
            </w:r>
          </w:p>
        </w:tc>
        <w:tc>
          <w:tcPr>
            <w:tcW w:w="362" w:type="pct"/>
            <w:vAlign w:val="center"/>
          </w:tcPr>
          <w:p w14:paraId="0F90064F" w14:textId="00AE48FB" w:rsidR="0078521C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66" w:type="pct"/>
            <w:vAlign w:val="center"/>
          </w:tcPr>
          <w:p w14:paraId="234ECB5C" w14:textId="393279DC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0DC46EA" w14:textId="6079BAFF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3D994537" w14:textId="3907B848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3C013063" w14:textId="78356E5B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97" w:type="pct"/>
          </w:tcPr>
          <w:p w14:paraId="14AA24E7" w14:textId="4A4C0C43" w:rsidR="0078521C" w:rsidRPr="00181622" w:rsidRDefault="00570DC3" w:rsidP="00BA7BA8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 209 (2ks), 309, 311</w:t>
            </w:r>
          </w:p>
        </w:tc>
        <w:tc>
          <w:tcPr>
            <w:tcW w:w="746" w:type="pct"/>
            <w:vAlign w:val="center"/>
          </w:tcPr>
          <w:p w14:paraId="5E566AB6" w14:textId="2051E379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4850</w:t>
            </w:r>
          </w:p>
        </w:tc>
        <w:tc>
          <w:tcPr>
            <w:tcW w:w="1274" w:type="pct"/>
            <w:vMerge w:val="restart"/>
          </w:tcPr>
          <w:p w14:paraId="65681869" w14:textId="16511D53" w:rsidR="0078521C" w:rsidRPr="00476156" w:rsidRDefault="00BF7DF8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53CAD0C2" wp14:editId="026CED4F">
                  <wp:simplePos x="0" y="0"/>
                  <wp:positionH relativeFrom="column">
                    <wp:posOffset>40861</wp:posOffset>
                  </wp:positionH>
                  <wp:positionV relativeFrom="paragraph">
                    <wp:posOffset>306954</wp:posOffset>
                  </wp:positionV>
                  <wp:extent cx="1495425" cy="747395"/>
                  <wp:effectExtent l="0" t="0" r="9525" b="0"/>
                  <wp:wrapSquare wrapText="bothSides"/>
                  <wp:docPr id="1301670569" name="Obrázek 1" descr="Vnitřní PVC parapet, šířka 20 cm (200 mm), bezúdržbový, bíl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nitřní PVC parapet, šířka 20 cm (200 mm), bezúdržbový, bíl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6156" w:rsidRPr="00476156">
              <w:rPr>
                <w:rFonts w:ascii="Arial" w:hAnsi="Arial" w:cs="Arial"/>
                <w:b/>
                <w:bCs/>
                <w:sz w:val="28"/>
                <w:szCs w:val="28"/>
              </w:rPr>
              <w:t>340 mm</w:t>
            </w:r>
          </w:p>
        </w:tc>
      </w:tr>
      <w:tr w:rsidR="00BF7DF8" w:rsidRPr="00C305D5" w14:paraId="0D0DB32B" w14:textId="77777777" w:rsidTr="00476156">
        <w:tc>
          <w:tcPr>
            <w:tcW w:w="342" w:type="pct"/>
            <w:vAlign w:val="center"/>
          </w:tcPr>
          <w:p w14:paraId="1564745B" w14:textId="412356D1" w:rsidR="0078521C" w:rsidRPr="00C305D5" w:rsidRDefault="0078521C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02</w:t>
            </w:r>
          </w:p>
        </w:tc>
        <w:tc>
          <w:tcPr>
            <w:tcW w:w="362" w:type="pct"/>
            <w:vAlign w:val="center"/>
          </w:tcPr>
          <w:p w14:paraId="49D08DDE" w14:textId="4C8FE2FD" w:rsidR="0078521C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266" w:type="pct"/>
            <w:vAlign w:val="center"/>
          </w:tcPr>
          <w:p w14:paraId="60DF4A13" w14:textId="5229F4AB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1299F3B" w14:textId="2E9C1B30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1" w:type="pct"/>
            <w:vAlign w:val="center"/>
          </w:tcPr>
          <w:p w14:paraId="64CE7C96" w14:textId="35CBDCD3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1" w:type="pct"/>
            <w:vAlign w:val="center"/>
          </w:tcPr>
          <w:p w14:paraId="608E84E5" w14:textId="68E36311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97" w:type="pct"/>
          </w:tcPr>
          <w:p w14:paraId="568D2F70" w14:textId="3CF078DB" w:rsidR="0078521C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105, 106, 109, 110, 208, 210, 212, 308, 312, 314</w:t>
            </w:r>
          </w:p>
        </w:tc>
        <w:tc>
          <w:tcPr>
            <w:tcW w:w="746" w:type="pct"/>
            <w:vAlign w:val="center"/>
          </w:tcPr>
          <w:p w14:paraId="0161CB43" w14:textId="54A7F6D9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3200</w:t>
            </w:r>
          </w:p>
        </w:tc>
        <w:tc>
          <w:tcPr>
            <w:tcW w:w="1274" w:type="pct"/>
            <w:vMerge/>
          </w:tcPr>
          <w:p w14:paraId="1FBF6836" w14:textId="77777777" w:rsidR="0078521C" w:rsidRPr="00476156" w:rsidRDefault="0078521C" w:rsidP="00BA7BA8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BF7DF8" w:rsidRPr="00C305D5" w14:paraId="244CFB88" w14:textId="77777777" w:rsidTr="00476156">
        <w:tc>
          <w:tcPr>
            <w:tcW w:w="342" w:type="pct"/>
            <w:vAlign w:val="center"/>
          </w:tcPr>
          <w:p w14:paraId="619F258A" w14:textId="6EA90C4D" w:rsidR="0078521C" w:rsidRPr="00C305D5" w:rsidRDefault="0078521C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03</w:t>
            </w:r>
          </w:p>
        </w:tc>
        <w:tc>
          <w:tcPr>
            <w:tcW w:w="362" w:type="pct"/>
            <w:vAlign w:val="center"/>
          </w:tcPr>
          <w:p w14:paraId="31700812" w14:textId="4703DAAD" w:rsidR="0078521C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31F2701C" w14:textId="765C69E6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CC3A648" w14:textId="52579DE1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8CEF644" w14:textId="0650AE5D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76CA6DEF" w14:textId="603DCF4B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4EE864DB" w14:textId="318FA43F" w:rsidR="0078521C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746" w:type="pct"/>
            <w:vAlign w:val="center"/>
          </w:tcPr>
          <w:p w14:paraId="4472094A" w14:textId="713AEC31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</w:t>
            </w:r>
          </w:p>
        </w:tc>
        <w:tc>
          <w:tcPr>
            <w:tcW w:w="1274" w:type="pct"/>
            <w:vMerge/>
          </w:tcPr>
          <w:p w14:paraId="65DB2CA7" w14:textId="77777777" w:rsidR="0078521C" w:rsidRPr="00476156" w:rsidRDefault="0078521C" w:rsidP="00BA7BA8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BF7DF8" w:rsidRPr="00C305D5" w14:paraId="6BDC9328" w14:textId="77777777" w:rsidTr="00476156">
        <w:tc>
          <w:tcPr>
            <w:tcW w:w="342" w:type="pct"/>
            <w:vAlign w:val="center"/>
          </w:tcPr>
          <w:p w14:paraId="385A435C" w14:textId="3C499B82" w:rsidR="0078521C" w:rsidRPr="00C305D5" w:rsidRDefault="0078521C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04</w:t>
            </w:r>
          </w:p>
        </w:tc>
        <w:tc>
          <w:tcPr>
            <w:tcW w:w="362" w:type="pct"/>
            <w:vAlign w:val="center"/>
          </w:tcPr>
          <w:p w14:paraId="79D6E7AD" w14:textId="7B8D731A" w:rsidR="0078521C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266" w:type="pct"/>
            <w:vAlign w:val="center"/>
          </w:tcPr>
          <w:p w14:paraId="4482CE16" w14:textId="3E466236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928EDBE" w14:textId="08B226F2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71" w:type="pct"/>
            <w:vAlign w:val="center"/>
          </w:tcPr>
          <w:p w14:paraId="6235845D" w14:textId="5ACE63FF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71" w:type="pct"/>
            <w:vAlign w:val="center"/>
          </w:tcPr>
          <w:p w14:paraId="3A23C4AB" w14:textId="18908C1C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97" w:type="pct"/>
          </w:tcPr>
          <w:p w14:paraId="093CA8A5" w14:textId="0FA0848C" w:rsidR="0078521C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 107 (2ks), 108 (4ks), 111, 112, 113, 202, 205, 206, 207 (2ks), 209 (3ks), 211 (2ks), 213, 302, 305, 306 (2ks), 307 (2ks), 309, 310, 311, 313 (2ks), 315</w:t>
            </w:r>
          </w:p>
        </w:tc>
        <w:tc>
          <w:tcPr>
            <w:tcW w:w="746" w:type="pct"/>
            <w:vAlign w:val="center"/>
          </w:tcPr>
          <w:p w14:paraId="771E7138" w14:textId="49257674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1550</w:t>
            </w:r>
          </w:p>
        </w:tc>
        <w:tc>
          <w:tcPr>
            <w:tcW w:w="1274" w:type="pct"/>
            <w:vMerge/>
          </w:tcPr>
          <w:p w14:paraId="65EA62C9" w14:textId="77777777" w:rsidR="0078521C" w:rsidRPr="00476156" w:rsidRDefault="0078521C" w:rsidP="00BA7BA8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BF7DF8" w:rsidRPr="00C305D5" w14:paraId="33D30B27" w14:textId="77777777" w:rsidTr="00476156">
        <w:tc>
          <w:tcPr>
            <w:tcW w:w="342" w:type="pct"/>
            <w:vAlign w:val="center"/>
          </w:tcPr>
          <w:p w14:paraId="08065315" w14:textId="14C5906E" w:rsidR="0078521C" w:rsidRPr="00C305D5" w:rsidRDefault="0078521C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05</w:t>
            </w:r>
          </w:p>
        </w:tc>
        <w:tc>
          <w:tcPr>
            <w:tcW w:w="362" w:type="pct"/>
            <w:vAlign w:val="center"/>
          </w:tcPr>
          <w:p w14:paraId="75ADEF51" w14:textId="30F21A65" w:rsidR="0078521C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266" w:type="pct"/>
            <w:vAlign w:val="center"/>
          </w:tcPr>
          <w:p w14:paraId="2CC2FA73" w14:textId="7C5BBDAC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F0EE9B7" w14:textId="668875D4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1" w:type="pct"/>
            <w:vAlign w:val="center"/>
          </w:tcPr>
          <w:p w14:paraId="0A28E674" w14:textId="1C1D3A15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1" w:type="pct"/>
            <w:vAlign w:val="center"/>
          </w:tcPr>
          <w:p w14:paraId="5E1DA2DE" w14:textId="2849F8F8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97" w:type="pct"/>
          </w:tcPr>
          <w:p w14:paraId="31FDF75D" w14:textId="3C50797D" w:rsidR="0078521C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 (5ks), 115, 214 (5ks), 317 (4ks), 319 (2ks)</w:t>
            </w:r>
          </w:p>
        </w:tc>
        <w:tc>
          <w:tcPr>
            <w:tcW w:w="746" w:type="pct"/>
            <w:vAlign w:val="center"/>
          </w:tcPr>
          <w:p w14:paraId="77078705" w14:textId="765DC56E" w:rsidR="0078521C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274" w:type="pct"/>
            <w:vMerge/>
          </w:tcPr>
          <w:p w14:paraId="76D3BBA8" w14:textId="77777777" w:rsidR="0078521C" w:rsidRPr="00476156" w:rsidRDefault="0078521C" w:rsidP="00BA7BA8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BF7DF8" w:rsidRPr="00C305D5" w14:paraId="63C75A85" w14:textId="77777777" w:rsidTr="00476156">
        <w:tc>
          <w:tcPr>
            <w:tcW w:w="342" w:type="pct"/>
            <w:vAlign w:val="center"/>
          </w:tcPr>
          <w:p w14:paraId="425F9908" w14:textId="63060A08" w:rsidR="00476156" w:rsidRPr="00C305D5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06</w:t>
            </w:r>
          </w:p>
        </w:tc>
        <w:tc>
          <w:tcPr>
            <w:tcW w:w="362" w:type="pct"/>
            <w:vAlign w:val="center"/>
          </w:tcPr>
          <w:p w14:paraId="687E94C8" w14:textId="52EB6889" w:rsidR="00476156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5B1EA46E" w14:textId="38E1048E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196FFC1" w14:textId="2B7899D9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58DE6940" w14:textId="4CB2E0A4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778A9CB" w14:textId="0560C002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1B16C004" w14:textId="513AE864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46" w:type="pct"/>
            <w:vAlign w:val="center"/>
          </w:tcPr>
          <w:p w14:paraId="52D1292D" w14:textId="1C8A2F5A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3850</w:t>
            </w:r>
          </w:p>
        </w:tc>
        <w:tc>
          <w:tcPr>
            <w:tcW w:w="1274" w:type="pct"/>
            <w:vMerge w:val="restart"/>
          </w:tcPr>
          <w:p w14:paraId="3288DA8B" w14:textId="5F8138E2" w:rsidR="00476156" w:rsidRDefault="00BF7DF8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A716F4F" wp14:editId="14685AB7">
                  <wp:simplePos x="0" y="0"/>
                  <wp:positionH relativeFrom="column">
                    <wp:posOffset>15268</wp:posOffset>
                  </wp:positionH>
                  <wp:positionV relativeFrom="paragraph">
                    <wp:posOffset>296931</wp:posOffset>
                  </wp:positionV>
                  <wp:extent cx="1495425" cy="747395"/>
                  <wp:effectExtent l="0" t="0" r="9525" b="0"/>
                  <wp:wrapSquare wrapText="bothSides"/>
                  <wp:docPr id="1552466676" name="Obrázek 1" descr="Vnitřní PVC parapet, šířka 20 cm (200 mm), bezúdržbový, bíl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nitřní PVC parapet, šířka 20 cm (200 mm), bezúdržbový, bíl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6156" w:rsidRPr="00476156">
              <w:rPr>
                <w:rFonts w:ascii="Arial" w:hAnsi="Arial" w:cs="Arial"/>
                <w:b/>
                <w:bCs/>
                <w:sz w:val="28"/>
                <w:szCs w:val="28"/>
              </w:rPr>
              <w:t>400 mm</w:t>
            </w:r>
          </w:p>
          <w:p w14:paraId="4A89BB4D" w14:textId="6925E55E" w:rsidR="00BF7DF8" w:rsidRDefault="00BF7DF8" w:rsidP="00BA7BA8">
            <w:pP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3D258761" w14:textId="0076900F" w:rsidR="00BF7DF8" w:rsidRPr="00476156" w:rsidRDefault="00BF7DF8" w:rsidP="00BA7BA8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BF7DF8" w:rsidRPr="00C305D5" w14:paraId="0C90AB20" w14:textId="77777777" w:rsidTr="00476156">
        <w:tc>
          <w:tcPr>
            <w:tcW w:w="342" w:type="pct"/>
            <w:vAlign w:val="center"/>
          </w:tcPr>
          <w:p w14:paraId="71E888B0" w14:textId="332284EB" w:rsidR="00476156" w:rsidRPr="00C305D5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07</w:t>
            </w:r>
          </w:p>
        </w:tc>
        <w:tc>
          <w:tcPr>
            <w:tcW w:w="362" w:type="pct"/>
            <w:vAlign w:val="center"/>
          </w:tcPr>
          <w:p w14:paraId="00D0C91E" w14:textId="2C16336D" w:rsidR="00476156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64C03D11" w14:textId="6BB2CAB1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DF3A5B8" w14:textId="4516CA75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7296267" w14:textId="1661C28C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19B0EC1A" w14:textId="3F7138BF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335E5D64" w14:textId="00847A71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746" w:type="pct"/>
            <w:vAlign w:val="center"/>
          </w:tcPr>
          <w:p w14:paraId="463184CB" w14:textId="55C381B0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2550</w:t>
            </w:r>
          </w:p>
        </w:tc>
        <w:tc>
          <w:tcPr>
            <w:tcW w:w="1274" w:type="pct"/>
            <w:vMerge/>
          </w:tcPr>
          <w:p w14:paraId="74C033D0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2372FF14" w14:textId="77777777" w:rsidTr="00476156">
        <w:tc>
          <w:tcPr>
            <w:tcW w:w="342" w:type="pct"/>
            <w:vAlign w:val="center"/>
          </w:tcPr>
          <w:p w14:paraId="2501A825" w14:textId="3982529A" w:rsidR="00476156" w:rsidRPr="00C305D5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</w:t>
            </w: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08</w:t>
            </w:r>
          </w:p>
        </w:tc>
        <w:tc>
          <w:tcPr>
            <w:tcW w:w="362" w:type="pct"/>
            <w:vAlign w:val="center"/>
          </w:tcPr>
          <w:p w14:paraId="4B9C4BC9" w14:textId="555F9409" w:rsidR="00476156" w:rsidRPr="00181622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266" w:type="pct"/>
            <w:vAlign w:val="center"/>
          </w:tcPr>
          <w:p w14:paraId="46144EA3" w14:textId="1410D1B0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4199D48" w14:textId="644914B8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1" w:type="pct"/>
            <w:vAlign w:val="center"/>
          </w:tcPr>
          <w:p w14:paraId="35B3935F" w14:textId="62ACB121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1" w:type="pct"/>
            <w:vAlign w:val="center"/>
          </w:tcPr>
          <w:p w14:paraId="4529708A" w14:textId="16143A79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61CF2D7B" w14:textId="12363052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 121, 122, 123 (2ks), 124, 125, 220, 221, 222, 223 (2ks), 224 (2ks), 225</w:t>
            </w:r>
          </w:p>
        </w:tc>
        <w:tc>
          <w:tcPr>
            <w:tcW w:w="746" w:type="pct"/>
            <w:vAlign w:val="center"/>
          </w:tcPr>
          <w:p w14:paraId="6410AF3C" w14:textId="3228EB3D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2450</w:t>
            </w:r>
          </w:p>
        </w:tc>
        <w:tc>
          <w:tcPr>
            <w:tcW w:w="1274" w:type="pct"/>
            <w:vMerge/>
          </w:tcPr>
          <w:p w14:paraId="6F1F6BAF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3502D313" w14:textId="77777777" w:rsidTr="00476156">
        <w:tc>
          <w:tcPr>
            <w:tcW w:w="342" w:type="pct"/>
            <w:vAlign w:val="center"/>
          </w:tcPr>
          <w:p w14:paraId="3A53E8FA" w14:textId="1B234FCB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P09</w:t>
            </w:r>
          </w:p>
        </w:tc>
        <w:tc>
          <w:tcPr>
            <w:tcW w:w="362" w:type="pct"/>
            <w:vAlign w:val="center"/>
          </w:tcPr>
          <w:p w14:paraId="401DA339" w14:textId="0EF633C9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4C0BAAD5" w14:textId="2113F49F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6A58125" w14:textId="159C483D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6586B7E" w14:textId="278C02C9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9208EC6" w14:textId="41539C75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01121F25" w14:textId="2B15CA0E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746" w:type="pct"/>
            <w:vAlign w:val="center"/>
          </w:tcPr>
          <w:p w14:paraId="2F41806C" w14:textId="0C58D248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</w:t>
            </w:r>
          </w:p>
        </w:tc>
        <w:tc>
          <w:tcPr>
            <w:tcW w:w="1274" w:type="pct"/>
            <w:vMerge/>
          </w:tcPr>
          <w:p w14:paraId="7EE868A1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23FAF8B2" w14:textId="77777777" w:rsidTr="00476156">
        <w:tc>
          <w:tcPr>
            <w:tcW w:w="342" w:type="pct"/>
            <w:vAlign w:val="center"/>
          </w:tcPr>
          <w:p w14:paraId="5638A2E0" w14:textId="4F801FC9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P10</w:t>
            </w:r>
          </w:p>
        </w:tc>
        <w:tc>
          <w:tcPr>
            <w:tcW w:w="362" w:type="pct"/>
            <w:vAlign w:val="center"/>
          </w:tcPr>
          <w:p w14:paraId="55CD4969" w14:textId="162D58C0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66" w:type="pct"/>
            <w:vAlign w:val="center"/>
          </w:tcPr>
          <w:p w14:paraId="3F861969" w14:textId="3FA5FA43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689A9F0" w14:textId="5D7EBA4C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1" w:type="pct"/>
            <w:vAlign w:val="center"/>
          </w:tcPr>
          <w:p w14:paraId="3A491908" w14:textId="61BDED45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1" w:type="pct"/>
            <w:vAlign w:val="center"/>
          </w:tcPr>
          <w:p w14:paraId="21520E44" w14:textId="4E444CFA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63FA0FAE" w14:textId="336330D2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 120, 124, 219 (2ks), 220</w:t>
            </w:r>
          </w:p>
        </w:tc>
        <w:tc>
          <w:tcPr>
            <w:tcW w:w="746" w:type="pct"/>
            <w:vAlign w:val="center"/>
          </w:tcPr>
          <w:p w14:paraId="0B388345" w14:textId="56DAB840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</w:t>
            </w:r>
          </w:p>
        </w:tc>
        <w:tc>
          <w:tcPr>
            <w:tcW w:w="1274" w:type="pct"/>
            <w:vMerge/>
          </w:tcPr>
          <w:p w14:paraId="1210A79D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6549AD17" w14:textId="77777777" w:rsidTr="00476156">
        <w:tc>
          <w:tcPr>
            <w:tcW w:w="342" w:type="pct"/>
            <w:vAlign w:val="center"/>
          </w:tcPr>
          <w:p w14:paraId="2F977510" w14:textId="3BF25E1C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P11</w:t>
            </w:r>
          </w:p>
        </w:tc>
        <w:tc>
          <w:tcPr>
            <w:tcW w:w="362" w:type="pct"/>
            <w:vAlign w:val="center"/>
          </w:tcPr>
          <w:p w14:paraId="6072BF4D" w14:textId="64B2701A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2D21DAAB" w14:textId="2D49F5A7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6CEA8F8" w14:textId="0961D18D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134D336" w14:textId="08B0C573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2297A366" w14:textId="00937B3D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2E643F4C" w14:textId="5DABDE37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129, 217</w:t>
            </w:r>
          </w:p>
        </w:tc>
        <w:tc>
          <w:tcPr>
            <w:tcW w:w="746" w:type="pct"/>
            <w:vAlign w:val="center"/>
          </w:tcPr>
          <w:p w14:paraId="56DD05C6" w14:textId="130B2C03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</w:t>
            </w:r>
          </w:p>
        </w:tc>
        <w:tc>
          <w:tcPr>
            <w:tcW w:w="1274" w:type="pct"/>
            <w:vMerge/>
          </w:tcPr>
          <w:p w14:paraId="78335B7C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7057F433" w14:textId="77777777" w:rsidTr="00476156">
        <w:tc>
          <w:tcPr>
            <w:tcW w:w="342" w:type="pct"/>
            <w:vAlign w:val="center"/>
          </w:tcPr>
          <w:p w14:paraId="325C858F" w14:textId="6791AE9E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P12</w:t>
            </w:r>
          </w:p>
        </w:tc>
        <w:tc>
          <w:tcPr>
            <w:tcW w:w="362" w:type="pct"/>
            <w:vAlign w:val="center"/>
          </w:tcPr>
          <w:p w14:paraId="227C9425" w14:textId="2C8371AF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204C1713" w14:textId="34EB77F3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21E0042" w14:textId="4865863C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73FC9AF9" w14:textId="79DB92C8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CD228BC" w14:textId="779B0939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65718BE3" w14:textId="40BDF4F2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 (2ks)</w:t>
            </w:r>
          </w:p>
        </w:tc>
        <w:tc>
          <w:tcPr>
            <w:tcW w:w="746" w:type="pct"/>
            <w:vAlign w:val="center"/>
          </w:tcPr>
          <w:p w14:paraId="50106A44" w14:textId="17E28DFE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274" w:type="pct"/>
            <w:vMerge/>
          </w:tcPr>
          <w:p w14:paraId="20C994A3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3ED06ECB" w14:textId="77777777" w:rsidTr="00476156">
        <w:tc>
          <w:tcPr>
            <w:tcW w:w="342" w:type="pct"/>
            <w:vAlign w:val="center"/>
          </w:tcPr>
          <w:p w14:paraId="33140F51" w14:textId="503A15B2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P13</w:t>
            </w:r>
          </w:p>
        </w:tc>
        <w:tc>
          <w:tcPr>
            <w:tcW w:w="362" w:type="pct"/>
            <w:vAlign w:val="center"/>
          </w:tcPr>
          <w:p w14:paraId="239C7716" w14:textId="49AD110D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6" w:type="pct"/>
            <w:vAlign w:val="center"/>
          </w:tcPr>
          <w:p w14:paraId="4491469B" w14:textId="11BDD89B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1" w:type="pct"/>
            <w:vAlign w:val="center"/>
          </w:tcPr>
          <w:p w14:paraId="144E8A51" w14:textId="3B2B6064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41D0F62" w14:textId="0A1DAB02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9E3E0CC" w14:textId="2F361490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06339C73" w14:textId="62383942" w:rsidR="00476156" w:rsidRPr="00181622" w:rsidRDefault="00476156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001, 004, 008, 009</w:t>
            </w:r>
          </w:p>
        </w:tc>
        <w:tc>
          <w:tcPr>
            <w:tcW w:w="746" w:type="pct"/>
            <w:vAlign w:val="center"/>
          </w:tcPr>
          <w:p w14:paraId="05058CF2" w14:textId="6814A68E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1550</w:t>
            </w:r>
          </w:p>
        </w:tc>
        <w:tc>
          <w:tcPr>
            <w:tcW w:w="1274" w:type="pct"/>
            <w:vMerge/>
          </w:tcPr>
          <w:p w14:paraId="40FCD6FD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46729C71" w14:textId="77777777" w:rsidTr="00476156">
        <w:tc>
          <w:tcPr>
            <w:tcW w:w="342" w:type="pct"/>
            <w:vAlign w:val="center"/>
          </w:tcPr>
          <w:p w14:paraId="05D935ED" w14:textId="3B125FA4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P14</w:t>
            </w:r>
          </w:p>
        </w:tc>
        <w:tc>
          <w:tcPr>
            <w:tcW w:w="362" w:type="pct"/>
            <w:vAlign w:val="center"/>
          </w:tcPr>
          <w:p w14:paraId="78F68708" w14:textId="72647683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66" w:type="pct"/>
            <w:vAlign w:val="center"/>
          </w:tcPr>
          <w:p w14:paraId="24A7381E" w14:textId="7D19B439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71" w:type="pct"/>
            <w:vAlign w:val="center"/>
          </w:tcPr>
          <w:p w14:paraId="3E209444" w14:textId="5E23FAD2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2E4C57B" w14:textId="255A3DE8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D78ABD2" w14:textId="1205AB2D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39644A3E" w14:textId="65DFEB8C" w:rsidR="00476156" w:rsidRPr="00181622" w:rsidRDefault="00476156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006 (2ks), 007 (3ks), 008, 009 (3ks), 010 (2ks), 011</w:t>
            </w:r>
          </w:p>
        </w:tc>
        <w:tc>
          <w:tcPr>
            <w:tcW w:w="746" w:type="pct"/>
            <w:vAlign w:val="center"/>
          </w:tcPr>
          <w:p w14:paraId="57810AC8" w14:textId="0857E440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</w:t>
            </w:r>
          </w:p>
        </w:tc>
        <w:tc>
          <w:tcPr>
            <w:tcW w:w="1274" w:type="pct"/>
            <w:vMerge/>
          </w:tcPr>
          <w:p w14:paraId="0C8787D5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BF7DF8" w:rsidRPr="00C305D5" w14:paraId="3B465960" w14:textId="77777777" w:rsidTr="00476156">
        <w:tc>
          <w:tcPr>
            <w:tcW w:w="342" w:type="pct"/>
            <w:vAlign w:val="center"/>
          </w:tcPr>
          <w:p w14:paraId="17069A90" w14:textId="7232D240" w:rsidR="00476156" w:rsidRDefault="00476156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P15</w:t>
            </w:r>
          </w:p>
        </w:tc>
        <w:tc>
          <w:tcPr>
            <w:tcW w:w="362" w:type="pct"/>
            <w:vAlign w:val="center"/>
          </w:tcPr>
          <w:p w14:paraId="73645536" w14:textId="1323741B" w:rsidR="00476156" w:rsidRDefault="00476156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66" w:type="pct"/>
            <w:vAlign w:val="center"/>
          </w:tcPr>
          <w:p w14:paraId="6B25DCB8" w14:textId="78367B92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1" w:type="pct"/>
            <w:vAlign w:val="center"/>
          </w:tcPr>
          <w:p w14:paraId="26917276" w14:textId="5D2F8B5F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4E0D6D5" w14:textId="040294C1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09E8B89" w14:textId="72117066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4D5BDEA9" w14:textId="41D3E67C" w:rsidR="00476156" w:rsidRPr="00181622" w:rsidRDefault="00570DC3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003 (2ks), 013 (2ks), 014 (4ks)</w:t>
            </w:r>
          </w:p>
        </w:tc>
        <w:tc>
          <w:tcPr>
            <w:tcW w:w="746" w:type="pct"/>
            <w:vAlign w:val="center"/>
          </w:tcPr>
          <w:p w14:paraId="5879D5B4" w14:textId="107299A8" w:rsidR="00476156" w:rsidRPr="00C305D5" w:rsidRDefault="00476156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274" w:type="pct"/>
            <w:vMerge/>
          </w:tcPr>
          <w:p w14:paraId="55085233" w14:textId="77777777" w:rsidR="00476156" w:rsidRPr="00C305D5" w:rsidRDefault="00476156" w:rsidP="00BA7BA8">
            <w:pPr>
              <w:rPr>
                <w:rFonts w:ascii="Arial" w:hAnsi="Arial" w:cs="Arial"/>
                <w:noProof/>
              </w:rPr>
            </w:pPr>
          </w:p>
        </w:tc>
      </w:tr>
    </w:tbl>
    <w:p w14:paraId="424D1F10" w14:textId="37E7445F" w:rsidR="000F76CF" w:rsidRDefault="000F76CF">
      <w:pPr>
        <w:spacing w:after="160"/>
        <w:jc w:val="left"/>
      </w:pPr>
    </w:p>
    <w:p w14:paraId="50F02506" w14:textId="77777777" w:rsidR="007D3246" w:rsidRDefault="007D3246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bookmarkStart w:id="16" w:name="_Toc158736391"/>
      <w:bookmarkStart w:id="17" w:name="_Toc158736420"/>
      <w:r>
        <w:br w:type="page"/>
      </w:r>
    </w:p>
    <w:p w14:paraId="2391768B" w14:textId="3E8A0BB6" w:rsidR="008228E5" w:rsidRDefault="00E01D21" w:rsidP="00E01D21">
      <w:pPr>
        <w:pStyle w:val="Nadpis3"/>
      </w:pPr>
      <w:bookmarkStart w:id="18" w:name="_Toc162404979"/>
      <w:r>
        <w:lastRenderedPageBreak/>
        <w:t>Větrací mřížky</w:t>
      </w:r>
      <w:bookmarkEnd w:id="18"/>
      <w:r>
        <w:t xml:space="preserve"> </w:t>
      </w:r>
    </w:p>
    <w:p w14:paraId="76C57597" w14:textId="6E47D241" w:rsidR="00AA789B" w:rsidRDefault="00AA789B" w:rsidP="00AA789B">
      <w:pPr>
        <w:pStyle w:val="Odstavecseseznamem"/>
        <w:numPr>
          <w:ilvl w:val="0"/>
          <w:numId w:val="45"/>
        </w:numPr>
      </w:pPr>
      <w:r>
        <w:t>Plastová mřížka</w:t>
      </w:r>
      <w:r w:rsidR="00FA4F40">
        <w:t xml:space="preserve"> s</w:t>
      </w:r>
      <w:r w:rsidR="007D3246">
        <w:t> </w:t>
      </w:r>
      <w:r w:rsidR="00FA4F40">
        <w:t>přírubou</w:t>
      </w:r>
    </w:p>
    <w:p w14:paraId="298317E2" w14:textId="0AD75790" w:rsidR="007D3246" w:rsidRDefault="007D3246" w:rsidP="00AA789B">
      <w:pPr>
        <w:pStyle w:val="Odstavecseseznamem"/>
        <w:numPr>
          <w:ilvl w:val="0"/>
          <w:numId w:val="45"/>
        </w:numPr>
      </w:pPr>
      <w:r>
        <w:t>Odstín: bílý</w:t>
      </w:r>
    </w:p>
    <w:p w14:paraId="60EA63CB" w14:textId="44E18B77" w:rsidR="00FA4F40" w:rsidRPr="00AA789B" w:rsidRDefault="00FA4F40" w:rsidP="00AA789B">
      <w:pPr>
        <w:pStyle w:val="Odstavecseseznamem"/>
        <w:numPr>
          <w:ilvl w:val="0"/>
          <w:numId w:val="45"/>
        </w:numPr>
      </w:pPr>
      <w:r>
        <w:t>Včetně síťky proti hmyzu</w:t>
      </w:r>
    </w:p>
    <w:p w14:paraId="7AEDA10F" w14:textId="326B7146" w:rsidR="00E01D21" w:rsidRPr="00E01D21" w:rsidRDefault="00E01D21" w:rsidP="00FA4F40">
      <w:pPr>
        <w:ind w:left="360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5"/>
        <w:gridCol w:w="756"/>
        <w:gridCol w:w="557"/>
        <w:gridCol w:w="567"/>
        <w:gridCol w:w="567"/>
        <w:gridCol w:w="567"/>
        <w:gridCol w:w="2503"/>
        <w:gridCol w:w="1842"/>
        <w:gridCol w:w="2382"/>
      </w:tblGrid>
      <w:tr w:rsidR="007D3246" w:rsidRPr="00C305D5" w14:paraId="73FB8AA9" w14:textId="77777777" w:rsidTr="00F71163">
        <w:tc>
          <w:tcPr>
            <w:tcW w:w="342" w:type="pct"/>
          </w:tcPr>
          <w:p w14:paraId="2331F7AC" w14:textId="77777777" w:rsidR="00E01D21" w:rsidRPr="00C305D5" w:rsidRDefault="00E01D21" w:rsidP="008429D6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4EF7485E" w14:textId="77777777" w:rsidR="00E01D21" w:rsidRPr="00181622" w:rsidRDefault="00E01D21" w:rsidP="008429D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7FA0118A" w14:textId="77777777" w:rsidR="00E01D21" w:rsidRPr="00181622" w:rsidRDefault="00E01D21" w:rsidP="008429D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3ACDE1B4" w14:textId="77777777" w:rsidR="00E01D21" w:rsidRPr="00181622" w:rsidRDefault="00E01D21" w:rsidP="008429D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075898ED" w14:textId="77777777" w:rsidR="00E01D21" w:rsidRPr="00181622" w:rsidRDefault="00E01D21" w:rsidP="008429D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6CEF6A1A" w14:textId="77777777" w:rsidR="00E01D21" w:rsidRPr="00181622" w:rsidRDefault="00E01D21" w:rsidP="008429D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1197" w:type="pct"/>
          </w:tcPr>
          <w:p w14:paraId="37C65584" w14:textId="77777777" w:rsidR="00E01D21" w:rsidRPr="00181622" w:rsidRDefault="00E01D21" w:rsidP="008429D6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881" w:type="pct"/>
          </w:tcPr>
          <w:p w14:paraId="4ECB7C59" w14:textId="37725B66" w:rsidR="00E01D21" w:rsidRPr="00181622" w:rsidRDefault="00E01D21" w:rsidP="008429D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ROZMĚRY (mm)</w:t>
            </w:r>
          </w:p>
        </w:tc>
        <w:tc>
          <w:tcPr>
            <w:tcW w:w="1139" w:type="pct"/>
          </w:tcPr>
          <w:p w14:paraId="6F6E428A" w14:textId="11E3A1EC" w:rsidR="00E01D21" w:rsidRPr="00181622" w:rsidRDefault="00E01D21" w:rsidP="008429D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  <w:r w:rsidRPr="00181622">
              <w:rPr>
                <w:rFonts w:ascii="Arial" w:hAnsi="Arial" w:cs="Arial"/>
                <w:b/>
                <w:bCs/>
              </w:rPr>
              <w:t>CHÉMA</w:t>
            </w:r>
          </w:p>
        </w:tc>
      </w:tr>
      <w:tr w:rsidR="007D3246" w:rsidRPr="00C305D5" w14:paraId="557FFBF3" w14:textId="77777777" w:rsidTr="00F71163">
        <w:tc>
          <w:tcPr>
            <w:tcW w:w="342" w:type="pct"/>
            <w:vAlign w:val="center"/>
          </w:tcPr>
          <w:p w14:paraId="14037034" w14:textId="24947AE1" w:rsidR="00E01D21" w:rsidRPr="00C305D5" w:rsidRDefault="00E01D21" w:rsidP="008429D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P30</w:t>
            </w:r>
          </w:p>
        </w:tc>
        <w:tc>
          <w:tcPr>
            <w:tcW w:w="362" w:type="pct"/>
            <w:vAlign w:val="center"/>
          </w:tcPr>
          <w:p w14:paraId="62F449A3" w14:textId="35526025" w:rsidR="00E01D21" w:rsidRPr="00181622" w:rsidRDefault="00B559F8" w:rsidP="008429D6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6" w:type="pct"/>
            <w:vAlign w:val="center"/>
          </w:tcPr>
          <w:p w14:paraId="50B9EEBF" w14:textId="2C225E0A" w:rsidR="00E01D21" w:rsidRPr="00C305D5" w:rsidRDefault="00B559F8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0808EAE2" w14:textId="6DA7D88A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59279D3E" w14:textId="5B2B09DC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5FC835C1" w14:textId="1D263423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1EC30BFA" w14:textId="459D994C" w:rsidR="00E01D21" w:rsidRPr="00181622" w:rsidRDefault="00B559F8" w:rsidP="008429D6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008, </w:t>
            </w:r>
            <w:r w:rsidR="00FA4F40">
              <w:rPr>
                <w:rFonts w:ascii="Arial" w:hAnsi="Arial" w:cs="Arial"/>
                <w:sz w:val="18"/>
                <w:szCs w:val="18"/>
              </w:rPr>
              <w:t>014, 129, 213</w:t>
            </w:r>
          </w:p>
        </w:tc>
        <w:tc>
          <w:tcPr>
            <w:tcW w:w="881" w:type="pct"/>
            <w:vAlign w:val="center"/>
          </w:tcPr>
          <w:p w14:paraId="3BAF27A6" w14:textId="7462422E" w:rsidR="00E01D21" w:rsidRPr="00C305D5" w:rsidRDefault="004025FC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 100 mm</w:t>
            </w:r>
          </w:p>
        </w:tc>
        <w:tc>
          <w:tcPr>
            <w:tcW w:w="1139" w:type="pct"/>
          </w:tcPr>
          <w:p w14:paraId="16C0D9C5" w14:textId="1C1D28FE" w:rsidR="00FA4F40" w:rsidRDefault="00FA4F40" w:rsidP="008429D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A4F4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1248" behindDoc="0" locked="0" layoutInCell="1" allowOverlap="1" wp14:anchorId="70298209" wp14:editId="7376C49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61595</wp:posOffset>
                  </wp:positionV>
                  <wp:extent cx="478790" cy="429260"/>
                  <wp:effectExtent l="0" t="0" r="0" b="8890"/>
                  <wp:wrapSquare wrapText="bothSides"/>
                  <wp:docPr id="145098827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988276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F8AAE9" w14:textId="77777777" w:rsidR="00E01D21" w:rsidRDefault="00E01D21" w:rsidP="008429D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990DD20" w14:textId="2DC5E634" w:rsidR="00FA4F40" w:rsidRPr="00476156" w:rsidRDefault="00FA4F40" w:rsidP="008429D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D3246" w:rsidRPr="00C305D5" w14:paraId="1539A3C1" w14:textId="77777777" w:rsidTr="007D3246">
        <w:trPr>
          <w:trHeight w:val="719"/>
        </w:trPr>
        <w:tc>
          <w:tcPr>
            <w:tcW w:w="342" w:type="pct"/>
            <w:vAlign w:val="center"/>
          </w:tcPr>
          <w:p w14:paraId="29F185A0" w14:textId="3B44AD85" w:rsidR="00E01D21" w:rsidRPr="00C305D5" w:rsidRDefault="00E01D21" w:rsidP="008429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P31</w:t>
            </w:r>
          </w:p>
        </w:tc>
        <w:tc>
          <w:tcPr>
            <w:tcW w:w="362" w:type="pct"/>
            <w:vAlign w:val="center"/>
          </w:tcPr>
          <w:p w14:paraId="31A017A1" w14:textId="2875FBC3" w:rsidR="00E01D21" w:rsidRPr="00181622" w:rsidRDefault="00FA4F40" w:rsidP="008429D6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65B7406C" w14:textId="54260A98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22F4D45" w14:textId="52715B2F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BB42855" w14:textId="61C3FE7A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97C1DAB" w14:textId="37067772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698B0C53" w14:textId="046FE80E" w:rsidR="00E01D21" w:rsidRPr="00181622" w:rsidRDefault="00FA4F40" w:rsidP="008429D6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881" w:type="pct"/>
            <w:vAlign w:val="center"/>
          </w:tcPr>
          <w:p w14:paraId="1664B8E0" w14:textId="3EB735E7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× 150 mm</w:t>
            </w:r>
          </w:p>
        </w:tc>
        <w:tc>
          <w:tcPr>
            <w:tcW w:w="1139" w:type="pct"/>
            <w:vMerge w:val="restart"/>
          </w:tcPr>
          <w:p w14:paraId="3115325B" w14:textId="0AE054E1" w:rsidR="00E01D21" w:rsidRPr="00476156" w:rsidRDefault="007D3246" w:rsidP="008429D6">
            <w:pPr>
              <w:rPr>
                <w:rFonts w:ascii="Arial" w:hAnsi="Arial" w:cs="Arial"/>
                <w:noProof/>
                <w:sz w:val="28"/>
                <w:szCs w:val="28"/>
              </w:rPr>
            </w:pPr>
            <w:r w:rsidRPr="007D3246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2272" behindDoc="0" locked="0" layoutInCell="1" allowOverlap="1" wp14:anchorId="5B24E59F" wp14:editId="0246DFF2">
                  <wp:simplePos x="0" y="0"/>
                  <wp:positionH relativeFrom="column">
                    <wp:posOffset>68359</wp:posOffset>
                  </wp:positionH>
                  <wp:positionV relativeFrom="paragraph">
                    <wp:posOffset>129236</wp:posOffset>
                  </wp:positionV>
                  <wp:extent cx="614045" cy="603885"/>
                  <wp:effectExtent l="0" t="0" r="0" b="5715"/>
                  <wp:wrapSquare wrapText="bothSides"/>
                  <wp:docPr id="64655350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553504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045" cy="60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3246" w:rsidRPr="00C305D5" w14:paraId="6243A5F6" w14:textId="77777777" w:rsidTr="007D3246">
        <w:trPr>
          <w:trHeight w:val="702"/>
        </w:trPr>
        <w:tc>
          <w:tcPr>
            <w:tcW w:w="342" w:type="pct"/>
            <w:vAlign w:val="center"/>
          </w:tcPr>
          <w:p w14:paraId="5F4BDCA8" w14:textId="1C3DA0D9" w:rsidR="00E01D21" w:rsidRPr="00C305D5" w:rsidRDefault="00E01D21" w:rsidP="008429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P32</w:t>
            </w:r>
          </w:p>
        </w:tc>
        <w:tc>
          <w:tcPr>
            <w:tcW w:w="362" w:type="pct"/>
            <w:vAlign w:val="center"/>
          </w:tcPr>
          <w:p w14:paraId="7C5D060C" w14:textId="007C757D" w:rsidR="00E01D21" w:rsidRPr="00181622" w:rsidRDefault="00FA4F40" w:rsidP="008429D6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17BE0594" w14:textId="0FF82C1F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FE8C51F" w14:textId="3EC16A3E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4FDF259B" w14:textId="1D15A338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EB28227" w14:textId="622354E3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97" w:type="pct"/>
          </w:tcPr>
          <w:p w14:paraId="6137D9A6" w14:textId="6923CFE0" w:rsidR="00E01D21" w:rsidRPr="00181622" w:rsidRDefault="00FA4F40" w:rsidP="008429D6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81" w:type="pct"/>
            <w:vAlign w:val="center"/>
          </w:tcPr>
          <w:p w14:paraId="36A59A16" w14:textId="4584BA9E" w:rsidR="00E01D21" w:rsidRPr="00C305D5" w:rsidRDefault="00FA4F40" w:rsidP="008429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 × 300 mm</w:t>
            </w:r>
          </w:p>
        </w:tc>
        <w:tc>
          <w:tcPr>
            <w:tcW w:w="1139" w:type="pct"/>
            <w:vMerge/>
          </w:tcPr>
          <w:p w14:paraId="0A14FD3C" w14:textId="77777777" w:rsidR="00E01D21" w:rsidRPr="00476156" w:rsidRDefault="00E01D21" w:rsidP="008429D6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14:paraId="77C394B3" w14:textId="77777777" w:rsidR="00F71163" w:rsidRDefault="00F71163">
      <w:pPr>
        <w:spacing w:after="160"/>
        <w:jc w:val="left"/>
      </w:pPr>
    </w:p>
    <w:p w14:paraId="2342882C" w14:textId="77777777" w:rsidR="00F71163" w:rsidRDefault="00F71163" w:rsidP="00F71163">
      <w:pPr>
        <w:pStyle w:val="Nadpis3"/>
      </w:pPr>
      <w:bookmarkStart w:id="19" w:name="_Toc162404980"/>
      <w:r>
        <w:t>Větrací komínky</w:t>
      </w:r>
      <w:bookmarkEnd w:id="19"/>
    </w:p>
    <w:p w14:paraId="6DF8B6D4" w14:textId="5490AC20" w:rsidR="003B4DD5" w:rsidRDefault="003B4DD5" w:rsidP="003B4DD5">
      <w:pPr>
        <w:pStyle w:val="Odstavecseseznamem"/>
        <w:numPr>
          <w:ilvl w:val="0"/>
          <w:numId w:val="45"/>
        </w:numPr>
      </w:pPr>
      <w:r>
        <w:t>Větrací komínky odvětrání kanalizace</w:t>
      </w:r>
      <w:r w:rsidR="004025FC">
        <w:t xml:space="preserve"> pro plochou střechu s povlakovou hydroizolací</w:t>
      </w:r>
    </w:p>
    <w:p w14:paraId="40722F4D" w14:textId="42E889BC" w:rsidR="003B4DD5" w:rsidRDefault="003B4DD5" w:rsidP="003B4DD5">
      <w:pPr>
        <w:pStyle w:val="Odstavecseseznamem"/>
        <w:numPr>
          <w:ilvl w:val="0"/>
          <w:numId w:val="45"/>
        </w:numPr>
      </w:pPr>
      <w:r>
        <w:t>s integrovanou manžetou z hydroizolační PVC fólie</w:t>
      </w:r>
    </w:p>
    <w:p w14:paraId="3D568619" w14:textId="48FE4B69" w:rsidR="003B4DD5" w:rsidRDefault="003B4DD5" w:rsidP="003B4DD5">
      <w:pPr>
        <w:pStyle w:val="Odstavecseseznamem"/>
        <w:numPr>
          <w:ilvl w:val="0"/>
          <w:numId w:val="45"/>
        </w:numPr>
      </w:pPr>
      <w:r>
        <w:t>výška nad izolaci 300 mm (max. 500 mm)</w:t>
      </w:r>
    </w:p>
    <w:p w14:paraId="359DAF01" w14:textId="727F2879" w:rsidR="003B4DD5" w:rsidRDefault="003B4DD5" w:rsidP="003B4DD5">
      <w:pPr>
        <w:pStyle w:val="Odstavecseseznamem"/>
        <w:numPr>
          <w:ilvl w:val="0"/>
          <w:numId w:val="45"/>
        </w:numPr>
      </w:pPr>
      <w:r>
        <w:t>včetně dešťové krytky</w:t>
      </w:r>
    </w:p>
    <w:p w14:paraId="6288AFDA" w14:textId="77777777" w:rsidR="004025FC" w:rsidRPr="003B4DD5" w:rsidRDefault="004025FC" w:rsidP="004025FC">
      <w:pPr>
        <w:pStyle w:val="Odstavecseseznamem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5"/>
        <w:gridCol w:w="2091"/>
        <w:gridCol w:w="2107"/>
        <w:gridCol w:w="5543"/>
      </w:tblGrid>
      <w:tr w:rsidR="007C585B" w:rsidRPr="00C305D5" w14:paraId="195B9257" w14:textId="77777777" w:rsidTr="004025FC">
        <w:tc>
          <w:tcPr>
            <w:tcW w:w="337" w:type="pct"/>
          </w:tcPr>
          <w:p w14:paraId="461A090A" w14:textId="77777777" w:rsidR="007C585B" w:rsidRPr="00C305D5" w:rsidRDefault="007C585B" w:rsidP="00402F14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1002" w:type="pct"/>
          </w:tcPr>
          <w:p w14:paraId="6FD992A1" w14:textId="3F0245DA" w:rsidR="007C585B" w:rsidRPr="00181622" w:rsidRDefault="007C585B" w:rsidP="00402F1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009" w:type="pct"/>
          </w:tcPr>
          <w:p w14:paraId="32E439A9" w14:textId="73D89213" w:rsidR="007C585B" w:rsidRPr="00181622" w:rsidRDefault="007C585B" w:rsidP="00402F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ROZMĚR</w:t>
            </w:r>
          </w:p>
        </w:tc>
        <w:tc>
          <w:tcPr>
            <w:tcW w:w="2652" w:type="pct"/>
          </w:tcPr>
          <w:p w14:paraId="7884CA8E" w14:textId="77777777" w:rsidR="007C585B" w:rsidRPr="00181622" w:rsidRDefault="007C585B" w:rsidP="00402F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  <w:r w:rsidRPr="00181622">
              <w:rPr>
                <w:rFonts w:ascii="Arial" w:hAnsi="Arial" w:cs="Arial"/>
                <w:b/>
                <w:bCs/>
              </w:rPr>
              <w:t>CHÉMA</w:t>
            </w:r>
          </w:p>
        </w:tc>
      </w:tr>
      <w:tr w:rsidR="007C585B" w:rsidRPr="00C305D5" w14:paraId="554672B8" w14:textId="77777777" w:rsidTr="004025FC">
        <w:trPr>
          <w:trHeight w:val="676"/>
        </w:trPr>
        <w:tc>
          <w:tcPr>
            <w:tcW w:w="337" w:type="pct"/>
            <w:vAlign w:val="center"/>
          </w:tcPr>
          <w:p w14:paraId="6909C4AE" w14:textId="0EAABE91" w:rsidR="007C585B" w:rsidRPr="00C305D5" w:rsidRDefault="007C585B" w:rsidP="00402F1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P50</w:t>
            </w:r>
          </w:p>
        </w:tc>
        <w:tc>
          <w:tcPr>
            <w:tcW w:w="1002" w:type="pct"/>
            <w:vAlign w:val="center"/>
          </w:tcPr>
          <w:p w14:paraId="36CB4671" w14:textId="05E68EBA" w:rsidR="004025FC" w:rsidRPr="00181622" w:rsidRDefault="004025FC" w:rsidP="004025F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09" w:type="pct"/>
            <w:vAlign w:val="center"/>
          </w:tcPr>
          <w:p w14:paraId="01B75F98" w14:textId="0667D896" w:rsidR="007C585B" w:rsidRPr="00C305D5" w:rsidRDefault="007C585B" w:rsidP="00402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 50</w:t>
            </w:r>
          </w:p>
        </w:tc>
        <w:tc>
          <w:tcPr>
            <w:tcW w:w="2652" w:type="pct"/>
            <w:vMerge w:val="restart"/>
          </w:tcPr>
          <w:p w14:paraId="72DAF719" w14:textId="466AC6FD" w:rsidR="007C585B" w:rsidRPr="00476156" w:rsidRDefault="007C585B" w:rsidP="00402F1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C585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0224" behindDoc="0" locked="0" layoutInCell="1" allowOverlap="1" wp14:anchorId="0960A9BC" wp14:editId="7891D8FE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96520</wp:posOffset>
                  </wp:positionV>
                  <wp:extent cx="1343660" cy="1176020"/>
                  <wp:effectExtent l="0" t="0" r="8890" b="5080"/>
                  <wp:wrapSquare wrapText="bothSides"/>
                  <wp:docPr id="71336544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365445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60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C585B" w:rsidRPr="00C305D5" w14:paraId="2F3B62BD" w14:textId="77777777" w:rsidTr="004025FC">
        <w:trPr>
          <w:trHeight w:val="751"/>
        </w:trPr>
        <w:tc>
          <w:tcPr>
            <w:tcW w:w="337" w:type="pct"/>
            <w:vAlign w:val="center"/>
          </w:tcPr>
          <w:p w14:paraId="0AABD856" w14:textId="69C490BD" w:rsidR="007C585B" w:rsidRPr="00C305D5" w:rsidRDefault="007C585B" w:rsidP="00402F1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P51</w:t>
            </w:r>
          </w:p>
        </w:tc>
        <w:tc>
          <w:tcPr>
            <w:tcW w:w="1002" w:type="pct"/>
            <w:vAlign w:val="center"/>
          </w:tcPr>
          <w:p w14:paraId="7D970666" w14:textId="3FCBBB8B" w:rsidR="004025FC" w:rsidRPr="00181622" w:rsidRDefault="004025FC" w:rsidP="004025F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09" w:type="pct"/>
            <w:vAlign w:val="center"/>
          </w:tcPr>
          <w:p w14:paraId="19C27E71" w14:textId="537F531D" w:rsidR="007C585B" w:rsidRPr="00C305D5" w:rsidRDefault="007C585B" w:rsidP="00402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</w:t>
            </w:r>
            <w:r w:rsidR="00FE41C6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2652" w:type="pct"/>
            <w:vMerge/>
          </w:tcPr>
          <w:p w14:paraId="557972F1" w14:textId="77777777" w:rsidR="007C585B" w:rsidRPr="00476156" w:rsidRDefault="007C585B" w:rsidP="00402F14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C585B" w:rsidRPr="00C305D5" w14:paraId="06F93EE6" w14:textId="77777777" w:rsidTr="004025FC">
        <w:trPr>
          <w:trHeight w:val="856"/>
        </w:trPr>
        <w:tc>
          <w:tcPr>
            <w:tcW w:w="337" w:type="pct"/>
            <w:vAlign w:val="center"/>
          </w:tcPr>
          <w:p w14:paraId="1447C8AD" w14:textId="33F675FC" w:rsidR="007C585B" w:rsidRPr="00C305D5" w:rsidRDefault="007C585B" w:rsidP="00402F1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P52</w:t>
            </w:r>
          </w:p>
        </w:tc>
        <w:tc>
          <w:tcPr>
            <w:tcW w:w="1002" w:type="pct"/>
            <w:vAlign w:val="center"/>
          </w:tcPr>
          <w:p w14:paraId="20EA4A6C" w14:textId="3778347C" w:rsidR="007C585B" w:rsidRPr="00181622" w:rsidRDefault="004025FC" w:rsidP="00402F1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09" w:type="pct"/>
            <w:vAlign w:val="center"/>
          </w:tcPr>
          <w:p w14:paraId="6ADB8CD3" w14:textId="20DA7C44" w:rsidR="007C585B" w:rsidRPr="00C305D5" w:rsidRDefault="00FE41C6" w:rsidP="00402F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 125</w:t>
            </w:r>
          </w:p>
        </w:tc>
        <w:tc>
          <w:tcPr>
            <w:tcW w:w="2652" w:type="pct"/>
            <w:vMerge/>
          </w:tcPr>
          <w:p w14:paraId="03B662CF" w14:textId="77777777" w:rsidR="007C585B" w:rsidRPr="00476156" w:rsidRDefault="007C585B" w:rsidP="00402F14">
            <w:pPr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14:paraId="575500F1" w14:textId="172FA999" w:rsidR="00E01D21" w:rsidRDefault="00E01D21" w:rsidP="009D73D9">
      <w:pPr>
        <w:spacing w:after="160"/>
        <w:jc w:val="left"/>
      </w:pPr>
    </w:p>
    <w:p w14:paraId="3CA138EA" w14:textId="77777777" w:rsidR="009D73D9" w:rsidRPr="003B4DD5" w:rsidRDefault="009D73D9" w:rsidP="009D73D9">
      <w:pPr>
        <w:spacing w:after="160"/>
        <w:jc w:val="left"/>
        <w:rPr>
          <w:rFonts w:ascii="Arial" w:eastAsiaTheme="majorEastAsia" w:hAnsi="Arial" w:cstheme="majorBidi"/>
          <w:b/>
          <w:sz w:val="36"/>
          <w:szCs w:val="26"/>
        </w:rPr>
      </w:pPr>
    </w:p>
    <w:p w14:paraId="409BEFC3" w14:textId="77777777" w:rsidR="009D73D9" w:rsidRDefault="009D73D9">
      <w:pPr>
        <w:spacing w:after="160"/>
        <w:jc w:val="left"/>
        <w:rPr>
          <w:rFonts w:ascii="Arial" w:eastAsiaTheme="majorEastAsia" w:hAnsi="Arial" w:cstheme="majorBidi"/>
          <w:b/>
          <w:sz w:val="36"/>
          <w:szCs w:val="26"/>
        </w:rPr>
      </w:pPr>
      <w:r>
        <w:br w:type="page"/>
      </w:r>
    </w:p>
    <w:p w14:paraId="70E0BFEA" w14:textId="3D64018A" w:rsidR="00B84E57" w:rsidRDefault="00B84E57" w:rsidP="00B84E57">
      <w:pPr>
        <w:pStyle w:val="Nadpis2"/>
      </w:pPr>
      <w:bookmarkStart w:id="20" w:name="_Toc162404981"/>
      <w:r>
        <w:lastRenderedPageBreak/>
        <w:t>K</w:t>
      </w:r>
      <w:r w:rsidR="002D236A">
        <w:t xml:space="preserve"> –</w:t>
      </w:r>
      <w:r>
        <w:t xml:space="preserve"> Klempířské výrobky</w:t>
      </w:r>
      <w:bookmarkEnd w:id="16"/>
      <w:bookmarkEnd w:id="17"/>
      <w:bookmarkEnd w:id="20"/>
    </w:p>
    <w:p w14:paraId="6F2D6ED0" w14:textId="1CE0D049" w:rsidR="009F74B5" w:rsidRDefault="009F74B5" w:rsidP="009F74B5">
      <w:r>
        <w:t>- Prvky jsou značeny velkým písmenem „K“ a pořadovým číslem příslušného výrobku.</w:t>
      </w:r>
    </w:p>
    <w:p w14:paraId="372A62D1" w14:textId="01C8EBCC" w:rsidR="00A45ACB" w:rsidRDefault="006D5163" w:rsidP="008325F4">
      <w:pPr>
        <w:pStyle w:val="Nadpis3"/>
      </w:pPr>
      <w:bookmarkStart w:id="21" w:name="_Toc158736392"/>
      <w:bookmarkStart w:id="22" w:name="_Toc158736421"/>
      <w:bookmarkStart w:id="23" w:name="_Toc162404982"/>
      <w:r>
        <w:t>V</w:t>
      </w:r>
      <w:r w:rsidR="008325F4">
        <w:t>nější parapet</w:t>
      </w:r>
      <w:bookmarkEnd w:id="21"/>
      <w:bookmarkEnd w:id="22"/>
      <w:r>
        <w:t>y</w:t>
      </w:r>
      <w:bookmarkEnd w:id="23"/>
    </w:p>
    <w:p w14:paraId="696FD394" w14:textId="2D0F6E1A" w:rsidR="008325F4" w:rsidRDefault="008325F4" w:rsidP="008325F4">
      <w:pPr>
        <w:pStyle w:val="Odstavecseseznamem"/>
        <w:numPr>
          <w:ilvl w:val="0"/>
          <w:numId w:val="44"/>
        </w:numPr>
      </w:pPr>
      <w:r>
        <w:t>Materiál: lakovaný zinkovaný plech</w:t>
      </w:r>
    </w:p>
    <w:p w14:paraId="4025EDDF" w14:textId="2872BE34" w:rsidR="008325F4" w:rsidRDefault="008325F4" w:rsidP="008325F4">
      <w:pPr>
        <w:pStyle w:val="Odstavecseseznamem"/>
        <w:numPr>
          <w:ilvl w:val="0"/>
          <w:numId w:val="44"/>
        </w:numPr>
      </w:pPr>
      <w:r>
        <w:t>Barevný odstín: RAL 7016 Antracitová šedá</w:t>
      </w:r>
    </w:p>
    <w:p w14:paraId="1BD9B1F4" w14:textId="25062F6B" w:rsidR="00095032" w:rsidRDefault="00095032" w:rsidP="00095032">
      <w:pPr>
        <w:pStyle w:val="Odstavecseseznamem"/>
      </w:pPr>
    </w:p>
    <w:p w14:paraId="086D2A2E" w14:textId="7BAFC406" w:rsidR="00827352" w:rsidRDefault="00181622" w:rsidP="00181622">
      <w:pPr>
        <w:pStyle w:val="Nadpis4"/>
      </w:pPr>
      <w:r>
        <w:t>Vnější parapety RŠ 270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30"/>
        <w:gridCol w:w="756"/>
        <w:gridCol w:w="557"/>
        <w:gridCol w:w="567"/>
        <w:gridCol w:w="567"/>
        <w:gridCol w:w="567"/>
        <w:gridCol w:w="2432"/>
        <w:gridCol w:w="1184"/>
        <w:gridCol w:w="3096"/>
      </w:tblGrid>
      <w:tr w:rsidR="00C305D5" w:rsidRPr="00C305D5" w14:paraId="7E5992EC" w14:textId="77777777" w:rsidTr="00181622">
        <w:tc>
          <w:tcPr>
            <w:tcW w:w="349" w:type="pct"/>
          </w:tcPr>
          <w:p w14:paraId="23BAECD1" w14:textId="5CBB57EB" w:rsidR="00C305D5" w:rsidRPr="00C305D5" w:rsidRDefault="00C305D5" w:rsidP="00827352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1C766FDE" w14:textId="30C12524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06AE4E5A" w14:textId="058ACBE0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680076BC" w14:textId="67EBD354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74D7F24B" w14:textId="5E2283ED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1B772BF2" w14:textId="2653C17E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1163" w:type="pct"/>
          </w:tcPr>
          <w:p w14:paraId="45DDB0C4" w14:textId="0ABFF651" w:rsidR="00C305D5" w:rsidRPr="00181622" w:rsidRDefault="00C305D5" w:rsidP="00827352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566" w:type="pct"/>
          </w:tcPr>
          <w:p w14:paraId="64D31E7A" w14:textId="52DCED81" w:rsidR="00C305D5" w:rsidRPr="00181622" w:rsidRDefault="00C305D5" w:rsidP="00827352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DÉLKA</w:t>
            </w:r>
          </w:p>
        </w:tc>
        <w:tc>
          <w:tcPr>
            <w:tcW w:w="1480" w:type="pct"/>
          </w:tcPr>
          <w:p w14:paraId="12450EE8" w14:textId="5F1CA208" w:rsidR="00C305D5" w:rsidRPr="00181622" w:rsidRDefault="00C305D5" w:rsidP="00827352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RŠ (mm) / SCHÉMA</w:t>
            </w:r>
          </w:p>
        </w:tc>
      </w:tr>
      <w:tr w:rsidR="00181622" w:rsidRPr="00C305D5" w14:paraId="297AF8F0" w14:textId="77777777" w:rsidTr="00181622">
        <w:tc>
          <w:tcPr>
            <w:tcW w:w="349" w:type="pct"/>
            <w:vAlign w:val="center"/>
          </w:tcPr>
          <w:p w14:paraId="2832D76C" w14:textId="32FA8A34" w:rsidR="00C305D5" w:rsidRPr="00C305D5" w:rsidRDefault="00C305D5" w:rsidP="00C305D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K01</w:t>
            </w:r>
          </w:p>
        </w:tc>
        <w:tc>
          <w:tcPr>
            <w:tcW w:w="362" w:type="pct"/>
            <w:vAlign w:val="center"/>
          </w:tcPr>
          <w:p w14:paraId="6E859EB9" w14:textId="46595B66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66" w:type="pct"/>
            <w:vAlign w:val="center"/>
          </w:tcPr>
          <w:p w14:paraId="17270E41" w14:textId="6D142ED2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 w:rsidRPr="00C305D5"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505A8E95" w14:textId="3A55152B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 w:rsidRPr="00C305D5">
              <w:rPr>
                <w:rFonts w:ascii="Arial" w:hAnsi="Arial" w:cs="Arial"/>
              </w:rPr>
              <w:t>4</w:t>
            </w:r>
          </w:p>
        </w:tc>
        <w:tc>
          <w:tcPr>
            <w:tcW w:w="271" w:type="pct"/>
            <w:vAlign w:val="center"/>
          </w:tcPr>
          <w:p w14:paraId="3D1CC218" w14:textId="6D19D53B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 w:rsidRPr="00C305D5">
              <w:rPr>
                <w:rFonts w:ascii="Arial" w:hAnsi="Arial" w:cs="Arial"/>
              </w:rPr>
              <w:t>5</w:t>
            </w:r>
          </w:p>
        </w:tc>
        <w:tc>
          <w:tcPr>
            <w:tcW w:w="271" w:type="pct"/>
            <w:vAlign w:val="center"/>
          </w:tcPr>
          <w:p w14:paraId="134EF600" w14:textId="131624A2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 w:rsidRPr="00C305D5">
              <w:rPr>
                <w:rFonts w:ascii="Arial" w:hAnsi="Arial" w:cs="Arial"/>
              </w:rPr>
              <w:t>5</w:t>
            </w:r>
          </w:p>
        </w:tc>
        <w:tc>
          <w:tcPr>
            <w:tcW w:w="1163" w:type="pct"/>
          </w:tcPr>
          <w:p w14:paraId="57402B53" w14:textId="739D08A4" w:rsidR="00C305D5" w:rsidRPr="00181622" w:rsidRDefault="00C305D5" w:rsidP="00C305D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106, 108, 109, 110, 208, 209 (2ks), 210, 212, 308, 309, 311, 312, 314</w:t>
            </w:r>
          </w:p>
        </w:tc>
        <w:tc>
          <w:tcPr>
            <w:tcW w:w="566" w:type="pct"/>
            <w:vAlign w:val="center"/>
          </w:tcPr>
          <w:p w14:paraId="53CAFA60" w14:textId="392A20ED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 w:rsidRPr="00C305D5">
              <w:rPr>
                <w:rFonts w:ascii="Arial" w:hAnsi="Arial" w:cs="Arial"/>
              </w:rPr>
              <w:t xml:space="preserve">4800 </w:t>
            </w:r>
            <w:r>
              <w:rPr>
                <w:rFonts w:ascii="Arial" w:hAnsi="Arial" w:cs="Arial"/>
              </w:rPr>
              <w:t>mm</w:t>
            </w:r>
          </w:p>
        </w:tc>
        <w:tc>
          <w:tcPr>
            <w:tcW w:w="1480" w:type="pct"/>
            <w:vMerge w:val="restart"/>
          </w:tcPr>
          <w:p w14:paraId="74606BAE" w14:textId="77777777" w:rsidR="00181622" w:rsidRDefault="00181622" w:rsidP="00C305D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CF40BF1" w14:textId="51C45792" w:rsidR="00C305D5" w:rsidRPr="00181622" w:rsidRDefault="00C305D5" w:rsidP="00C305D5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1F65004C" wp14:editId="5909385E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267970</wp:posOffset>
                  </wp:positionV>
                  <wp:extent cx="1819910" cy="653415"/>
                  <wp:effectExtent l="0" t="0" r="8890" b="0"/>
                  <wp:wrapSquare wrapText="bothSides"/>
                  <wp:docPr id="144096095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960959" name="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910" cy="65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1622">
              <w:rPr>
                <w:rFonts w:ascii="Arial" w:hAnsi="Arial" w:cs="Arial"/>
                <w:b/>
                <w:bCs/>
                <w:sz w:val="28"/>
                <w:szCs w:val="28"/>
              </w:rPr>
              <w:t>RŠ 270</w:t>
            </w:r>
          </w:p>
        </w:tc>
      </w:tr>
      <w:tr w:rsidR="00181622" w:rsidRPr="00C305D5" w14:paraId="57542FF2" w14:textId="77777777" w:rsidTr="00181622">
        <w:tc>
          <w:tcPr>
            <w:tcW w:w="349" w:type="pct"/>
            <w:vAlign w:val="center"/>
          </w:tcPr>
          <w:p w14:paraId="7134156A" w14:textId="47E99446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K02</w:t>
            </w:r>
          </w:p>
        </w:tc>
        <w:tc>
          <w:tcPr>
            <w:tcW w:w="362" w:type="pct"/>
            <w:vAlign w:val="center"/>
          </w:tcPr>
          <w:p w14:paraId="76267D6A" w14:textId="4ABE0F87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3DA639BA" w14:textId="78668448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D0175E7" w14:textId="0FEDC0FC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2C14F6E3" w14:textId="2F113CB8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3B501F62" w14:textId="43532906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0BD0BFEE" w14:textId="2563F547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118, 218</w:t>
            </w:r>
          </w:p>
        </w:tc>
        <w:tc>
          <w:tcPr>
            <w:tcW w:w="566" w:type="pct"/>
            <w:vAlign w:val="center"/>
          </w:tcPr>
          <w:p w14:paraId="625FD251" w14:textId="025B7C0E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 mm</w:t>
            </w:r>
          </w:p>
        </w:tc>
        <w:tc>
          <w:tcPr>
            <w:tcW w:w="1480" w:type="pct"/>
            <w:vMerge/>
          </w:tcPr>
          <w:p w14:paraId="11146ADC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75968225" w14:textId="77777777" w:rsidTr="00181622">
        <w:tc>
          <w:tcPr>
            <w:tcW w:w="349" w:type="pct"/>
            <w:vAlign w:val="center"/>
          </w:tcPr>
          <w:p w14:paraId="710F9087" w14:textId="3F920750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K03</w:t>
            </w:r>
          </w:p>
        </w:tc>
        <w:tc>
          <w:tcPr>
            <w:tcW w:w="362" w:type="pct"/>
            <w:vAlign w:val="center"/>
          </w:tcPr>
          <w:p w14:paraId="7D2875D0" w14:textId="68599E46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6" w:type="pct"/>
            <w:vAlign w:val="center"/>
          </w:tcPr>
          <w:p w14:paraId="143CA6A0" w14:textId="5119CE20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5D0F78D" w14:textId="297D5392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6CB5DB99" w14:textId="47FBE121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17B674B2" w14:textId="24F887B5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63" w:type="pct"/>
          </w:tcPr>
          <w:p w14:paraId="4DA78ABC" w14:textId="608C8A8D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105, 207, 306</w:t>
            </w:r>
          </w:p>
        </w:tc>
        <w:tc>
          <w:tcPr>
            <w:tcW w:w="566" w:type="pct"/>
            <w:vAlign w:val="center"/>
          </w:tcPr>
          <w:p w14:paraId="2F821F5F" w14:textId="390E30AC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3150 mm</w:t>
            </w:r>
          </w:p>
        </w:tc>
        <w:tc>
          <w:tcPr>
            <w:tcW w:w="1480" w:type="pct"/>
            <w:vMerge/>
          </w:tcPr>
          <w:p w14:paraId="2DFA4785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6DA9A67B" w14:textId="77777777" w:rsidTr="00181622">
        <w:tc>
          <w:tcPr>
            <w:tcW w:w="349" w:type="pct"/>
            <w:vAlign w:val="center"/>
          </w:tcPr>
          <w:p w14:paraId="4C2CB54C" w14:textId="16C875B4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K04</w:t>
            </w:r>
          </w:p>
        </w:tc>
        <w:tc>
          <w:tcPr>
            <w:tcW w:w="362" w:type="pct"/>
            <w:vAlign w:val="center"/>
          </w:tcPr>
          <w:p w14:paraId="6A3400C5" w14:textId="1E084AF8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266" w:type="pct"/>
            <w:vAlign w:val="center"/>
          </w:tcPr>
          <w:p w14:paraId="680E6F70" w14:textId="3F30D4D9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CD60EC8" w14:textId="4F6270FB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1" w:type="pct"/>
            <w:vAlign w:val="center"/>
          </w:tcPr>
          <w:p w14:paraId="0B01C223" w14:textId="0E953975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1" w:type="pct"/>
            <w:vAlign w:val="center"/>
          </w:tcPr>
          <w:p w14:paraId="5D816406" w14:textId="0DCA030A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47E71392" w14:textId="1DAA9D30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120 (2ks), 121, 122, 123 (2ks), 124, 125, 220 (2ks), 221, 222, 223 (2ks), 224 (2ks), 225</w:t>
            </w:r>
          </w:p>
        </w:tc>
        <w:tc>
          <w:tcPr>
            <w:tcW w:w="566" w:type="pct"/>
            <w:vAlign w:val="center"/>
          </w:tcPr>
          <w:p w14:paraId="06E69645" w14:textId="5E54459F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2400 mm</w:t>
            </w:r>
          </w:p>
        </w:tc>
        <w:tc>
          <w:tcPr>
            <w:tcW w:w="1480" w:type="pct"/>
            <w:vMerge/>
          </w:tcPr>
          <w:p w14:paraId="571F7A74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0B5A568C" w14:textId="77777777" w:rsidTr="00181622">
        <w:tc>
          <w:tcPr>
            <w:tcW w:w="349" w:type="pct"/>
            <w:vAlign w:val="center"/>
          </w:tcPr>
          <w:p w14:paraId="7655A17F" w14:textId="08BF1101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K05</w:t>
            </w:r>
          </w:p>
        </w:tc>
        <w:tc>
          <w:tcPr>
            <w:tcW w:w="362" w:type="pct"/>
            <w:vAlign w:val="center"/>
          </w:tcPr>
          <w:p w14:paraId="4E217527" w14:textId="42DAC099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266" w:type="pct"/>
            <w:vAlign w:val="center"/>
          </w:tcPr>
          <w:p w14:paraId="74984849" w14:textId="5D1B895E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11A00AC" w14:textId="0471C88C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1" w:type="pct"/>
            <w:vAlign w:val="center"/>
          </w:tcPr>
          <w:p w14:paraId="2D988C8B" w14:textId="1C275DD5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1" w:type="pct"/>
            <w:vAlign w:val="center"/>
          </w:tcPr>
          <w:p w14:paraId="505483F7" w14:textId="2D4765FC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63" w:type="pct"/>
          </w:tcPr>
          <w:p w14:paraId="555781E8" w14:textId="1EDE86EF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101, 108 (3ks), 111, 112, 113, 202, 205, 209 (3ks), 213, 302, 305, 306, 309, 310, 311, 315</w:t>
            </w:r>
          </w:p>
        </w:tc>
        <w:tc>
          <w:tcPr>
            <w:tcW w:w="566" w:type="pct"/>
            <w:vAlign w:val="center"/>
          </w:tcPr>
          <w:p w14:paraId="191F7FB2" w14:textId="7C62B93A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mm</w:t>
            </w:r>
          </w:p>
        </w:tc>
        <w:tc>
          <w:tcPr>
            <w:tcW w:w="1480" w:type="pct"/>
            <w:vMerge/>
          </w:tcPr>
          <w:p w14:paraId="68727E0B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46A7AC75" w14:textId="77777777" w:rsidTr="00181622">
        <w:tc>
          <w:tcPr>
            <w:tcW w:w="349" w:type="pct"/>
            <w:vAlign w:val="center"/>
          </w:tcPr>
          <w:p w14:paraId="4BBE99FB" w14:textId="75D57E4C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K06</w:t>
            </w:r>
          </w:p>
        </w:tc>
        <w:tc>
          <w:tcPr>
            <w:tcW w:w="362" w:type="pct"/>
            <w:vAlign w:val="center"/>
          </w:tcPr>
          <w:p w14:paraId="6A260307" w14:textId="0FEE58C6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4F4F235F" w14:textId="66A46C35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A0CC8B5" w14:textId="19861383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77C8F63" w14:textId="1D942D45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0959552" w14:textId="47A73612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558E21C9" w14:textId="57A9945B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566" w:type="pct"/>
            <w:vAlign w:val="center"/>
          </w:tcPr>
          <w:p w14:paraId="48B3024C" w14:textId="1BB18CF4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 mm</w:t>
            </w:r>
          </w:p>
        </w:tc>
        <w:tc>
          <w:tcPr>
            <w:tcW w:w="1480" w:type="pct"/>
            <w:vMerge/>
          </w:tcPr>
          <w:p w14:paraId="166BF521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50D96090" w14:textId="77777777" w:rsidTr="00181622">
        <w:tc>
          <w:tcPr>
            <w:tcW w:w="349" w:type="pct"/>
            <w:vAlign w:val="center"/>
          </w:tcPr>
          <w:p w14:paraId="5D34A261" w14:textId="35600DE5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K07</w:t>
            </w:r>
          </w:p>
        </w:tc>
        <w:tc>
          <w:tcPr>
            <w:tcW w:w="362" w:type="pct"/>
            <w:vAlign w:val="center"/>
          </w:tcPr>
          <w:p w14:paraId="47463AC1" w14:textId="74D23431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6C48DDF2" w14:textId="3F292BF8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27772F7" w14:textId="29889FCA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7B8256DA" w14:textId="7966C1ED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524AE354" w14:textId="762A8E1E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1DFFEA5B" w14:textId="59EB4ED9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129, 217</w:t>
            </w:r>
          </w:p>
        </w:tc>
        <w:tc>
          <w:tcPr>
            <w:tcW w:w="566" w:type="pct"/>
            <w:vAlign w:val="center"/>
          </w:tcPr>
          <w:p w14:paraId="7DCE5A8E" w14:textId="48E05E9F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 mm</w:t>
            </w:r>
          </w:p>
        </w:tc>
        <w:tc>
          <w:tcPr>
            <w:tcW w:w="1480" w:type="pct"/>
            <w:vMerge/>
          </w:tcPr>
          <w:p w14:paraId="7074EDF2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009C964A" w14:textId="77777777" w:rsidTr="00181622">
        <w:tc>
          <w:tcPr>
            <w:tcW w:w="349" w:type="pct"/>
            <w:vAlign w:val="center"/>
          </w:tcPr>
          <w:p w14:paraId="50D80C29" w14:textId="0303F645" w:rsidR="00C305D5" w:rsidRPr="00C305D5" w:rsidRDefault="00C305D5" w:rsidP="00C305D5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K08</w:t>
            </w:r>
          </w:p>
        </w:tc>
        <w:tc>
          <w:tcPr>
            <w:tcW w:w="362" w:type="pct"/>
            <w:vAlign w:val="center"/>
          </w:tcPr>
          <w:p w14:paraId="0B5760F5" w14:textId="296F0745" w:rsidR="00C305D5" w:rsidRPr="00181622" w:rsidRDefault="00C305D5" w:rsidP="00181622">
            <w:pPr>
              <w:jc w:val="right"/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266" w:type="pct"/>
            <w:vAlign w:val="center"/>
          </w:tcPr>
          <w:p w14:paraId="322F453C" w14:textId="23769FF6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5A7FEB68" w14:textId="18E35532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1" w:type="pct"/>
            <w:vAlign w:val="center"/>
          </w:tcPr>
          <w:p w14:paraId="7876E219" w14:textId="644814D0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1" w:type="pct"/>
            <w:vAlign w:val="center"/>
          </w:tcPr>
          <w:p w14:paraId="03CCD9D0" w14:textId="3C534B80" w:rsidR="00C305D5" w:rsidRPr="00C305D5" w:rsidRDefault="00C305D5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63" w:type="pct"/>
          </w:tcPr>
          <w:p w14:paraId="64CCB66F" w14:textId="3015E226" w:rsidR="00C305D5" w:rsidRPr="00181622" w:rsidRDefault="00C305D5" w:rsidP="00C305D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622">
              <w:rPr>
                <w:rFonts w:ascii="Arial" w:hAnsi="Arial" w:cs="Arial"/>
                <w:color w:val="000000"/>
                <w:sz w:val="18"/>
                <w:szCs w:val="18"/>
              </w:rPr>
              <w:t>114 (5ks), 115, 128 (2ks), 214 (5ks), 317 (4ks), 319 (2ks)</w:t>
            </w:r>
          </w:p>
        </w:tc>
        <w:tc>
          <w:tcPr>
            <w:tcW w:w="566" w:type="pct"/>
            <w:vAlign w:val="center"/>
          </w:tcPr>
          <w:p w14:paraId="1C7FB12B" w14:textId="351A3F2E" w:rsidR="00C305D5" w:rsidRPr="00C305D5" w:rsidRDefault="00181622" w:rsidP="00181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 mm</w:t>
            </w:r>
          </w:p>
        </w:tc>
        <w:tc>
          <w:tcPr>
            <w:tcW w:w="1480" w:type="pct"/>
            <w:vMerge/>
          </w:tcPr>
          <w:p w14:paraId="69BC8739" w14:textId="77777777" w:rsidR="00C305D5" w:rsidRPr="00C305D5" w:rsidRDefault="00C305D5" w:rsidP="00C305D5">
            <w:pPr>
              <w:rPr>
                <w:rFonts w:ascii="Arial" w:hAnsi="Arial" w:cs="Arial"/>
                <w:noProof/>
              </w:rPr>
            </w:pPr>
          </w:p>
        </w:tc>
      </w:tr>
    </w:tbl>
    <w:p w14:paraId="4BBAB1C0" w14:textId="331CF5EC" w:rsidR="00181622" w:rsidRDefault="00181622" w:rsidP="00181622">
      <w:pPr>
        <w:pStyle w:val="Nadpis4"/>
      </w:pPr>
      <w:r>
        <w:t>Vnější parapety RŠ 220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30"/>
        <w:gridCol w:w="756"/>
        <w:gridCol w:w="557"/>
        <w:gridCol w:w="567"/>
        <w:gridCol w:w="567"/>
        <w:gridCol w:w="567"/>
        <w:gridCol w:w="2432"/>
        <w:gridCol w:w="1184"/>
        <w:gridCol w:w="3096"/>
      </w:tblGrid>
      <w:tr w:rsidR="00181622" w:rsidRPr="00C305D5" w14:paraId="0F97E662" w14:textId="77777777" w:rsidTr="00181622">
        <w:tc>
          <w:tcPr>
            <w:tcW w:w="349" w:type="pct"/>
          </w:tcPr>
          <w:p w14:paraId="69DCDCFF" w14:textId="77777777" w:rsidR="00181622" w:rsidRPr="00C305D5" w:rsidRDefault="00181622" w:rsidP="00BA7BA8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591704DE" w14:textId="77777777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63229781" w14:textId="77777777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411B2E6B" w14:textId="77777777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4AD090B1" w14:textId="77777777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3E4BBDA1" w14:textId="77777777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1163" w:type="pct"/>
          </w:tcPr>
          <w:p w14:paraId="7AB68F78" w14:textId="77777777" w:rsidR="00181622" w:rsidRPr="00181622" w:rsidRDefault="00181622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566" w:type="pct"/>
          </w:tcPr>
          <w:p w14:paraId="48AAE175" w14:textId="77777777" w:rsidR="00181622" w:rsidRPr="00181622" w:rsidRDefault="00181622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DÉLKA</w:t>
            </w:r>
          </w:p>
        </w:tc>
        <w:tc>
          <w:tcPr>
            <w:tcW w:w="1480" w:type="pct"/>
          </w:tcPr>
          <w:p w14:paraId="5E9830E0" w14:textId="77777777" w:rsidR="00181622" w:rsidRPr="00181622" w:rsidRDefault="00181622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RŠ (mm) / SCHÉMA</w:t>
            </w:r>
          </w:p>
        </w:tc>
      </w:tr>
      <w:tr w:rsidR="00181622" w:rsidRPr="00C305D5" w14:paraId="364827BB" w14:textId="77777777" w:rsidTr="00181622">
        <w:tc>
          <w:tcPr>
            <w:tcW w:w="349" w:type="pct"/>
            <w:vAlign w:val="center"/>
          </w:tcPr>
          <w:p w14:paraId="516DEB62" w14:textId="3C6C0039" w:rsidR="00181622" w:rsidRPr="00C305D5" w:rsidRDefault="00181622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62" w:type="pct"/>
            <w:vAlign w:val="center"/>
          </w:tcPr>
          <w:p w14:paraId="00EBE7C5" w14:textId="48639D6D" w:rsidR="00181622" w:rsidRPr="00181622" w:rsidRDefault="00181622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6" w:type="pct"/>
            <w:vAlign w:val="center"/>
          </w:tcPr>
          <w:p w14:paraId="752729E2" w14:textId="309B2DF3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1" w:type="pct"/>
            <w:vAlign w:val="center"/>
          </w:tcPr>
          <w:p w14:paraId="7A7EC194" w14:textId="4C3E8477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BD54785" w14:textId="156CA41F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025A3C9" w14:textId="03E0F968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6F095A91" w14:textId="11A37F9E" w:rsidR="00181622" w:rsidRPr="00181622" w:rsidRDefault="00181622" w:rsidP="00BA7BA8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001, 004, 008, 009</w:t>
            </w:r>
          </w:p>
        </w:tc>
        <w:tc>
          <w:tcPr>
            <w:tcW w:w="566" w:type="pct"/>
            <w:vAlign w:val="center"/>
          </w:tcPr>
          <w:p w14:paraId="54E452F4" w14:textId="356E1120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C305D5">
              <w:rPr>
                <w:rFonts w:ascii="Arial" w:hAnsi="Arial" w:cs="Arial"/>
              </w:rPr>
              <w:t xml:space="preserve">00 </w:t>
            </w:r>
            <w:r>
              <w:rPr>
                <w:rFonts w:ascii="Arial" w:hAnsi="Arial" w:cs="Arial"/>
              </w:rPr>
              <w:t>mm</w:t>
            </w:r>
          </w:p>
        </w:tc>
        <w:tc>
          <w:tcPr>
            <w:tcW w:w="1480" w:type="pct"/>
            <w:vMerge w:val="restart"/>
          </w:tcPr>
          <w:p w14:paraId="76ED8E59" w14:textId="4CE35082" w:rsidR="00181622" w:rsidRDefault="00181622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81622">
              <w:rPr>
                <w:rFonts w:ascii="Arial" w:hAnsi="Arial" w:cs="Arial"/>
                <w:b/>
                <w:bCs/>
                <w:sz w:val="28"/>
                <w:szCs w:val="28"/>
              </w:rPr>
              <w:t>RŠ 2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181622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  <w:p w14:paraId="14A35235" w14:textId="2432F735" w:rsidR="00181622" w:rsidRDefault="00181622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4279A7" wp14:editId="5B41EDDB">
                  <wp:extent cx="1819910" cy="653415"/>
                  <wp:effectExtent l="0" t="0" r="8890" b="0"/>
                  <wp:docPr id="183707780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960959" name="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910" cy="65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6E83C" w14:textId="39FF0265" w:rsidR="00181622" w:rsidRPr="00181622" w:rsidRDefault="00181622" w:rsidP="00BA7BA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81622" w:rsidRPr="00C305D5" w14:paraId="4053C6A2" w14:textId="77777777" w:rsidTr="00181622">
        <w:tc>
          <w:tcPr>
            <w:tcW w:w="349" w:type="pct"/>
            <w:vAlign w:val="center"/>
          </w:tcPr>
          <w:p w14:paraId="0928F3EC" w14:textId="5CF10A86" w:rsidR="00181622" w:rsidRPr="00C305D5" w:rsidRDefault="00181622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362" w:type="pct"/>
            <w:vAlign w:val="center"/>
          </w:tcPr>
          <w:p w14:paraId="0322670D" w14:textId="5D1134B9" w:rsidR="00181622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66" w:type="pct"/>
            <w:vAlign w:val="center"/>
          </w:tcPr>
          <w:p w14:paraId="59D807AE" w14:textId="10EE3440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71" w:type="pct"/>
            <w:vAlign w:val="center"/>
          </w:tcPr>
          <w:p w14:paraId="4FAB93A0" w14:textId="1D572F54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44B43CF" w14:textId="34BF6635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56751824" w14:textId="2DC0DE0A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652C02E7" w14:textId="1456584A" w:rsidR="00181622" w:rsidRPr="00181622" w:rsidRDefault="0007454A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006 (2ks), 007 (3ks), 008, 009 (3ks), 010 (2ks), 011</w:t>
            </w:r>
          </w:p>
        </w:tc>
        <w:tc>
          <w:tcPr>
            <w:tcW w:w="566" w:type="pct"/>
            <w:vAlign w:val="center"/>
          </w:tcPr>
          <w:p w14:paraId="64785259" w14:textId="71129286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 mm</w:t>
            </w:r>
          </w:p>
        </w:tc>
        <w:tc>
          <w:tcPr>
            <w:tcW w:w="1480" w:type="pct"/>
            <w:vMerge/>
          </w:tcPr>
          <w:p w14:paraId="76FC18E3" w14:textId="77777777" w:rsidR="00181622" w:rsidRPr="00C305D5" w:rsidRDefault="00181622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5B473BDD" w14:textId="77777777" w:rsidTr="00181622">
        <w:tc>
          <w:tcPr>
            <w:tcW w:w="349" w:type="pct"/>
            <w:vAlign w:val="center"/>
          </w:tcPr>
          <w:p w14:paraId="68F80C97" w14:textId="042797F2" w:rsidR="00181622" w:rsidRPr="00C305D5" w:rsidRDefault="00181622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362" w:type="pct"/>
            <w:vAlign w:val="center"/>
          </w:tcPr>
          <w:p w14:paraId="0F07F199" w14:textId="5B12F6DB" w:rsidR="00181622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66" w:type="pct"/>
            <w:vAlign w:val="center"/>
          </w:tcPr>
          <w:p w14:paraId="3ECC2DE9" w14:textId="7A9511FE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1" w:type="pct"/>
            <w:vAlign w:val="center"/>
          </w:tcPr>
          <w:p w14:paraId="3A0A0761" w14:textId="4D00E673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DC9F5DF" w14:textId="3904E419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7EA397D" w14:textId="0D66BA47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2FAC4335" w14:textId="5C1B7A3E" w:rsidR="00181622" w:rsidRPr="00181622" w:rsidRDefault="0007454A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003 (2ks), 013, 014 (4ks)</w:t>
            </w:r>
          </w:p>
        </w:tc>
        <w:tc>
          <w:tcPr>
            <w:tcW w:w="566" w:type="pct"/>
            <w:vAlign w:val="center"/>
          </w:tcPr>
          <w:p w14:paraId="7E9B1713" w14:textId="7E84B1CE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 mm</w:t>
            </w:r>
          </w:p>
        </w:tc>
        <w:tc>
          <w:tcPr>
            <w:tcW w:w="1480" w:type="pct"/>
            <w:vMerge/>
          </w:tcPr>
          <w:p w14:paraId="1ED13767" w14:textId="77777777" w:rsidR="00181622" w:rsidRPr="00C305D5" w:rsidRDefault="00181622" w:rsidP="00BA7BA8">
            <w:pPr>
              <w:rPr>
                <w:rFonts w:ascii="Arial" w:hAnsi="Arial" w:cs="Arial"/>
                <w:noProof/>
              </w:rPr>
            </w:pPr>
          </w:p>
        </w:tc>
      </w:tr>
      <w:tr w:rsidR="00181622" w:rsidRPr="00C305D5" w14:paraId="0161FF39" w14:textId="77777777" w:rsidTr="00181622">
        <w:tc>
          <w:tcPr>
            <w:tcW w:w="349" w:type="pct"/>
            <w:vAlign w:val="center"/>
          </w:tcPr>
          <w:p w14:paraId="56D07822" w14:textId="14713C8B" w:rsidR="00181622" w:rsidRPr="00C305D5" w:rsidRDefault="00181622" w:rsidP="00BA7BA8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362" w:type="pct"/>
            <w:vAlign w:val="center"/>
          </w:tcPr>
          <w:p w14:paraId="169D8AF1" w14:textId="0BAF76AA" w:rsidR="00181622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34E80A2E" w14:textId="65681A98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4DB5D41" w14:textId="65D113F4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E955896" w14:textId="20F77692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2744165" w14:textId="508C8D57" w:rsidR="00181622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30FD7D6F" w14:textId="4CCE60C5" w:rsidR="00181622" w:rsidRPr="00181622" w:rsidRDefault="0007454A" w:rsidP="00BA7BA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566" w:type="pct"/>
            <w:vAlign w:val="center"/>
          </w:tcPr>
          <w:p w14:paraId="07C1D894" w14:textId="5503AA12" w:rsidR="00181622" w:rsidRPr="00C305D5" w:rsidRDefault="00181622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mm</w:t>
            </w:r>
          </w:p>
        </w:tc>
        <w:tc>
          <w:tcPr>
            <w:tcW w:w="1480" w:type="pct"/>
            <w:vMerge/>
          </w:tcPr>
          <w:p w14:paraId="329E63A8" w14:textId="77777777" w:rsidR="00181622" w:rsidRPr="00C305D5" w:rsidRDefault="00181622" w:rsidP="00BA7BA8">
            <w:pPr>
              <w:rPr>
                <w:rFonts w:ascii="Arial" w:hAnsi="Arial" w:cs="Arial"/>
                <w:noProof/>
              </w:rPr>
            </w:pPr>
          </w:p>
        </w:tc>
      </w:tr>
    </w:tbl>
    <w:p w14:paraId="46AC9BC1" w14:textId="32BA6EA6" w:rsidR="0007454A" w:rsidRDefault="0007454A" w:rsidP="0007454A">
      <w:pPr>
        <w:pStyle w:val="Nadpis4"/>
      </w:pPr>
      <w:r>
        <w:t>Vnější parapety RŠ 330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30"/>
        <w:gridCol w:w="756"/>
        <w:gridCol w:w="557"/>
        <w:gridCol w:w="567"/>
        <w:gridCol w:w="567"/>
        <w:gridCol w:w="567"/>
        <w:gridCol w:w="2432"/>
        <w:gridCol w:w="1184"/>
        <w:gridCol w:w="3096"/>
      </w:tblGrid>
      <w:tr w:rsidR="0007454A" w:rsidRPr="00C305D5" w14:paraId="40E89DF9" w14:textId="77777777" w:rsidTr="00BA7BA8">
        <w:tc>
          <w:tcPr>
            <w:tcW w:w="349" w:type="pct"/>
          </w:tcPr>
          <w:p w14:paraId="66E020CA" w14:textId="77777777" w:rsidR="0007454A" w:rsidRPr="00C305D5" w:rsidRDefault="0007454A" w:rsidP="00BA7BA8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3F56D1E1" w14:textId="77777777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00BE7F2E" w14:textId="77777777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2721C468" w14:textId="77777777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55788234" w14:textId="77777777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0B27E19E" w14:textId="77777777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1163" w:type="pct"/>
          </w:tcPr>
          <w:p w14:paraId="14072898" w14:textId="77777777" w:rsidR="0007454A" w:rsidRPr="00181622" w:rsidRDefault="0007454A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566" w:type="pct"/>
          </w:tcPr>
          <w:p w14:paraId="71ACF98D" w14:textId="77777777" w:rsidR="0007454A" w:rsidRPr="00181622" w:rsidRDefault="0007454A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DÉLKA</w:t>
            </w:r>
          </w:p>
        </w:tc>
        <w:tc>
          <w:tcPr>
            <w:tcW w:w="1480" w:type="pct"/>
          </w:tcPr>
          <w:p w14:paraId="13EE881E" w14:textId="77777777" w:rsidR="0007454A" w:rsidRPr="00181622" w:rsidRDefault="0007454A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RŠ (mm) / SCHÉMA</w:t>
            </w:r>
          </w:p>
        </w:tc>
      </w:tr>
      <w:tr w:rsidR="0007454A" w:rsidRPr="00C305D5" w14:paraId="184A0487" w14:textId="77777777" w:rsidTr="00BA7BA8">
        <w:tc>
          <w:tcPr>
            <w:tcW w:w="349" w:type="pct"/>
            <w:vAlign w:val="center"/>
          </w:tcPr>
          <w:p w14:paraId="37012057" w14:textId="30B13201" w:rsidR="0007454A" w:rsidRPr="00C305D5" w:rsidRDefault="0007454A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362" w:type="pct"/>
            <w:vAlign w:val="center"/>
          </w:tcPr>
          <w:p w14:paraId="41427D00" w14:textId="1866FCF3" w:rsidR="0007454A" w:rsidRPr="00181622" w:rsidRDefault="0007454A" w:rsidP="00BA7BA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2EC24936" w14:textId="7B0924DA" w:rsidR="0007454A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E7F58C8" w14:textId="76275133" w:rsidR="0007454A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267DEB64" w14:textId="35B0B1D7" w:rsidR="0007454A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7BC232F" w14:textId="77777777" w:rsidR="0007454A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pct"/>
          </w:tcPr>
          <w:p w14:paraId="179EA355" w14:textId="14695FB5" w:rsidR="0007454A" w:rsidRPr="00181622" w:rsidRDefault="0007454A" w:rsidP="00BA7BA8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116, 216</w:t>
            </w:r>
          </w:p>
        </w:tc>
        <w:tc>
          <w:tcPr>
            <w:tcW w:w="566" w:type="pct"/>
            <w:vAlign w:val="center"/>
          </w:tcPr>
          <w:p w14:paraId="3BECC4E1" w14:textId="104F3AD3" w:rsidR="0007454A" w:rsidRPr="00C305D5" w:rsidRDefault="0007454A" w:rsidP="00BA7B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C305D5">
              <w:rPr>
                <w:rFonts w:ascii="Arial" w:hAnsi="Arial" w:cs="Arial"/>
              </w:rPr>
              <w:t xml:space="preserve">00 </w:t>
            </w:r>
            <w:r>
              <w:rPr>
                <w:rFonts w:ascii="Arial" w:hAnsi="Arial" w:cs="Arial"/>
              </w:rPr>
              <w:t>mm</w:t>
            </w:r>
          </w:p>
        </w:tc>
        <w:tc>
          <w:tcPr>
            <w:tcW w:w="1480" w:type="pct"/>
          </w:tcPr>
          <w:p w14:paraId="0549ACC8" w14:textId="23E8E7BE" w:rsidR="0007454A" w:rsidRDefault="0007454A" w:rsidP="00BA7BA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816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RŠ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33</w:t>
            </w:r>
            <w:r w:rsidRPr="00181622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  <w:p w14:paraId="76761B3E" w14:textId="77777777" w:rsidR="0007454A" w:rsidRDefault="0007454A" w:rsidP="00BA7BA8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F04348B" wp14:editId="3F60994E">
                  <wp:extent cx="1819910" cy="653415"/>
                  <wp:effectExtent l="0" t="0" r="8890" b="0"/>
                  <wp:docPr id="50352461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960959" name="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910" cy="65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00845" w14:textId="77777777" w:rsidR="0007454A" w:rsidRPr="00181622" w:rsidRDefault="0007454A" w:rsidP="00BA7BA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8534ED5" w14:textId="77777777" w:rsidR="0007454A" w:rsidRDefault="0007454A" w:rsidP="0007454A"/>
    <w:p w14:paraId="4D0532A1" w14:textId="77777777" w:rsidR="0035676C" w:rsidRDefault="0035676C" w:rsidP="00827352"/>
    <w:p w14:paraId="391CA77B" w14:textId="77777777" w:rsidR="00827352" w:rsidRDefault="00827352" w:rsidP="00827352"/>
    <w:p w14:paraId="3C5C98DE" w14:textId="77777777" w:rsidR="00827352" w:rsidRDefault="00827352" w:rsidP="00827352"/>
    <w:p w14:paraId="742120ED" w14:textId="77F11229" w:rsidR="003E6894" w:rsidRDefault="003E6894" w:rsidP="00C61789"/>
    <w:p w14:paraId="76529445" w14:textId="77777777" w:rsidR="003E6894" w:rsidRDefault="003E6894">
      <w:pPr>
        <w:spacing w:after="160"/>
        <w:jc w:val="left"/>
      </w:pPr>
      <w:r>
        <w:br w:type="page"/>
      </w:r>
    </w:p>
    <w:p w14:paraId="590F1220" w14:textId="25586045" w:rsidR="003E6894" w:rsidRDefault="006D5163" w:rsidP="003E6894">
      <w:pPr>
        <w:pStyle w:val="Nadpis3"/>
      </w:pPr>
      <w:bookmarkStart w:id="24" w:name="_Toc158736393"/>
      <w:bookmarkStart w:id="25" w:name="_Toc158736422"/>
      <w:bookmarkStart w:id="26" w:name="_Toc162404983"/>
      <w:r>
        <w:lastRenderedPageBreak/>
        <w:t>O</w:t>
      </w:r>
      <w:r w:rsidR="003E6894">
        <w:t>plechování stříšek</w:t>
      </w:r>
      <w:bookmarkEnd w:id="24"/>
      <w:bookmarkEnd w:id="25"/>
      <w:bookmarkEnd w:id="26"/>
    </w:p>
    <w:p w14:paraId="32374798" w14:textId="77777777" w:rsidR="003E6894" w:rsidRDefault="003E6894" w:rsidP="003E6894">
      <w:pPr>
        <w:pStyle w:val="Odstavecseseznamem"/>
        <w:numPr>
          <w:ilvl w:val="0"/>
          <w:numId w:val="44"/>
        </w:numPr>
      </w:pPr>
      <w:r>
        <w:t>Materiál: lakovaný zinkovaný plech</w:t>
      </w:r>
    </w:p>
    <w:p w14:paraId="0DC25043" w14:textId="77777777" w:rsidR="003E6894" w:rsidRDefault="003E6894" w:rsidP="003E6894">
      <w:pPr>
        <w:pStyle w:val="Odstavecseseznamem"/>
        <w:numPr>
          <w:ilvl w:val="0"/>
          <w:numId w:val="44"/>
        </w:numPr>
      </w:pPr>
      <w:r>
        <w:t>Barevný odstín: RAL 7016 Antracitová šedá</w:t>
      </w:r>
    </w:p>
    <w:p w14:paraId="7FB1C3C3" w14:textId="77777777" w:rsidR="0007454A" w:rsidRDefault="0007454A" w:rsidP="0007454A">
      <w:pPr>
        <w:pStyle w:val="Odstavecseseznamem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06"/>
        <w:gridCol w:w="1027"/>
        <w:gridCol w:w="1136"/>
        <w:gridCol w:w="1278"/>
        <w:gridCol w:w="6209"/>
      </w:tblGrid>
      <w:tr w:rsidR="003F373D" w:rsidRPr="008325F4" w14:paraId="4C3C2662" w14:textId="4DF2829B" w:rsidTr="0007454A">
        <w:trPr>
          <w:trHeight w:val="112"/>
        </w:trPr>
        <w:tc>
          <w:tcPr>
            <w:tcW w:w="386" w:type="pct"/>
            <w:hideMark/>
          </w:tcPr>
          <w:p w14:paraId="1F23263B" w14:textId="77777777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491" w:type="pct"/>
            <w:hideMark/>
          </w:tcPr>
          <w:p w14:paraId="227E55C4" w14:textId="6AA3F771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</w:t>
            </w:r>
          </w:p>
        </w:tc>
        <w:tc>
          <w:tcPr>
            <w:tcW w:w="543" w:type="pct"/>
            <w:hideMark/>
          </w:tcPr>
          <w:p w14:paraId="7DF60167" w14:textId="6B418293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DÉLKA</w:t>
            </w:r>
          </w:p>
        </w:tc>
        <w:tc>
          <w:tcPr>
            <w:tcW w:w="611" w:type="pct"/>
            <w:hideMark/>
          </w:tcPr>
          <w:p w14:paraId="727D4E92" w14:textId="09A253E7" w:rsidR="003E6894" w:rsidRPr="00911406" w:rsidRDefault="003E6894" w:rsidP="0007454A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RŠ</w:t>
            </w:r>
          </w:p>
        </w:tc>
        <w:tc>
          <w:tcPr>
            <w:tcW w:w="2969" w:type="pct"/>
          </w:tcPr>
          <w:p w14:paraId="6B8954E4" w14:textId="6C1286E8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SCHÉMA</w:t>
            </w:r>
          </w:p>
        </w:tc>
      </w:tr>
      <w:tr w:rsidR="003F373D" w:rsidRPr="008325F4" w14:paraId="095C705D" w14:textId="0E8A8DD7" w:rsidTr="0007454A">
        <w:trPr>
          <w:trHeight w:val="771"/>
        </w:trPr>
        <w:tc>
          <w:tcPr>
            <w:tcW w:w="386" w:type="pct"/>
            <w:hideMark/>
          </w:tcPr>
          <w:p w14:paraId="3A995472" w14:textId="2804A1F8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491" w:type="pct"/>
            <w:hideMark/>
          </w:tcPr>
          <w:p w14:paraId="274960E6" w14:textId="1558426C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ks</w:t>
            </w:r>
          </w:p>
        </w:tc>
        <w:tc>
          <w:tcPr>
            <w:tcW w:w="543" w:type="pct"/>
            <w:hideMark/>
          </w:tcPr>
          <w:p w14:paraId="21B2B0B3" w14:textId="0D3B37E0" w:rsidR="003E6894" w:rsidRPr="00911406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185</w:t>
            </w:r>
            <w:r w:rsidR="003E6894" w:rsidRPr="00911406"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mm</w:t>
            </w:r>
          </w:p>
        </w:tc>
        <w:tc>
          <w:tcPr>
            <w:tcW w:w="611" w:type="pct"/>
            <w:hideMark/>
          </w:tcPr>
          <w:p w14:paraId="5F318231" w14:textId="32E603E8" w:rsidR="003E6894" w:rsidRPr="00911406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1080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mm</w:t>
            </w:r>
          </w:p>
        </w:tc>
        <w:tc>
          <w:tcPr>
            <w:tcW w:w="2969" w:type="pct"/>
          </w:tcPr>
          <w:p w14:paraId="07767FE3" w14:textId="77777777" w:rsidR="003E6894" w:rsidRDefault="003F373D" w:rsidP="003F373D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AD1C9FC" wp14:editId="4953F85D">
                  <wp:simplePos x="0" y="0"/>
                  <wp:positionH relativeFrom="margin">
                    <wp:posOffset>12700</wp:posOffset>
                  </wp:positionH>
                  <wp:positionV relativeFrom="margin">
                    <wp:posOffset>244475</wp:posOffset>
                  </wp:positionV>
                  <wp:extent cx="3152775" cy="749935"/>
                  <wp:effectExtent l="0" t="0" r="9525" b="0"/>
                  <wp:wrapSquare wrapText="bothSides"/>
                  <wp:docPr id="105001680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016801" name="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OPLECHOVÁNÍ STŘÍŠKY HUP</w:t>
            </w:r>
          </w:p>
          <w:p w14:paraId="747030DE" w14:textId="508BB5FF" w:rsidR="003F373D" w:rsidRDefault="003F373D" w:rsidP="003F373D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3F373D" w:rsidRPr="008325F4" w14:paraId="13A3D4BD" w14:textId="0F0FA498" w:rsidTr="0007454A">
        <w:trPr>
          <w:trHeight w:val="304"/>
        </w:trPr>
        <w:tc>
          <w:tcPr>
            <w:tcW w:w="386" w:type="pct"/>
            <w:hideMark/>
          </w:tcPr>
          <w:p w14:paraId="3A4F5C1A" w14:textId="20B6A0C8" w:rsidR="003E6894" w:rsidRPr="00911406" w:rsidRDefault="003E6894" w:rsidP="0035122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491" w:type="pct"/>
            <w:hideMark/>
          </w:tcPr>
          <w:p w14:paraId="118D33C1" w14:textId="7272A8FE" w:rsidR="003E6894" w:rsidRPr="00911406" w:rsidRDefault="003F373D" w:rsidP="0035122B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ks</w:t>
            </w:r>
          </w:p>
        </w:tc>
        <w:tc>
          <w:tcPr>
            <w:tcW w:w="543" w:type="pct"/>
            <w:hideMark/>
          </w:tcPr>
          <w:p w14:paraId="3C2C2BD6" w14:textId="4918F325" w:rsidR="003E6894" w:rsidRPr="00911406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6900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mm</w:t>
            </w:r>
          </w:p>
        </w:tc>
        <w:tc>
          <w:tcPr>
            <w:tcW w:w="611" w:type="pct"/>
            <w:hideMark/>
          </w:tcPr>
          <w:p w14:paraId="059A8318" w14:textId="204DE674" w:rsidR="003E6894" w:rsidRPr="00911406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700</w:t>
            </w:r>
            <w:r w:rsidR="0007454A">
              <w:rPr>
                <w:rFonts w:ascii="Arial" w:eastAsia="Times New Roman" w:hAnsi="Arial" w:cs="Arial"/>
                <w:color w:val="000000"/>
                <w:lang w:eastAsia="cs-CZ"/>
              </w:rPr>
              <w:t xml:space="preserve"> mm</w:t>
            </w:r>
          </w:p>
        </w:tc>
        <w:tc>
          <w:tcPr>
            <w:tcW w:w="2969" w:type="pct"/>
          </w:tcPr>
          <w:p w14:paraId="2A6797A7" w14:textId="0123884A" w:rsidR="003F373D" w:rsidRDefault="003F373D" w:rsidP="003F373D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OPLECHOVÁNÍ ŘÍMSY NAD GARÁŽÍ</w:t>
            </w:r>
          </w:p>
          <w:p w14:paraId="0F613F5F" w14:textId="77777777" w:rsidR="003F373D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56DF5CB7" w14:textId="77777777" w:rsidR="003F373D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33A9029E" w14:textId="77777777" w:rsidR="003F373D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3569ABAA" w14:textId="77777777" w:rsidR="003F373D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2E64C29A" w14:textId="77777777" w:rsidR="003F373D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662A1D14" w14:textId="31EB63E9" w:rsidR="003E6894" w:rsidRDefault="003F373D" w:rsidP="0035122B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D334C" wp14:editId="7C3CF370">
                  <wp:simplePos x="0" y="0"/>
                  <wp:positionH relativeFrom="margin">
                    <wp:posOffset>41275</wp:posOffset>
                  </wp:positionH>
                  <wp:positionV relativeFrom="margin">
                    <wp:posOffset>245745</wp:posOffset>
                  </wp:positionV>
                  <wp:extent cx="2571750" cy="792480"/>
                  <wp:effectExtent l="0" t="0" r="0" b="7620"/>
                  <wp:wrapSquare wrapText="bothSides"/>
                  <wp:docPr id="37933615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336153" name="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13135FE" w14:textId="77777777" w:rsidR="008325F4" w:rsidRDefault="008325F4" w:rsidP="00C61789"/>
    <w:p w14:paraId="1C486FA2" w14:textId="7DA6B731" w:rsidR="003E6894" w:rsidRDefault="006D5163" w:rsidP="003E6894">
      <w:pPr>
        <w:pStyle w:val="Nadpis3"/>
      </w:pPr>
      <w:bookmarkStart w:id="27" w:name="_Toc158736394"/>
      <w:bookmarkStart w:id="28" w:name="_Toc158736423"/>
      <w:bookmarkStart w:id="29" w:name="_Toc162404984"/>
      <w:r>
        <w:t>O</w:t>
      </w:r>
      <w:r w:rsidR="003E6894">
        <w:t>kapov</w:t>
      </w:r>
      <w:r>
        <w:t>ý</w:t>
      </w:r>
      <w:r w:rsidR="003E6894">
        <w:t xml:space="preserve"> systém</w:t>
      </w:r>
      <w:bookmarkEnd w:id="27"/>
      <w:bookmarkEnd w:id="28"/>
      <w:bookmarkEnd w:id="29"/>
    </w:p>
    <w:p w14:paraId="74418440" w14:textId="79586874" w:rsidR="003E6894" w:rsidRDefault="003E6894" w:rsidP="003E6894">
      <w:pPr>
        <w:pStyle w:val="Odstavecseseznamem"/>
        <w:numPr>
          <w:ilvl w:val="0"/>
          <w:numId w:val="44"/>
        </w:numPr>
      </w:pPr>
      <w:r>
        <w:t>Materiál: lakovaný zinkovaný plech</w:t>
      </w:r>
      <w:r w:rsidR="007114E3">
        <w:t xml:space="preserve"> (FeZn RAL)</w:t>
      </w:r>
    </w:p>
    <w:p w14:paraId="107B7D12" w14:textId="77777777" w:rsidR="003E6894" w:rsidRDefault="003E6894" w:rsidP="003E6894">
      <w:pPr>
        <w:pStyle w:val="Odstavecseseznamem"/>
        <w:numPr>
          <w:ilvl w:val="0"/>
          <w:numId w:val="44"/>
        </w:numPr>
      </w:pPr>
      <w:r>
        <w:t>Barevný odstín: RAL 7016 Antracitová šedá</w:t>
      </w:r>
    </w:p>
    <w:p w14:paraId="739B721E" w14:textId="77777777" w:rsidR="00130A02" w:rsidRDefault="00130A02" w:rsidP="00130A02">
      <w:pPr>
        <w:pStyle w:val="Odstavecseseznamem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74"/>
        <w:gridCol w:w="2775"/>
        <w:gridCol w:w="4143"/>
        <w:gridCol w:w="2664"/>
      </w:tblGrid>
      <w:tr w:rsidR="008228E5" w:rsidRPr="008325F4" w14:paraId="54E42CC3" w14:textId="5754A849" w:rsidTr="0071695C">
        <w:trPr>
          <w:trHeight w:val="370"/>
        </w:trPr>
        <w:tc>
          <w:tcPr>
            <w:tcW w:w="418" w:type="pct"/>
            <w:hideMark/>
          </w:tcPr>
          <w:p w14:paraId="691674F0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1327" w:type="pct"/>
            <w:hideMark/>
          </w:tcPr>
          <w:p w14:paraId="1D910C08" w14:textId="39760882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981" w:type="pct"/>
          </w:tcPr>
          <w:p w14:paraId="60875783" w14:textId="6CD194E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POPIS</w:t>
            </w:r>
          </w:p>
        </w:tc>
        <w:tc>
          <w:tcPr>
            <w:tcW w:w="1274" w:type="pct"/>
          </w:tcPr>
          <w:p w14:paraId="65C8EB02" w14:textId="7A6C4D54" w:rsidR="008228E5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ROZMĚR</w:t>
            </w:r>
          </w:p>
        </w:tc>
      </w:tr>
      <w:tr w:rsidR="008228E5" w:rsidRPr="008325F4" w14:paraId="0904A4FD" w14:textId="67EC9A8B" w:rsidTr="0071695C">
        <w:trPr>
          <w:trHeight w:val="183"/>
        </w:trPr>
        <w:tc>
          <w:tcPr>
            <w:tcW w:w="418" w:type="pct"/>
            <w:vMerge w:val="restart"/>
            <w:hideMark/>
          </w:tcPr>
          <w:p w14:paraId="50961559" w14:textId="09215D6C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1327" w:type="pct"/>
            <w:hideMark/>
          </w:tcPr>
          <w:p w14:paraId="28BDCF60" w14:textId="6419EAAE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24,8+11,6 = 36,4 m</w:t>
            </w:r>
          </w:p>
        </w:tc>
        <w:tc>
          <w:tcPr>
            <w:tcW w:w="1981" w:type="pct"/>
          </w:tcPr>
          <w:p w14:paraId="14C959C3" w14:textId="082DFDDF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Půlkruhový okapní střešní žlab </w:t>
            </w:r>
          </w:p>
        </w:tc>
        <w:tc>
          <w:tcPr>
            <w:tcW w:w="1274" w:type="pct"/>
            <w:vMerge w:val="restart"/>
          </w:tcPr>
          <w:p w14:paraId="679F5014" w14:textId="79E80951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RŠ 333</w:t>
            </w:r>
          </w:p>
          <w:p w14:paraId="7AF1B922" w14:textId="52BB6394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76FCB58F" w14:textId="26584A1C" w:rsidTr="0071695C">
        <w:trPr>
          <w:trHeight w:val="183"/>
        </w:trPr>
        <w:tc>
          <w:tcPr>
            <w:tcW w:w="418" w:type="pct"/>
            <w:vMerge/>
          </w:tcPr>
          <w:p w14:paraId="5691AF2F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2DFA8447" w14:textId="1F361E84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4 ks</w:t>
            </w:r>
          </w:p>
        </w:tc>
        <w:tc>
          <w:tcPr>
            <w:tcW w:w="1981" w:type="pct"/>
          </w:tcPr>
          <w:p w14:paraId="7EB16856" w14:textId="17F65E9E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Žlabové čelo půlkruhové pro žlab </w:t>
            </w:r>
          </w:p>
        </w:tc>
        <w:tc>
          <w:tcPr>
            <w:tcW w:w="1274" w:type="pct"/>
            <w:vMerge/>
          </w:tcPr>
          <w:p w14:paraId="241FD849" w14:textId="639F0C14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1547A64D" w14:textId="74B92043" w:rsidTr="0071695C">
        <w:trPr>
          <w:trHeight w:val="183"/>
        </w:trPr>
        <w:tc>
          <w:tcPr>
            <w:tcW w:w="418" w:type="pct"/>
            <w:vMerge/>
          </w:tcPr>
          <w:p w14:paraId="52C45F69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528D2D6B" w14:textId="114E6790" w:rsidR="008228E5" w:rsidRDefault="00E01D21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45 ks</w:t>
            </w:r>
          </w:p>
        </w:tc>
        <w:tc>
          <w:tcPr>
            <w:tcW w:w="1981" w:type="pct"/>
          </w:tcPr>
          <w:p w14:paraId="5F994061" w14:textId="30A9A845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Žlabový hák</w:t>
            </w:r>
          </w:p>
        </w:tc>
        <w:tc>
          <w:tcPr>
            <w:tcW w:w="1274" w:type="pct"/>
            <w:vMerge/>
          </w:tcPr>
          <w:p w14:paraId="7D17AFEF" w14:textId="0DBF222E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64665F97" w14:textId="10C55EEF" w:rsidTr="0071695C">
        <w:trPr>
          <w:trHeight w:val="183"/>
        </w:trPr>
        <w:tc>
          <w:tcPr>
            <w:tcW w:w="418" w:type="pct"/>
            <w:vMerge/>
          </w:tcPr>
          <w:p w14:paraId="3887C1E1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4B25ACDB" w14:textId="480FBCE3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 ks</w:t>
            </w:r>
          </w:p>
        </w:tc>
        <w:tc>
          <w:tcPr>
            <w:tcW w:w="1981" w:type="pct"/>
          </w:tcPr>
          <w:p w14:paraId="7F651869" w14:textId="0BDB410F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Kotlík oválný </w:t>
            </w:r>
          </w:p>
        </w:tc>
        <w:tc>
          <w:tcPr>
            <w:tcW w:w="1274" w:type="pct"/>
          </w:tcPr>
          <w:p w14:paraId="7ED7BB15" w14:textId="11DCE533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333/120 mm</w:t>
            </w:r>
          </w:p>
        </w:tc>
      </w:tr>
      <w:tr w:rsidR="008228E5" w:rsidRPr="008325F4" w14:paraId="412CFA1E" w14:textId="353100AD" w:rsidTr="0071695C">
        <w:trPr>
          <w:trHeight w:val="93"/>
        </w:trPr>
        <w:tc>
          <w:tcPr>
            <w:tcW w:w="418" w:type="pct"/>
            <w:vMerge w:val="restart"/>
          </w:tcPr>
          <w:p w14:paraId="036CA420" w14:textId="289743C4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31</w:t>
            </w:r>
          </w:p>
        </w:tc>
        <w:tc>
          <w:tcPr>
            <w:tcW w:w="1327" w:type="pct"/>
          </w:tcPr>
          <w:p w14:paraId="79E11A5E" w14:textId="514D0441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2,3+0,9+8,8 = 12,0 m</w:t>
            </w:r>
          </w:p>
        </w:tc>
        <w:tc>
          <w:tcPr>
            <w:tcW w:w="1981" w:type="pct"/>
          </w:tcPr>
          <w:p w14:paraId="4BBD8891" w14:textId="5646E22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Půlkruhový okapní střešní žlab </w:t>
            </w:r>
          </w:p>
        </w:tc>
        <w:tc>
          <w:tcPr>
            <w:tcW w:w="1274" w:type="pct"/>
            <w:vMerge w:val="restart"/>
          </w:tcPr>
          <w:p w14:paraId="33F3C3FE" w14:textId="3C389241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RŠ 250</w:t>
            </w:r>
          </w:p>
        </w:tc>
      </w:tr>
      <w:tr w:rsidR="008228E5" w:rsidRPr="008325F4" w14:paraId="37273F13" w14:textId="29B2A444" w:rsidTr="0071695C">
        <w:trPr>
          <w:trHeight w:val="183"/>
        </w:trPr>
        <w:tc>
          <w:tcPr>
            <w:tcW w:w="418" w:type="pct"/>
            <w:vMerge/>
          </w:tcPr>
          <w:p w14:paraId="7FDA76CB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7B0C4E84" w14:textId="683FC8CF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 ks</w:t>
            </w:r>
          </w:p>
        </w:tc>
        <w:tc>
          <w:tcPr>
            <w:tcW w:w="1981" w:type="pct"/>
          </w:tcPr>
          <w:p w14:paraId="222D1910" w14:textId="00652234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Žlabové čelo půlkruhové pro žlab </w:t>
            </w:r>
          </w:p>
        </w:tc>
        <w:tc>
          <w:tcPr>
            <w:tcW w:w="1274" w:type="pct"/>
            <w:vMerge/>
          </w:tcPr>
          <w:p w14:paraId="455498FF" w14:textId="11D30ED3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2AC7F59F" w14:textId="597E55BD" w:rsidTr="0071695C">
        <w:trPr>
          <w:trHeight w:val="183"/>
        </w:trPr>
        <w:tc>
          <w:tcPr>
            <w:tcW w:w="418" w:type="pct"/>
            <w:vMerge/>
          </w:tcPr>
          <w:p w14:paraId="15F031A4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3AAD1C72" w14:textId="75EA026A" w:rsidR="008228E5" w:rsidRPr="00911406" w:rsidRDefault="00E01D21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15 ks</w:t>
            </w:r>
          </w:p>
        </w:tc>
        <w:tc>
          <w:tcPr>
            <w:tcW w:w="1981" w:type="pct"/>
          </w:tcPr>
          <w:p w14:paraId="1E292047" w14:textId="22116EC4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Žlabový hák</w:t>
            </w:r>
          </w:p>
        </w:tc>
        <w:tc>
          <w:tcPr>
            <w:tcW w:w="1274" w:type="pct"/>
            <w:vMerge/>
          </w:tcPr>
          <w:p w14:paraId="5EAC0B1A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4DCCE4C2" w14:textId="0932BD50" w:rsidTr="0071695C">
        <w:trPr>
          <w:trHeight w:val="183"/>
        </w:trPr>
        <w:tc>
          <w:tcPr>
            <w:tcW w:w="418" w:type="pct"/>
            <w:vMerge/>
          </w:tcPr>
          <w:p w14:paraId="735F6EE9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2F2ECBF1" w14:textId="60EFDB46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 ks</w:t>
            </w:r>
          </w:p>
        </w:tc>
        <w:tc>
          <w:tcPr>
            <w:tcW w:w="1981" w:type="pct"/>
          </w:tcPr>
          <w:p w14:paraId="3152BA96" w14:textId="544EBE86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Kotlík oválný </w:t>
            </w:r>
          </w:p>
        </w:tc>
        <w:tc>
          <w:tcPr>
            <w:tcW w:w="1274" w:type="pct"/>
          </w:tcPr>
          <w:p w14:paraId="7A9569DF" w14:textId="2430F01C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250/80 mm</w:t>
            </w:r>
          </w:p>
        </w:tc>
      </w:tr>
      <w:tr w:rsidR="008228E5" w:rsidRPr="008325F4" w14:paraId="06DB8192" w14:textId="7CC6177F" w:rsidTr="0071695C">
        <w:trPr>
          <w:trHeight w:val="304"/>
        </w:trPr>
        <w:tc>
          <w:tcPr>
            <w:tcW w:w="418" w:type="pct"/>
            <w:vMerge w:val="restart"/>
            <w:hideMark/>
          </w:tcPr>
          <w:p w14:paraId="123A31FD" w14:textId="202A088E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1327" w:type="pct"/>
            <w:hideMark/>
          </w:tcPr>
          <w:p w14:paraId="5D9C739A" w14:textId="567ABEBF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2×12+9,5 = 33,5 m</w:t>
            </w:r>
          </w:p>
        </w:tc>
        <w:tc>
          <w:tcPr>
            <w:tcW w:w="1981" w:type="pct"/>
          </w:tcPr>
          <w:p w14:paraId="560BB9BB" w14:textId="66CF0E65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Okapní svod svislý kruhový </w:t>
            </w:r>
          </w:p>
        </w:tc>
        <w:tc>
          <w:tcPr>
            <w:tcW w:w="1274" w:type="pct"/>
            <w:vMerge w:val="restart"/>
          </w:tcPr>
          <w:p w14:paraId="568054CD" w14:textId="30681501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Ø 120 mm</w:t>
            </w:r>
          </w:p>
        </w:tc>
      </w:tr>
      <w:tr w:rsidR="008228E5" w:rsidRPr="008325F4" w14:paraId="4BFF60E6" w14:textId="14422B72" w:rsidTr="0071695C">
        <w:trPr>
          <w:trHeight w:val="304"/>
        </w:trPr>
        <w:tc>
          <w:tcPr>
            <w:tcW w:w="418" w:type="pct"/>
            <w:vMerge/>
          </w:tcPr>
          <w:p w14:paraId="03D5CDAF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3C40550B" w14:textId="61908BC5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 ks</w:t>
            </w:r>
          </w:p>
        </w:tc>
        <w:tc>
          <w:tcPr>
            <w:tcW w:w="1981" w:type="pct"/>
          </w:tcPr>
          <w:p w14:paraId="0B0B4FC1" w14:textId="6FC67083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Koleno 72° falcované </w:t>
            </w:r>
          </w:p>
        </w:tc>
        <w:tc>
          <w:tcPr>
            <w:tcW w:w="1274" w:type="pct"/>
            <w:vMerge/>
          </w:tcPr>
          <w:p w14:paraId="49896844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5B90911B" w14:textId="3771C6DB" w:rsidTr="0071695C">
        <w:trPr>
          <w:trHeight w:val="304"/>
        </w:trPr>
        <w:tc>
          <w:tcPr>
            <w:tcW w:w="418" w:type="pct"/>
            <w:vMerge/>
          </w:tcPr>
          <w:p w14:paraId="1E622C75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375039EE" w14:textId="7CD9112B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2×6+5 = 17 ks</w:t>
            </w:r>
          </w:p>
        </w:tc>
        <w:tc>
          <w:tcPr>
            <w:tcW w:w="1981" w:type="pct"/>
          </w:tcPr>
          <w:p w14:paraId="1BCB267F" w14:textId="2BAEE651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Objímka svodu s trnem</w:t>
            </w:r>
          </w:p>
        </w:tc>
        <w:tc>
          <w:tcPr>
            <w:tcW w:w="1274" w:type="pct"/>
            <w:vMerge/>
          </w:tcPr>
          <w:p w14:paraId="22E68458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3CE276AC" w14:textId="006FF412" w:rsidTr="0071695C">
        <w:trPr>
          <w:trHeight w:val="304"/>
        </w:trPr>
        <w:tc>
          <w:tcPr>
            <w:tcW w:w="418" w:type="pct"/>
            <w:vMerge/>
          </w:tcPr>
          <w:p w14:paraId="59A6F3C6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74E2C9FE" w14:textId="690D1467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 ks</w:t>
            </w:r>
          </w:p>
        </w:tc>
        <w:tc>
          <w:tcPr>
            <w:tcW w:w="1981" w:type="pct"/>
          </w:tcPr>
          <w:p w14:paraId="3B6C1806" w14:textId="16860A4D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Lapač střešních splavenin svislý</w:t>
            </w:r>
          </w:p>
        </w:tc>
        <w:tc>
          <w:tcPr>
            <w:tcW w:w="1274" w:type="pct"/>
          </w:tcPr>
          <w:p w14:paraId="61F310AF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43F36833" w14:textId="44D3E19E" w:rsidTr="0071695C">
        <w:trPr>
          <w:trHeight w:val="304"/>
        </w:trPr>
        <w:tc>
          <w:tcPr>
            <w:tcW w:w="418" w:type="pct"/>
            <w:vMerge w:val="restart"/>
          </w:tcPr>
          <w:p w14:paraId="77532923" w14:textId="4482F81C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33</w:t>
            </w:r>
          </w:p>
        </w:tc>
        <w:tc>
          <w:tcPr>
            <w:tcW w:w="1327" w:type="pct"/>
          </w:tcPr>
          <w:p w14:paraId="4C5E0951" w14:textId="07851B07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9,5+5,0 = 14,5 m</w:t>
            </w:r>
          </w:p>
        </w:tc>
        <w:tc>
          <w:tcPr>
            <w:tcW w:w="1981" w:type="pct"/>
          </w:tcPr>
          <w:p w14:paraId="4E984DF4" w14:textId="4FAB4DCA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Okapní svod svislý kruhový </w:t>
            </w:r>
          </w:p>
        </w:tc>
        <w:tc>
          <w:tcPr>
            <w:tcW w:w="1274" w:type="pct"/>
            <w:vMerge w:val="restart"/>
          </w:tcPr>
          <w:p w14:paraId="0F8339C0" w14:textId="79D42B1A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Ø 80 mm</w:t>
            </w:r>
          </w:p>
        </w:tc>
      </w:tr>
      <w:tr w:rsidR="008228E5" w:rsidRPr="008325F4" w14:paraId="71F5D9A6" w14:textId="384B3BF0" w:rsidTr="0071695C">
        <w:trPr>
          <w:trHeight w:val="304"/>
        </w:trPr>
        <w:tc>
          <w:tcPr>
            <w:tcW w:w="418" w:type="pct"/>
            <w:vMerge/>
          </w:tcPr>
          <w:p w14:paraId="5D84035C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2C81D8FC" w14:textId="6408EFEE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4 ks</w:t>
            </w:r>
          </w:p>
        </w:tc>
        <w:tc>
          <w:tcPr>
            <w:tcW w:w="1981" w:type="pct"/>
          </w:tcPr>
          <w:p w14:paraId="0C6DF8FE" w14:textId="1D4D997A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Koleno 72° falcované</w:t>
            </w:r>
          </w:p>
        </w:tc>
        <w:tc>
          <w:tcPr>
            <w:tcW w:w="1274" w:type="pct"/>
            <w:vMerge/>
          </w:tcPr>
          <w:p w14:paraId="39474114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68226053" w14:textId="7D985C67" w:rsidTr="0071695C">
        <w:trPr>
          <w:trHeight w:val="304"/>
        </w:trPr>
        <w:tc>
          <w:tcPr>
            <w:tcW w:w="418" w:type="pct"/>
            <w:vMerge/>
          </w:tcPr>
          <w:p w14:paraId="1F28A067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749E454A" w14:textId="5B495189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 ks</w:t>
            </w:r>
          </w:p>
        </w:tc>
        <w:tc>
          <w:tcPr>
            <w:tcW w:w="1981" w:type="pct"/>
          </w:tcPr>
          <w:p w14:paraId="76D518B9" w14:textId="4505AB2C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Objímka svodu s trnem</w:t>
            </w:r>
          </w:p>
        </w:tc>
        <w:tc>
          <w:tcPr>
            <w:tcW w:w="1274" w:type="pct"/>
            <w:vMerge/>
          </w:tcPr>
          <w:p w14:paraId="591DC7D7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8228E5" w:rsidRPr="008325F4" w14:paraId="3ED989D9" w14:textId="668856A6" w:rsidTr="0071695C">
        <w:trPr>
          <w:trHeight w:val="304"/>
        </w:trPr>
        <w:tc>
          <w:tcPr>
            <w:tcW w:w="418" w:type="pct"/>
            <w:vMerge/>
          </w:tcPr>
          <w:p w14:paraId="5A762FC8" w14:textId="77777777" w:rsidR="008228E5" w:rsidRPr="00911406" w:rsidRDefault="008228E5" w:rsidP="008228E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327" w:type="pct"/>
          </w:tcPr>
          <w:p w14:paraId="0313F516" w14:textId="659CE52C" w:rsidR="008228E5" w:rsidRPr="00911406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 ks</w:t>
            </w:r>
          </w:p>
        </w:tc>
        <w:tc>
          <w:tcPr>
            <w:tcW w:w="1981" w:type="pct"/>
          </w:tcPr>
          <w:p w14:paraId="2FADEFE9" w14:textId="69117B8D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Lapač střešních splavenin svislý</w:t>
            </w:r>
          </w:p>
        </w:tc>
        <w:tc>
          <w:tcPr>
            <w:tcW w:w="1274" w:type="pct"/>
          </w:tcPr>
          <w:p w14:paraId="17710C74" w14:textId="77777777" w:rsidR="008228E5" w:rsidRDefault="008228E5" w:rsidP="008228E5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15157BF8" w14:textId="77777777" w:rsidR="003E6894" w:rsidRDefault="003E6894" w:rsidP="003E6894"/>
    <w:p w14:paraId="2C15DE15" w14:textId="77777777" w:rsidR="00D62499" w:rsidRDefault="00D62499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439EFB12" w14:textId="52BCB26D" w:rsidR="00495473" w:rsidRDefault="00D62499" w:rsidP="00D62499">
      <w:pPr>
        <w:pStyle w:val="Nadpis3"/>
      </w:pPr>
      <w:bookmarkStart w:id="30" w:name="_Toc162404985"/>
      <w:r>
        <w:lastRenderedPageBreak/>
        <w:t>Oplechování k hydroizolační PVC fólii</w:t>
      </w:r>
      <w:bookmarkEnd w:id="30"/>
    </w:p>
    <w:p w14:paraId="7DA22E47" w14:textId="26996800" w:rsidR="00D62499" w:rsidRDefault="00D62499" w:rsidP="00D62499">
      <w:pPr>
        <w:pStyle w:val="Odstavecseseznamem"/>
        <w:numPr>
          <w:ilvl w:val="0"/>
          <w:numId w:val="44"/>
        </w:numPr>
      </w:pPr>
      <w:r>
        <w:t>Prvky určené pro napojení povlakové střešní hydroizolační PVC-P fólie</w:t>
      </w:r>
    </w:p>
    <w:p w14:paraId="7C1DEB3E" w14:textId="50B8DF34" w:rsidR="00D62499" w:rsidRDefault="00D62499" w:rsidP="00D62499">
      <w:pPr>
        <w:pStyle w:val="Odstavecseseznamem"/>
        <w:numPr>
          <w:ilvl w:val="0"/>
          <w:numId w:val="44"/>
        </w:numPr>
      </w:pPr>
      <w:r>
        <w:t>Materiál: poplastovaný zinkovaný plech</w:t>
      </w:r>
    </w:p>
    <w:p w14:paraId="414BDCC9" w14:textId="17B561BA" w:rsidR="00D62499" w:rsidRDefault="00D62499" w:rsidP="00D62499">
      <w:pPr>
        <w:pStyle w:val="Odstavecseseznamem"/>
        <w:numPr>
          <w:ilvl w:val="0"/>
          <w:numId w:val="44"/>
        </w:numPr>
      </w:pPr>
      <w:r>
        <w:t>Povrchová úprava: lícová strana PVC-P fólie, rubová strana šedý lak</w:t>
      </w:r>
    </w:p>
    <w:p w14:paraId="66618E79" w14:textId="27AD44C4" w:rsidR="00D62499" w:rsidRDefault="00D62499" w:rsidP="00D62499">
      <w:pPr>
        <w:pStyle w:val="Odstavecseseznamem"/>
        <w:numPr>
          <w:ilvl w:val="0"/>
          <w:numId w:val="44"/>
        </w:numPr>
      </w:pPr>
      <w:r>
        <w:t>Odstín: standardní šedá (RAL 7040)</w:t>
      </w:r>
    </w:p>
    <w:p w14:paraId="06F7EBC6" w14:textId="77777777" w:rsidR="00D62499" w:rsidRDefault="00D62499" w:rsidP="00D62499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75"/>
        <w:gridCol w:w="4366"/>
        <w:gridCol w:w="2551"/>
        <w:gridCol w:w="2664"/>
      </w:tblGrid>
      <w:tr w:rsidR="00022FAF" w14:paraId="72DD65D9" w14:textId="77777777" w:rsidTr="00D95946">
        <w:trPr>
          <w:trHeight w:val="370"/>
        </w:trPr>
        <w:tc>
          <w:tcPr>
            <w:tcW w:w="418" w:type="pct"/>
            <w:hideMark/>
          </w:tcPr>
          <w:p w14:paraId="6CE04024" w14:textId="77777777" w:rsidR="00D62499" w:rsidRPr="00911406" w:rsidRDefault="00D6249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2088" w:type="pct"/>
            <w:hideMark/>
          </w:tcPr>
          <w:p w14:paraId="72098FD9" w14:textId="77777777" w:rsidR="00D62499" w:rsidRPr="00911406" w:rsidRDefault="00D6249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220" w:type="pct"/>
          </w:tcPr>
          <w:p w14:paraId="73E071E3" w14:textId="77777777" w:rsidR="00D62499" w:rsidRPr="00911406" w:rsidRDefault="00D6249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POPIS</w:t>
            </w:r>
          </w:p>
        </w:tc>
        <w:tc>
          <w:tcPr>
            <w:tcW w:w="1274" w:type="pct"/>
          </w:tcPr>
          <w:p w14:paraId="047E0DA0" w14:textId="5C52770A" w:rsidR="00D62499" w:rsidRDefault="00D6249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SCHÉMA</w:t>
            </w:r>
          </w:p>
        </w:tc>
      </w:tr>
      <w:tr w:rsidR="00022FAF" w14:paraId="7E01ABBD" w14:textId="77777777" w:rsidTr="00D95946">
        <w:trPr>
          <w:trHeight w:val="183"/>
        </w:trPr>
        <w:tc>
          <w:tcPr>
            <w:tcW w:w="418" w:type="pct"/>
            <w:hideMark/>
          </w:tcPr>
          <w:p w14:paraId="329934E9" w14:textId="1FBC3875" w:rsidR="00D62499" w:rsidRPr="00911406" w:rsidRDefault="00D6249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2088" w:type="pct"/>
            <w:hideMark/>
          </w:tcPr>
          <w:p w14:paraId="69FD6F04" w14:textId="6C6E5EA0" w:rsidR="00D62499" w:rsidRPr="00E01D21" w:rsidRDefault="00D95946" w:rsidP="00D9594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Celkem:</w:t>
            </w:r>
            <w:r w:rsidR="00E01D21" w:rsidRP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152,5 m</w:t>
            </w:r>
          </w:p>
          <w:p w14:paraId="4B6D11E5" w14:textId="77777777" w:rsidR="00D95946" w:rsidRDefault="00D95946" w:rsidP="00D95946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Atika nad 3NP: </w:t>
            </w:r>
            <w:r w:rsidR="00BC3DA3">
              <w:rPr>
                <w:rFonts w:ascii="Arial" w:eastAsia="Times New Roman" w:hAnsi="Arial" w:cs="Arial"/>
                <w:color w:val="000000"/>
                <w:lang w:eastAsia="cs-CZ"/>
              </w:rPr>
              <w:t>58,8 m</w:t>
            </w:r>
          </w:p>
          <w:p w14:paraId="7B30BC19" w14:textId="161859BC" w:rsidR="00BC3DA3" w:rsidRDefault="00BC3DA3" w:rsidP="00D95946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Atika nad 2NP: 45,2 m</w:t>
            </w:r>
          </w:p>
          <w:p w14:paraId="17AB45E1" w14:textId="6AA561B2" w:rsidR="00BC3DA3" w:rsidRDefault="00BC3DA3" w:rsidP="00D95946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Okap nad 3NP: 27,1 m</w:t>
            </w:r>
          </w:p>
          <w:p w14:paraId="05B69E1F" w14:textId="77777777" w:rsidR="00BC3DA3" w:rsidRDefault="00BC3DA3" w:rsidP="00D95946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Okap nad 2NP: 12,6 m</w:t>
            </w:r>
          </w:p>
          <w:p w14:paraId="3A8FAAE2" w14:textId="3B41624D" w:rsidR="00BC3DA3" w:rsidRPr="00D95946" w:rsidRDefault="00BC3DA3" w:rsidP="00D95946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Terasa 2NP: 8,8 m</w:t>
            </w:r>
          </w:p>
        </w:tc>
        <w:tc>
          <w:tcPr>
            <w:tcW w:w="1220" w:type="pct"/>
          </w:tcPr>
          <w:p w14:paraId="58483CC3" w14:textId="77777777" w:rsidR="00D62499" w:rsidRDefault="00D62499" w:rsidP="00D95946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Okapnice RŠ 2</w:t>
            </w:r>
            <w:r w:rsidR="00D95946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</w:p>
          <w:p w14:paraId="349B6A95" w14:textId="5EF014BE" w:rsidR="00D95946" w:rsidRPr="00D95946" w:rsidRDefault="00D95946" w:rsidP="00D95946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4" w:type="pct"/>
          </w:tcPr>
          <w:p w14:paraId="4E5A6C83" w14:textId="5B3CE4AE" w:rsidR="00D62499" w:rsidRDefault="00D95946" w:rsidP="00D95946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95946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96128" behindDoc="0" locked="0" layoutInCell="1" allowOverlap="1" wp14:anchorId="3117F114" wp14:editId="1A69449C">
                  <wp:simplePos x="0" y="0"/>
                  <wp:positionH relativeFrom="column">
                    <wp:posOffset>80314</wp:posOffset>
                  </wp:positionH>
                  <wp:positionV relativeFrom="paragraph">
                    <wp:posOffset>77470</wp:posOffset>
                  </wp:positionV>
                  <wp:extent cx="1351721" cy="569567"/>
                  <wp:effectExtent l="0" t="0" r="1270" b="2540"/>
                  <wp:wrapSquare wrapText="bothSides"/>
                  <wp:docPr id="83722182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221821" name="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21" cy="56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2FAF" w14:paraId="5A993637" w14:textId="77777777" w:rsidTr="00D95946">
        <w:trPr>
          <w:trHeight w:val="183"/>
        </w:trPr>
        <w:tc>
          <w:tcPr>
            <w:tcW w:w="418" w:type="pct"/>
          </w:tcPr>
          <w:p w14:paraId="4EDF8F4E" w14:textId="2600D584" w:rsidR="00D62499" w:rsidRPr="00911406" w:rsidRDefault="00E01D21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41</w:t>
            </w:r>
          </w:p>
        </w:tc>
        <w:tc>
          <w:tcPr>
            <w:tcW w:w="2088" w:type="pct"/>
          </w:tcPr>
          <w:p w14:paraId="6D8BA96B" w14:textId="1A97C4E7" w:rsidR="00D62499" w:rsidRPr="00E01D21" w:rsidRDefault="00BC3DA3" w:rsidP="00D9594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Celkem:</w:t>
            </w:r>
            <w:r w:rsid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122,8 m</w:t>
            </w:r>
          </w:p>
          <w:p w14:paraId="52EA5369" w14:textId="43FA8627" w:rsidR="00BC3DA3" w:rsidRDefault="00BC3DA3" w:rsidP="00BC3D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Atika nad 3NP: 63,9 m</w:t>
            </w:r>
          </w:p>
          <w:p w14:paraId="7B054AC2" w14:textId="621B27E4" w:rsidR="00BC3DA3" w:rsidRDefault="00BC3DA3" w:rsidP="00BC3D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Atika nad 2NP: 42,4 m</w:t>
            </w:r>
          </w:p>
          <w:p w14:paraId="7FEB33FA" w14:textId="7F96911F" w:rsidR="00022FAF" w:rsidRDefault="00022FAF" w:rsidP="00BC3D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Lemování zdi nad 2NP: 7,5 m</w:t>
            </w:r>
          </w:p>
          <w:p w14:paraId="71898F3B" w14:textId="566D194A" w:rsidR="00BC3DA3" w:rsidRPr="00BC3DA3" w:rsidRDefault="00E01D21" w:rsidP="00BC3D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Lemování zdi t</w:t>
            </w:r>
            <w:r w:rsidR="00BC3DA3">
              <w:rPr>
                <w:rFonts w:ascii="Arial" w:eastAsia="Times New Roman" w:hAnsi="Arial" w:cs="Arial"/>
                <w:color w:val="000000"/>
                <w:lang w:eastAsia="cs-CZ"/>
              </w:rPr>
              <w:t xml:space="preserve">erasa 2NP: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9,0</w:t>
            </w:r>
            <w:r w:rsidR="00BC3DA3">
              <w:rPr>
                <w:rFonts w:ascii="Arial" w:eastAsia="Times New Roman" w:hAnsi="Arial" w:cs="Arial"/>
                <w:color w:val="000000"/>
                <w:lang w:eastAsia="cs-CZ"/>
              </w:rPr>
              <w:t xml:space="preserve"> m</w:t>
            </w:r>
          </w:p>
        </w:tc>
        <w:tc>
          <w:tcPr>
            <w:tcW w:w="1220" w:type="pct"/>
          </w:tcPr>
          <w:p w14:paraId="4548B9DA" w14:textId="48E539C0" w:rsidR="00D62499" w:rsidRDefault="00D62499" w:rsidP="00D95946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L profil vnitřní RŠ </w:t>
            </w:r>
            <w:r w:rsidR="00D95946">
              <w:rPr>
                <w:rFonts w:ascii="Arial" w:eastAsia="Times New Roman" w:hAnsi="Arial" w:cs="Arial"/>
                <w:color w:val="000000"/>
                <w:lang w:eastAsia="cs-CZ"/>
              </w:rPr>
              <w:t>100</w:t>
            </w:r>
          </w:p>
        </w:tc>
        <w:tc>
          <w:tcPr>
            <w:tcW w:w="1274" w:type="pct"/>
          </w:tcPr>
          <w:p w14:paraId="2D57309A" w14:textId="3A19F940" w:rsidR="00D95946" w:rsidRDefault="00D95946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95946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97152" behindDoc="0" locked="0" layoutInCell="1" allowOverlap="1" wp14:anchorId="38F5FC9A" wp14:editId="311988E8">
                  <wp:simplePos x="0" y="0"/>
                  <wp:positionH relativeFrom="column">
                    <wp:posOffset>66979</wp:posOffset>
                  </wp:positionH>
                  <wp:positionV relativeFrom="paragraph">
                    <wp:posOffset>94615</wp:posOffset>
                  </wp:positionV>
                  <wp:extent cx="775854" cy="548640"/>
                  <wp:effectExtent l="0" t="0" r="5715" b="3810"/>
                  <wp:wrapSquare wrapText="bothSides"/>
                  <wp:docPr id="151351113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511136" name="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854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BE3AC0" w14:textId="44382CC2" w:rsidR="00D62499" w:rsidRDefault="00D62499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120EBDEF" w14:textId="3828EB61" w:rsidR="00D95946" w:rsidRDefault="00D95946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022FAF" w14:paraId="578DF56C" w14:textId="77777777" w:rsidTr="00D95946">
        <w:trPr>
          <w:trHeight w:val="183"/>
        </w:trPr>
        <w:tc>
          <w:tcPr>
            <w:tcW w:w="418" w:type="pct"/>
          </w:tcPr>
          <w:p w14:paraId="474F9CF4" w14:textId="27FFEF08" w:rsidR="00022FAF" w:rsidRPr="00911406" w:rsidRDefault="00E01D21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2088" w:type="pct"/>
          </w:tcPr>
          <w:p w14:paraId="4E2BC4C1" w14:textId="4944AA07" w:rsidR="00022FAF" w:rsidRPr="00E01D21" w:rsidRDefault="00022FAF" w:rsidP="00D9594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Celkem: </w:t>
            </w:r>
            <w:r w:rsid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9,5 m</w:t>
            </w:r>
          </w:p>
          <w:p w14:paraId="7C1D21CF" w14:textId="77777777" w:rsidR="00022FAF" w:rsidRDefault="00022FAF" w:rsidP="00022FAF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Střecha nad 3NP: 1,3 m</w:t>
            </w:r>
          </w:p>
          <w:p w14:paraId="4F5F0D71" w14:textId="77777777" w:rsidR="00022FAF" w:rsidRDefault="00022FAF" w:rsidP="00022FAF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Střecha nad 2NP: 1,0 m</w:t>
            </w:r>
          </w:p>
          <w:p w14:paraId="08B61FA8" w14:textId="77777777" w:rsidR="00022FAF" w:rsidRDefault="00E01D21" w:rsidP="00022FAF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  <w:r w:rsidR="00022FAF">
              <w:rPr>
                <w:rFonts w:ascii="Arial" w:eastAsia="Times New Roman" w:hAnsi="Arial" w:cs="Arial"/>
                <w:color w:val="000000"/>
                <w:lang w:eastAsia="cs-CZ"/>
              </w:rPr>
              <w:t>erasa 2NP: 7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,2</w:t>
            </w:r>
            <w:r w:rsidR="00022FAF">
              <w:rPr>
                <w:rFonts w:ascii="Arial" w:eastAsia="Times New Roman" w:hAnsi="Arial" w:cs="Arial"/>
                <w:color w:val="000000"/>
                <w:lang w:eastAsia="cs-CZ"/>
              </w:rPr>
              <w:t xml:space="preserve"> m</w:t>
            </w:r>
          </w:p>
          <w:p w14:paraId="398CFEEB" w14:textId="77777777" w:rsidR="00E01D21" w:rsidRDefault="00E01D21" w:rsidP="00E01D21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6384AFBE" w14:textId="77777777" w:rsidR="00E01D21" w:rsidRDefault="00E01D21" w:rsidP="00E01D21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54451701" w14:textId="627CD106" w:rsidR="00E01D21" w:rsidRPr="00E01D21" w:rsidRDefault="00E01D21" w:rsidP="00E01D21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20" w:type="pct"/>
          </w:tcPr>
          <w:p w14:paraId="79905D72" w14:textId="72B1A41D" w:rsidR="00022FAF" w:rsidRDefault="00022FAF" w:rsidP="00D95946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Okapnice háková RŠ</w:t>
            </w:r>
            <w:r w:rsidR="00E01D2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250</w:t>
            </w:r>
          </w:p>
        </w:tc>
        <w:tc>
          <w:tcPr>
            <w:tcW w:w="1274" w:type="pct"/>
          </w:tcPr>
          <w:p w14:paraId="325DE7AF" w14:textId="32109BB6" w:rsidR="00022FAF" w:rsidRPr="00D95946" w:rsidRDefault="00E01D21" w:rsidP="00E01D21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22FAF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98176" behindDoc="0" locked="0" layoutInCell="1" allowOverlap="1" wp14:anchorId="31843DD9" wp14:editId="4A0ED8AB">
                  <wp:simplePos x="0" y="0"/>
                  <wp:positionH relativeFrom="column">
                    <wp:posOffset>40944</wp:posOffset>
                  </wp:positionH>
                  <wp:positionV relativeFrom="paragraph">
                    <wp:posOffset>36720</wp:posOffset>
                  </wp:positionV>
                  <wp:extent cx="1160780" cy="989965"/>
                  <wp:effectExtent l="0" t="0" r="1270" b="635"/>
                  <wp:wrapSquare wrapText="bothSides"/>
                  <wp:docPr id="56570923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709237" name="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78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2FAF" w14:paraId="419D658A" w14:textId="77777777" w:rsidTr="00D95946">
        <w:trPr>
          <w:trHeight w:val="183"/>
        </w:trPr>
        <w:tc>
          <w:tcPr>
            <w:tcW w:w="418" w:type="pct"/>
          </w:tcPr>
          <w:p w14:paraId="07096242" w14:textId="2CBA2A60" w:rsidR="00022FAF" w:rsidRPr="00911406" w:rsidRDefault="00E01D21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2088" w:type="pct"/>
          </w:tcPr>
          <w:p w14:paraId="38564C99" w14:textId="656EFF3F" w:rsidR="00022FAF" w:rsidRPr="00E01D21" w:rsidRDefault="00E01D21" w:rsidP="00D9594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01D2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16,5 m</w:t>
            </w:r>
          </w:p>
          <w:p w14:paraId="0510E82D" w14:textId="77777777" w:rsidR="00E01D21" w:rsidRDefault="00E01D21" w:rsidP="00E01D21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Lemování zdi nad 2NP: 7,5 m</w:t>
            </w:r>
          </w:p>
          <w:p w14:paraId="0E0B3E45" w14:textId="6AD2EA05" w:rsidR="00E01D21" w:rsidRPr="00E01D21" w:rsidRDefault="00E01D21" w:rsidP="00E01D21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Lemování zdi terasa 2NP: 9,0 m</w:t>
            </w:r>
          </w:p>
        </w:tc>
        <w:tc>
          <w:tcPr>
            <w:tcW w:w="1220" w:type="pct"/>
          </w:tcPr>
          <w:p w14:paraId="60608AB2" w14:textId="4F0DD7AE" w:rsidR="00022FAF" w:rsidRDefault="00E01D21" w:rsidP="00D95946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Tmelící lišta RŠ 70</w:t>
            </w:r>
          </w:p>
        </w:tc>
        <w:tc>
          <w:tcPr>
            <w:tcW w:w="1274" w:type="pct"/>
          </w:tcPr>
          <w:p w14:paraId="13BA98E9" w14:textId="745E2D4D" w:rsidR="00E01D21" w:rsidRDefault="00E01D21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22FAF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99200" behindDoc="0" locked="0" layoutInCell="1" allowOverlap="1" wp14:anchorId="16CBA47F" wp14:editId="5EE550A3">
                  <wp:simplePos x="0" y="0"/>
                  <wp:positionH relativeFrom="column">
                    <wp:posOffset>1682</wp:posOffset>
                  </wp:positionH>
                  <wp:positionV relativeFrom="paragraph">
                    <wp:posOffset>47929</wp:posOffset>
                  </wp:positionV>
                  <wp:extent cx="596348" cy="627901"/>
                  <wp:effectExtent l="0" t="0" r="0" b="1270"/>
                  <wp:wrapSquare wrapText="bothSides"/>
                  <wp:docPr id="152740419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404195" name="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348" cy="627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A9B9A2" w14:textId="77777777" w:rsidR="00022FAF" w:rsidRDefault="00022FAF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72B5C041" w14:textId="03191598" w:rsidR="009D73D9" w:rsidRPr="00D95946" w:rsidRDefault="009D73D9" w:rsidP="00D62499">
            <w:pPr>
              <w:spacing w:line="36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14F6D8B2" w14:textId="77777777" w:rsidR="00D62499" w:rsidRPr="00D62499" w:rsidRDefault="00D62499" w:rsidP="00D62499"/>
    <w:p w14:paraId="392D44BF" w14:textId="18B33013" w:rsidR="006D5163" w:rsidRDefault="006D5163">
      <w:pPr>
        <w:spacing w:after="160"/>
        <w:jc w:val="left"/>
      </w:pPr>
      <w:r>
        <w:br w:type="page"/>
      </w:r>
    </w:p>
    <w:p w14:paraId="2D4816D4" w14:textId="7658186F" w:rsidR="006D5163" w:rsidRDefault="006D5163" w:rsidP="006D5163">
      <w:pPr>
        <w:pStyle w:val="Nadpis2"/>
      </w:pPr>
      <w:bookmarkStart w:id="31" w:name="_Toc162404986"/>
      <w:r>
        <w:lastRenderedPageBreak/>
        <w:t>Z – Zámečnické výrobky</w:t>
      </w:r>
      <w:bookmarkEnd w:id="31"/>
      <w:r>
        <w:t xml:space="preserve"> </w:t>
      </w:r>
    </w:p>
    <w:p w14:paraId="77A3399D" w14:textId="7C391EE6" w:rsidR="009F74B5" w:rsidRDefault="009F74B5" w:rsidP="009F74B5">
      <w:r>
        <w:t>- Prvky jsou značeny velkým písmenem „Z“ a pořadovým číslem příslušného výrobku.</w:t>
      </w:r>
    </w:p>
    <w:p w14:paraId="3917C66D" w14:textId="77777777" w:rsidR="006D5163" w:rsidRDefault="006D5163" w:rsidP="006D5163"/>
    <w:p w14:paraId="1865B0EF" w14:textId="77777777" w:rsidR="00C13E57" w:rsidRDefault="00C13E57" w:rsidP="006D5163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18"/>
        <w:gridCol w:w="1169"/>
        <w:gridCol w:w="4856"/>
        <w:gridCol w:w="3513"/>
      </w:tblGrid>
      <w:tr w:rsidR="00D60BA0" w:rsidRPr="008325F4" w14:paraId="6AF76FFD" w14:textId="77777777" w:rsidTr="00C13E57">
        <w:trPr>
          <w:trHeight w:val="112"/>
        </w:trPr>
        <w:tc>
          <w:tcPr>
            <w:tcW w:w="439" w:type="pct"/>
            <w:hideMark/>
          </w:tcPr>
          <w:p w14:paraId="0031ACAC" w14:textId="7777777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559" w:type="pct"/>
            <w:hideMark/>
          </w:tcPr>
          <w:p w14:paraId="0CB9FD9B" w14:textId="7777777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</w:t>
            </w:r>
          </w:p>
        </w:tc>
        <w:tc>
          <w:tcPr>
            <w:tcW w:w="2322" w:type="pct"/>
          </w:tcPr>
          <w:p w14:paraId="5642E2D9" w14:textId="5D0AFF1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POPIS</w:t>
            </w:r>
          </w:p>
        </w:tc>
        <w:tc>
          <w:tcPr>
            <w:tcW w:w="1680" w:type="pct"/>
          </w:tcPr>
          <w:p w14:paraId="7248B93E" w14:textId="7777777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SCHÉMA</w:t>
            </w:r>
          </w:p>
        </w:tc>
      </w:tr>
      <w:tr w:rsidR="00D60BA0" w:rsidRPr="008325F4" w14:paraId="59FF0316" w14:textId="77777777" w:rsidTr="00C13E57">
        <w:trPr>
          <w:trHeight w:val="771"/>
        </w:trPr>
        <w:tc>
          <w:tcPr>
            <w:tcW w:w="439" w:type="pct"/>
            <w:hideMark/>
          </w:tcPr>
          <w:p w14:paraId="31902F7A" w14:textId="2AE67430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Z01</w:t>
            </w:r>
          </w:p>
        </w:tc>
        <w:tc>
          <w:tcPr>
            <w:tcW w:w="559" w:type="pct"/>
            <w:hideMark/>
          </w:tcPr>
          <w:p w14:paraId="037A2AD3" w14:textId="7777777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11406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ks</w:t>
            </w:r>
          </w:p>
        </w:tc>
        <w:tc>
          <w:tcPr>
            <w:tcW w:w="2322" w:type="pct"/>
          </w:tcPr>
          <w:p w14:paraId="30AF6A08" w14:textId="77777777" w:rsidR="00D60BA0" w:rsidRDefault="00D60BA0" w:rsidP="00D60BA0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PEVNÝ OCELOVÝ ŽEBŘÍK</w:t>
            </w:r>
          </w:p>
          <w:p w14:paraId="2FD5EAD2" w14:textId="77777777" w:rsidR="00D60BA0" w:rsidRDefault="00D60BA0" w:rsidP="00D60BA0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Povrchová úprava: žárové zinkování</w:t>
            </w:r>
          </w:p>
          <w:p w14:paraId="4BC2F4FD" w14:textId="77777777" w:rsidR="00D60BA0" w:rsidRDefault="00D60BA0" w:rsidP="00D60BA0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Materiál: ocel S235</w:t>
            </w:r>
          </w:p>
          <w:p w14:paraId="00C9896B" w14:textId="581413AB" w:rsidR="00D60BA0" w:rsidRPr="00D60BA0" w:rsidRDefault="00D60BA0" w:rsidP="00D60BA0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Výrobní skupina EXC2</w:t>
            </w:r>
          </w:p>
        </w:tc>
        <w:tc>
          <w:tcPr>
            <w:tcW w:w="1680" w:type="pct"/>
          </w:tcPr>
          <w:p w14:paraId="216926B7" w14:textId="1545A5BC" w:rsidR="00D60BA0" w:rsidRDefault="00D60BA0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Výškový rozdíl 3,9 m</w:t>
            </w:r>
          </w:p>
        </w:tc>
      </w:tr>
      <w:tr w:rsidR="00D60BA0" w:rsidRPr="008325F4" w14:paraId="7B838BE5" w14:textId="77777777" w:rsidTr="00C13E57">
        <w:trPr>
          <w:trHeight w:val="304"/>
        </w:trPr>
        <w:tc>
          <w:tcPr>
            <w:tcW w:w="439" w:type="pct"/>
            <w:hideMark/>
          </w:tcPr>
          <w:p w14:paraId="27263D35" w14:textId="28EA982C" w:rsidR="00D60BA0" w:rsidRPr="00911406" w:rsidRDefault="00B114A3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Z02</w:t>
            </w:r>
          </w:p>
        </w:tc>
        <w:tc>
          <w:tcPr>
            <w:tcW w:w="559" w:type="pct"/>
            <w:hideMark/>
          </w:tcPr>
          <w:p w14:paraId="0106E869" w14:textId="77777777" w:rsidR="00D60BA0" w:rsidRPr="00911406" w:rsidRDefault="00D60BA0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 ks</w:t>
            </w:r>
          </w:p>
        </w:tc>
        <w:tc>
          <w:tcPr>
            <w:tcW w:w="2322" w:type="pct"/>
          </w:tcPr>
          <w:p w14:paraId="70DAB35E" w14:textId="77777777" w:rsidR="00B114A3" w:rsidRDefault="00B114A3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VCHODOVÁ STŘÍŠKA</w:t>
            </w:r>
          </w:p>
          <w:p w14:paraId="16ED853A" w14:textId="2C8120F9" w:rsidR="00B114A3" w:rsidRDefault="00B114A3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(NAD VÝTAHOVÝMI DVEŘMI)</w:t>
            </w:r>
          </w:p>
          <w:p w14:paraId="38F96927" w14:textId="0448AC43" w:rsidR="00B114A3" w:rsidRDefault="00B114A3" w:rsidP="00B114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Pultové zastřešení</w:t>
            </w:r>
          </w:p>
          <w:p w14:paraId="2B3450D7" w14:textId="43C80CB8" w:rsidR="00B114A3" w:rsidRDefault="00B114A3" w:rsidP="00B114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Rozměr: 1600 mm × 850 mm</w:t>
            </w:r>
          </w:p>
          <w:p w14:paraId="2CD5C79F" w14:textId="7DDE7361" w:rsidR="00B114A3" w:rsidRPr="00B114A3" w:rsidRDefault="00B114A3" w:rsidP="00B114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Konstrukce: práškově lakovaný hliník (bílá</w:t>
            </w:r>
            <w:r w:rsidR="007B3F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RAL 9016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</w:p>
          <w:p w14:paraId="6811D934" w14:textId="77777777" w:rsidR="00D60BA0" w:rsidRDefault="00B114A3" w:rsidP="00B114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Zastřešení: čirý komůrkový polykarbonát tl. min. 4,5 mm s oboustranným UV filtrem</w:t>
            </w:r>
          </w:p>
          <w:p w14:paraId="010EA292" w14:textId="53A44BAC" w:rsidR="007B3F7F" w:rsidRPr="00911406" w:rsidRDefault="007B3F7F" w:rsidP="00B114A3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Třída reakce na oheň B, s1, d0</w:t>
            </w:r>
          </w:p>
        </w:tc>
        <w:tc>
          <w:tcPr>
            <w:tcW w:w="1680" w:type="pct"/>
          </w:tcPr>
          <w:p w14:paraId="1FB4F0B8" w14:textId="66042D40" w:rsidR="00D60BA0" w:rsidRDefault="00D60BA0" w:rsidP="00715AF3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90DFD" w:rsidRPr="008325F4" w14:paraId="5B8A61E9" w14:textId="77777777" w:rsidTr="00C13E57">
        <w:trPr>
          <w:trHeight w:val="304"/>
        </w:trPr>
        <w:tc>
          <w:tcPr>
            <w:tcW w:w="439" w:type="pct"/>
          </w:tcPr>
          <w:p w14:paraId="413D7C3A" w14:textId="5B81351A" w:rsidR="00790DFD" w:rsidRDefault="00790DFD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Z03</w:t>
            </w:r>
          </w:p>
        </w:tc>
        <w:tc>
          <w:tcPr>
            <w:tcW w:w="559" w:type="pct"/>
          </w:tcPr>
          <w:p w14:paraId="6ED39B41" w14:textId="40DF6A5F" w:rsidR="00790DFD" w:rsidRDefault="00790DFD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 ks</w:t>
            </w:r>
          </w:p>
        </w:tc>
        <w:tc>
          <w:tcPr>
            <w:tcW w:w="2322" w:type="pct"/>
          </w:tcPr>
          <w:p w14:paraId="15E83972" w14:textId="77777777" w:rsidR="00790DFD" w:rsidRDefault="00790DFD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ROŠT ANGLICKÉHO DVORKU</w:t>
            </w:r>
          </w:p>
          <w:p w14:paraId="536F7768" w14:textId="4446BC71" w:rsidR="00790DFD" w:rsidRDefault="00790DFD" w:rsidP="00790DF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Pochozí rošt z pororoštu</w:t>
            </w:r>
          </w:p>
          <w:p w14:paraId="46F7F2D1" w14:textId="75147F54" w:rsidR="00A23E5D" w:rsidRPr="00A23E5D" w:rsidRDefault="00790DF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Rozměr: 1200 × 700 mm</w:t>
            </w:r>
          </w:p>
        </w:tc>
        <w:tc>
          <w:tcPr>
            <w:tcW w:w="1680" w:type="pct"/>
          </w:tcPr>
          <w:p w14:paraId="312B0C7A" w14:textId="77777777" w:rsidR="00790DFD" w:rsidRDefault="00790DFD" w:rsidP="00715AF3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D73D9" w:rsidRPr="008325F4" w14:paraId="5175941A" w14:textId="77777777" w:rsidTr="00C13E57">
        <w:trPr>
          <w:trHeight w:val="304"/>
        </w:trPr>
        <w:tc>
          <w:tcPr>
            <w:tcW w:w="439" w:type="pct"/>
          </w:tcPr>
          <w:p w14:paraId="58B411C2" w14:textId="5F74AEF3" w:rsidR="009D73D9" w:rsidRDefault="009D73D9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Z04</w:t>
            </w:r>
          </w:p>
        </w:tc>
        <w:tc>
          <w:tcPr>
            <w:tcW w:w="559" w:type="pct"/>
          </w:tcPr>
          <w:p w14:paraId="0F1A1FEA" w14:textId="082DD587" w:rsidR="009D73D9" w:rsidRDefault="009D73D9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 ks</w:t>
            </w:r>
          </w:p>
        </w:tc>
        <w:tc>
          <w:tcPr>
            <w:tcW w:w="2322" w:type="pct"/>
          </w:tcPr>
          <w:p w14:paraId="79BCA507" w14:textId="01C904FA" w:rsidR="009D73D9" w:rsidRDefault="009D73D9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REVIZNÍ DVÍŘKA ELEKTRO</w:t>
            </w:r>
          </w:p>
          <w:p w14:paraId="13E65722" w14:textId="7B434A79" w:rsidR="009D73D9" w:rsidRDefault="009D73D9" w:rsidP="009D73D9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Materiál: nerezová ocel (broušená)</w:t>
            </w:r>
          </w:p>
          <w:p w14:paraId="394FDB8B" w14:textId="77777777" w:rsidR="009D73D9" w:rsidRDefault="009D73D9" w:rsidP="009D73D9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Rozměr: 1500 × 600 mm</w:t>
            </w:r>
          </w:p>
          <w:p w14:paraId="7846FEB7" w14:textId="51606B16" w:rsidR="009D73D9" w:rsidRPr="009D73D9" w:rsidRDefault="009D73D9" w:rsidP="009D73D9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Uzamykatelné na čtyřhran</w:t>
            </w:r>
          </w:p>
        </w:tc>
        <w:tc>
          <w:tcPr>
            <w:tcW w:w="1680" w:type="pct"/>
          </w:tcPr>
          <w:p w14:paraId="56A6A0D9" w14:textId="7F84E08E" w:rsidR="009D73D9" w:rsidRDefault="009D73D9" w:rsidP="00715AF3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D73D9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703296" behindDoc="1" locked="0" layoutInCell="1" allowOverlap="1" wp14:anchorId="27A79D26" wp14:editId="4A004319">
                  <wp:simplePos x="0" y="0"/>
                  <wp:positionH relativeFrom="column">
                    <wp:posOffset>7455</wp:posOffset>
                  </wp:positionH>
                  <wp:positionV relativeFrom="paragraph">
                    <wp:posOffset>55659</wp:posOffset>
                  </wp:positionV>
                  <wp:extent cx="1076346" cy="540688"/>
                  <wp:effectExtent l="0" t="0" r="0" b="0"/>
                  <wp:wrapTight wrapText="bothSides">
                    <wp:wrapPolygon edited="0">
                      <wp:start x="0" y="0"/>
                      <wp:lineTo x="0" y="20559"/>
                      <wp:lineTo x="21027" y="20559"/>
                      <wp:lineTo x="21027" y="0"/>
                      <wp:lineTo x="0" y="0"/>
                    </wp:wrapPolygon>
                  </wp:wrapTight>
                  <wp:docPr id="96657273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572733" name="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46" cy="540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23E5D" w:rsidRPr="008325F4" w14:paraId="792F571C" w14:textId="77777777" w:rsidTr="00C13E57">
        <w:trPr>
          <w:trHeight w:val="304"/>
        </w:trPr>
        <w:tc>
          <w:tcPr>
            <w:tcW w:w="439" w:type="pct"/>
          </w:tcPr>
          <w:p w14:paraId="2358B538" w14:textId="7CA4C05C" w:rsidR="00A23E5D" w:rsidRDefault="00A23E5D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Z05</w:t>
            </w:r>
          </w:p>
        </w:tc>
        <w:tc>
          <w:tcPr>
            <w:tcW w:w="559" w:type="pct"/>
          </w:tcPr>
          <w:p w14:paraId="1D2CDE84" w14:textId="75DDE3FA" w:rsidR="00A23E5D" w:rsidRDefault="00A23E5D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 sestava</w:t>
            </w:r>
          </w:p>
        </w:tc>
        <w:tc>
          <w:tcPr>
            <w:tcW w:w="2322" w:type="pct"/>
          </w:tcPr>
          <w:p w14:paraId="5F976306" w14:textId="77777777" w:rsidR="00A23E5D" w:rsidRDefault="00A23E5D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VENKOVNÍ ZÁBRADLÍ TERASY</w:t>
            </w:r>
          </w:p>
          <w:p w14:paraId="0E9E00A1" w14:textId="77777777" w:rsidR="00A23E5D" w:rsidRDefault="00A23E5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Materiál: nerezová ocel</w:t>
            </w:r>
          </w:p>
          <w:p w14:paraId="2B554D83" w14:textId="77777777" w:rsidR="00A23E5D" w:rsidRDefault="00A23E5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Zábradlí výšky 1 m</w:t>
            </w:r>
          </w:p>
          <w:p w14:paraId="32316B1E" w14:textId="13E1903A" w:rsidR="00A23E5D" w:rsidRDefault="00A23E5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Boční kotvení</w:t>
            </w:r>
          </w:p>
          <w:p w14:paraId="35E66577" w14:textId="75763E5E" w:rsidR="00A23E5D" w:rsidRDefault="00A23E5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Výplň svislá</w:t>
            </w:r>
          </w:p>
          <w:p w14:paraId="5D613821" w14:textId="0D766502" w:rsidR="00A23E5D" w:rsidRPr="00A23E5D" w:rsidRDefault="00A23E5D" w:rsidP="00A23E5D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Délka: 3,4 + 8,8 + 3,4 = 15,6 m</w:t>
            </w:r>
          </w:p>
        </w:tc>
        <w:tc>
          <w:tcPr>
            <w:tcW w:w="1680" w:type="pct"/>
          </w:tcPr>
          <w:p w14:paraId="75B34372" w14:textId="77777777" w:rsidR="00A23E5D" w:rsidRPr="009D73D9" w:rsidRDefault="00A23E5D" w:rsidP="00715AF3">
            <w:pPr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D3642" w:rsidRPr="008325F4" w14:paraId="3389A218" w14:textId="77777777" w:rsidTr="00C13E57">
        <w:trPr>
          <w:trHeight w:val="304"/>
        </w:trPr>
        <w:tc>
          <w:tcPr>
            <w:tcW w:w="439" w:type="pct"/>
          </w:tcPr>
          <w:p w14:paraId="29B4AFA0" w14:textId="5979D250" w:rsidR="007D3642" w:rsidRDefault="007D3642" w:rsidP="00715AF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Z06</w:t>
            </w:r>
          </w:p>
        </w:tc>
        <w:tc>
          <w:tcPr>
            <w:tcW w:w="559" w:type="pct"/>
          </w:tcPr>
          <w:p w14:paraId="13C24DB7" w14:textId="48F4310A" w:rsidR="007D3642" w:rsidRDefault="007D3642" w:rsidP="00715AF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 ks</w:t>
            </w:r>
          </w:p>
        </w:tc>
        <w:tc>
          <w:tcPr>
            <w:tcW w:w="2322" w:type="pct"/>
          </w:tcPr>
          <w:p w14:paraId="4C3068D0" w14:textId="28226D8F" w:rsidR="007D3642" w:rsidRDefault="007D3642" w:rsidP="00B114A3">
            <w:pPr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OCHRANNÝ SLOUPEK – OCHRANA </w:t>
            </w:r>
            <w:r w:rsidR="00CB7EC1">
              <w:rPr>
                <w:rFonts w:ascii="Arial" w:eastAsia="Times New Roman" w:hAnsi="Arial" w:cs="Arial"/>
                <w:color w:val="000000"/>
                <w:lang w:eastAsia="cs-CZ"/>
              </w:rPr>
              <w:t xml:space="preserve">VENKOVNÍHO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NEREZOVÉHO KOMÍN</w:t>
            </w:r>
            <w:r w:rsidR="00CB7EC1">
              <w:rPr>
                <w:rFonts w:ascii="Arial" w:eastAsia="Times New Roman" w:hAnsi="Arial" w:cs="Arial"/>
                <w:color w:val="000000"/>
                <w:lang w:eastAsia="cs-CZ"/>
              </w:rPr>
              <w:t>U</w:t>
            </w:r>
          </w:p>
          <w:p w14:paraId="72BE6DBE" w14:textId="2879CA02" w:rsidR="007D3642" w:rsidRDefault="007D3642" w:rsidP="007D3642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Materiál: ocel žárově zinkovaná (jekl)</w:t>
            </w:r>
          </w:p>
          <w:p w14:paraId="457199A0" w14:textId="7A84FAAA" w:rsidR="007D3642" w:rsidRDefault="007D3642" w:rsidP="007D3642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Vhodný do exteriéru</w:t>
            </w:r>
          </w:p>
          <w:p w14:paraId="45A60A05" w14:textId="5EFB84BA" w:rsidR="007D3642" w:rsidRDefault="007D3642" w:rsidP="007D3642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Výška: min. 0,6 m</w:t>
            </w:r>
          </w:p>
          <w:p w14:paraId="202C2EFD" w14:textId="47BA80BC" w:rsidR="007D3642" w:rsidRPr="007D3642" w:rsidRDefault="007D3642" w:rsidP="007D3642">
            <w:pPr>
              <w:pStyle w:val="Odstavecseseznamem"/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Včetně patky pro kotvení do stávajícího podkladního betonu</w:t>
            </w:r>
          </w:p>
        </w:tc>
        <w:tc>
          <w:tcPr>
            <w:tcW w:w="1680" w:type="pct"/>
          </w:tcPr>
          <w:p w14:paraId="5A135AA7" w14:textId="77777777" w:rsidR="007D3642" w:rsidRPr="009D73D9" w:rsidRDefault="007D3642" w:rsidP="007D3642">
            <w:pPr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2735EFBB" w14:textId="77777777" w:rsidR="00D60BA0" w:rsidRDefault="00D60BA0" w:rsidP="006D5163"/>
    <w:p w14:paraId="2D5D4529" w14:textId="77777777" w:rsidR="009F6CB2" w:rsidRDefault="009F6CB2">
      <w:pPr>
        <w:spacing w:after="160"/>
        <w:jc w:val="left"/>
        <w:rPr>
          <w:rFonts w:ascii="Arial" w:eastAsiaTheme="majorEastAsia" w:hAnsi="Arial" w:cstheme="majorBidi"/>
          <w:b/>
          <w:sz w:val="28"/>
          <w:szCs w:val="24"/>
        </w:rPr>
      </w:pPr>
      <w:r>
        <w:br w:type="page"/>
      </w:r>
    </w:p>
    <w:p w14:paraId="799F7590" w14:textId="3544D99E" w:rsidR="00C13E57" w:rsidRDefault="00D95946" w:rsidP="00C13E57">
      <w:pPr>
        <w:pStyle w:val="Nadpis3"/>
      </w:pPr>
      <w:bookmarkStart w:id="32" w:name="_Toc162404987"/>
      <w:r w:rsidRPr="00C13E57">
        <w:rPr>
          <w:noProof/>
        </w:rPr>
        <w:lastRenderedPageBreak/>
        <w:drawing>
          <wp:anchor distT="0" distB="0" distL="114300" distR="114300" simplePos="0" relativeHeight="251695104" behindDoc="0" locked="0" layoutInCell="1" allowOverlap="1" wp14:anchorId="5026D43A" wp14:editId="300A07EB">
            <wp:simplePos x="0" y="0"/>
            <wp:positionH relativeFrom="column">
              <wp:posOffset>5227486</wp:posOffset>
            </wp:positionH>
            <wp:positionV relativeFrom="paragraph">
              <wp:posOffset>108999</wp:posOffset>
            </wp:positionV>
            <wp:extent cx="1110098" cy="1630017"/>
            <wp:effectExtent l="0" t="0" r="0" b="8890"/>
            <wp:wrapSquare wrapText="bothSides"/>
            <wp:docPr id="13279297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29741" name="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098" cy="1630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E57">
        <w:t>Vnější okenní mříže</w:t>
      </w:r>
      <w:bookmarkEnd w:id="32"/>
    </w:p>
    <w:p w14:paraId="770087CC" w14:textId="45F689B8" w:rsidR="00C13E57" w:rsidRDefault="00C13E57" w:rsidP="00C13E57">
      <w:pPr>
        <w:pStyle w:val="Odstavecseseznamem"/>
        <w:numPr>
          <w:ilvl w:val="0"/>
          <w:numId w:val="44"/>
        </w:numPr>
      </w:pPr>
      <w:r>
        <w:t>Pevná zabezpečovací mříž pro použití do exteriéru</w:t>
      </w:r>
    </w:p>
    <w:p w14:paraId="2CE469E3" w14:textId="161D03A6" w:rsidR="00C13E57" w:rsidRPr="001411B3" w:rsidRDefault="00C13E57" w:rsidP="00C13E57">
      <w:pPr>
        <w:pStyle w:val="Odstavecseseznamem"/>
        <w:numPr>
          <w:ilvl w:val="0"/>
          <w:numId w:val="44"/>
        </w:numPr>
        <w:rPr>
          <w:rFonts w:cs="Segoe UI"/>
        </w:rPr>
      </w:pPr>
      <w:r w:rsidRPr="001411B3">
        <w:rPr>
          <w:rFonts w:cs="Segoe UI"/>
        </w:rPr>
        <w:t>Materiál: ocel</w:t>
      </w:r>
    </w:p>
    <w:p w14:paraId="306C35FE" w14:textId="6A32E5E4" w:rsidR="00C13E57" w:rsidRPr="001411B3" w:rsidRDefault="00C13E57" w:rsidP="00C13E57">
      <w:pPr>
        <w:pStyle w:val="Odstavecseseznamem"/>
        <w:numPr>
          <w:ilvl w:val="0"/>
          <w:numId w:val="44"/>
        </w:numPr>
        <w:rPr>
          <w:rFonts w:cs="Segoe UI"/>
        </w:rPr>
      </w:pPr>
      <w:r w:rsidRPr="001411B3">
        <w:rPr>
          <w:rFonts w:cs="Segoe UI"/>
        </w:rPr>
        <w:t>Povrchová úprava: žárové zinkování + nástřik práškovou barvou</w:t>
      </w:r>
    </w:p>
    <w:p w14:paraId="2840EA24" w14:textId="08F7408F" w:rsidR="00C13E57" w:rsidRPr="001411B3" w:rsidRDefault="00C13E57" w:rsidP="00C13E57">
      <w:pPr>
        <w:pStyle w:val="Odstavecseseznamem"/>
        <w:numPr>
          <w:ilvl w:val="0"/>
          <w:numId w:val="44"/>
        </w:numPr>
        <w:rPr>
          <w:rFonts w:cs="Segoe UI"/>
        </w:rPr>
      </w:pPr>
      <w:r w:rsidRPr="001411B3">
        <w:rPr>
          <w:rFonts w:cs="Segoe UI"/>
        </w:rPr>
        <w:t>Barevný odstín</w:t>
      </w:r>
      <w:r w:rsidR="001411B3" w:rsidRPr="001411B3">
        <w:rPr>
          <w:rFonts w:cs="Segoe UI"/>
        </w:rPr>
        <w:t xml:space="preserve">: bílá (RAL </w:t>
      </w:r>
      <w:r w:rsidR="001411B3" w:rsidRPr="001411B3">
        <w:rPr>
          <w:rFonts w:eastAsia="Times New Roman" w:cs="Segoe UI"/>
          <w:color w:val="000000"/>
          <w:lang w:eastAsia="cs-CZ"/>
        </w:rPr>
        <w:t>9016)</w:t>
      </w:r>
    </w:p>
    <w:p w14:paraId="3E4DEED7" w14:textId="483B5319" w:rsidR="001411B3" w:rsidRPr="001411B3" w:rsidRDefault="001411B3" w:rsidP="00C13E57">
      <w:pPr>
        <w:pStyle w:val="Odstavecseseznamem"/>
        <w:numPr>
          <w:ilvl w:val="0"/>
          <w:numId w:val="44"/>
        </w:numPr>
        <w:rPr>
          <w:rFonts w:cs="Segoe UI"/>
        </w:rPr>
      </w:pPr>
      <w:r w:rsidRPr="001411B3">
        <w:rPr>
          <w:rFonts w:eastAsia="Times New Roman" w:cs="Segoe UI"/>
          <w:color w:val="000000"/>
          <w:lang w:eastAsia="cs-CZ"/>
        </w:rPr>
        <w:t>Bezpečnostní třída: RC3</w:t>
      </w:r>
    </w:p>
    <w:p w14:paraId="46C8F417" w14:textId="77777777" w:rsidR="00790DFD" w:rsidRPr="00790DFD" w:rsidRDefault="00790DFD" w:rsidP="00790DFD">
      <w:pPr>
        <w:rPr>
          <w:rFonts w:cs="Segoe UI"/>
        </w:rPr>
      </w:pPr>
    </w:p>
    <w:p w14:paraId="084F753E" w14:textId="76B6DBD2" w:rsidR="00C13E57" w:rsidRDefault="00C13E57" w:rsidP="00C13E57"/>
    <w:p w14:paraId="7E435115" w14:textId="77777777" w:rsidR="00C13E57" w:rsidRPr="00C13E57" w:rsidRDefault="00C13E57" w:rsidP="00C13E57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99"/>
        <w:gridCol w:w="756"/>
        <w:gridCol w:w="557"/>
        <w:gridCol w:w="567"/>
        <w:gridCol w:w="567"/>
        <w:gridCol w:w="567"/>
        <w:gridCol w:w="4361"/>
        <w:gridCol w:w="2382"/>
      </w:tblGrid>
      <w:tr w:rsidR="001411B3" w:rsidRPr="00C305D5" w14:paraId="0BF8E7D1" w14:textId="77777777" w:rsidTr="001411B3">
        <w:tc>
          <w:tcPr>
            <w:tcW w:w="334" w:type="pct"/>
          </w:tcPr>
          <w:p w14:paraId="29D4C8E9" w14:textId="77777777" w:rsidR="001411B3" w:rsidRPr="00C305D5" w:rsidRDefault="001411B3" w:rsidP="00715AF3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632C49DD" w14:textId="77777777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351A9E78" w14:textId="77777777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593E2CBF" w14:textId="77777777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41477C58" w14:textId="77777777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6E7A1774" w14:textId="77777777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2086" w:type="pct"/>
          </w:tcPr>
          <w:p w14:paraId="5CE2B506" w14:textId="77777777" w:rsidR="001411B3" w:rsidRPr="00181622" w:rsidRDefault="001411B3" w:rsidP="00715AF3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1139" w:type="pct"/>
          </w:tcPr>
          <w:p w14:paraId="00479900" w14:textId="1AB92788" w:rsidR="001411B3" w:rsidRPr="00181622" w:rsidRDefault="001411B3" w:rsidP="00715A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STAVEBNÍ OTVOR (šířka × výška)</w:t>
            </w:r>
          </w:p>
        </w:tc>
      </w:tr>
      <w:tr w:rsidR="001411B3" w:rsidRPr="00C305D5" w14:paraId="5BEAC7C7" w14:textId="77777777" w:rsidTr="001411B3">
        <w:tc>
          <w:tcPr>
            <w:tcW w:w="334" w:type="pct"/>
            <w:vAlign w:val="center"/>
          </w:tcPr>
          <w:p w14:paraId="66E1F7F8" w14:textId="1CD4EE69" w:rsidR="001411B3" w:rsidRPr="00C305D5" w:rsidRDefault="001411B3" w:rsidP="00715A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Z10</w:t>
            </w:r>
          </w:p>
        </w:tc>
        <w:tc>
          <w:tcPr>
            <w:tcW w:w="362" w:type="pct"/>
            <w:vAlign w:val="center"/>
          </w:tcPr>
          <w:p w14:paraId="05F2C408" w14:textId="5A4A02CC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4D571FB4" w14:textId="3B0F8100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22680A18" w14:textId="71D3486C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C57FC0F" w14:textId="518E39D7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66D8DEA" w14:textId="07D039E7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53EA01E7" w14:textId="6C154A4C" w:rsidR="001411B3" w:rsidRPr="00181622" w:rsidRDefault="001411B3" w:rsidP="00715AF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139" w:type="pct"/>
            <w:vAlign w:val="center"/>
          </w:tcPr>
          <w:p w14:paraId="5357E816" w14:textId="44A358D1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× 550 mm</w:t>
            </w:r>
          </w:p>
        </w:tc>
      </w:tr>
      <w:tr w:rsidR="001411B3" w:rsidRPr="00C305D5" w14:paraId="71D5B447" w14:textId="77777777" w:rsidTr="001411B3">
        <w:tc>
          <w:tcPr>
            <w:tcW w:w="334" w:type="pct"/>
            <w:vAlign w:val="center"/>
          </w:tcPr>
          <w:p w14:paraId="58FEFC27" w14:textId="5336A7CD" w:rsidR="001411B3" w:rsidRPr="00C305D5" w:rsidRDefault="001411B3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Z11</w:t>
            </w:r>
          </w:p>
        </w:tc>
        <w:tc>
          <w:tcPr>
            <w:tcW w:w="362" w:type="pct"/>
            <w:vAlign w:val="center"/>
          </w:tcPr>
          <w:p w14:paraId="491C3C5C" w14:textId="21440C8A" w:rsidR="001411B3" w:rsidRPr="00181622" w:rsidRDefault="0090337C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66" w:type="pct"/>
            <w:vAlign w:val="center"/>
          </w:tcPr>
          <w:p w14:paraId="5B44673E" w14:textId="5EEB82DE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1" w:type="pct"/>
            <w:vAlign w:val="center"/>
          </w:tcPr>
          <w:p w14:paraId="6A399CD9" w14:textId="0C086215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F431D2E" w14:textId="38A77487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CC33A37" w14:textId="0B2E4207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389D14EA" w14:textId="1F224EAE" w:rsidR="001411B3" w:rsidRPr="00181622" w:rsidRDefault="001411B3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003 (2ks), 013, 014 (4ks)</w:t>
            </w:r>
          </w:p>
        </w:tc>
        <w:tc>
          <w:tcPr>
            <w:tcW w:w="1139" w:type="pct"/>
            <w:vAlign w:val="center"/>
          </w:tcPr>
          <w:p w14:paraId="7D38330A" w14:textId="1D46BAF7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 × 550 mm</w:t>
            </w:r>
          </w:p>
        </w:tc>
      </w:tr>
      <w:tr w:rsidR="001411B3" w:rsidRPr="00C305D5" w14:paraId="4365CAE7" w14:textId="77777777" w:rsidTr="001411B3">
        <w:tc>
          <w:tcPr>
            <w:tcW w:w="334" w:type="pct"/>
            <w:vAlign w:val="center"/>
          </w:tcPr>
          <w:p w14:paraId="2E71F903" w14:textId="70D55C9C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Z12</w:t>
            </w:r>
          </w:p>
        </w:tc>
        <w:tc>
          <w:tcPr>
            <w:tcW w:w="362" w:type="pct"/>
            <w:vAlign w:val="center"/>
          </w:tcPr>
          <w:p w14:paraId="656AAD3F" w14:textId="36F2BDE5" w:rsidR="001411B3" w:rsidRPr="00181622" w:rsidRDefault="00790DFD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266" w:type="pct"/>
            <w:vAlign w:val="center"/>
          </w:tcPr>
          <w:p w14:paraId="48853CD4" w14:textId="372920C1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71" w:type="pct"/>
            <w:vAlign w:val="center"/>
          </w:tcPr>
          <w:p w14:paraId="3A7B5CEB" w14:textId="3FDA5039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9A87D49" w14:textId="354478D1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FDB3229" w14:textId="1EDBC929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57202429" w14:textId="2CC07C94" w:rsidR="001411B3" w:rsidRPr="00181622" w:rsidRDefault="001411B3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006 (2ks), 007 (3ks), 008, 009 (3ks), 010 (2ks)</w:t>
            </w:r>
          </w:p>
        </w:tc>
        <w:tc>
          <w:tcPr>
            <w:tcW w:w="1139" w:type="pct"/>
            <w:vAlign w:val="center"/>
          </w:tcPr>
          <w:p w14:paraId="07182DDD" w14:textId="65014F79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 × 550 mm</w:t>
            </w:r>
          </w:p>
        </w:tc>
      </w:tr>
      <w:tr w:rsidR="001411B3" w:rsidRPr="00C305D5" w14:paraId="682C322D" w14:textId="77777777" w:rsidTr="001411B3">
        <w:tc>
          <w:tcPr>
            <w:tcW w:w="334" w:type="pct"/>
            <w:vAlign w:val="center"/>
          </w:tcPr>
          <w:p w14:paraId="3325E2AD" w14:textId="311EE6C8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Z13</w:t>
            </w:r>
          </w:p>
        </w:tc>
        <w:tc>
          <w:tcPr>
            <w:tcW w:w="362" w:type="pct"/>
            <w:vAlign w:val="center"/>
          </w:tcPr>
          <w:p w14:paraId="4F75C9C2" w14:textId="138BE810" w:rsidR="001411B3" w:rsidRPr="00181622" w:rsidRDefault="0054463E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6" w:type="pct"/>
            <w:vAlign w:val="center"/>
          </w:tcPr>
          <w:p w14:paraId="74C9F92E" w14:textId="5570F9C7" w:rsidR="001411B3" w:rsidRPr="00C305D5" w:rsidRDefault="0054463E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1" w:type="pct"/>
            <w:vAlign w:val="center"/>
          </w:tcPr>
          <w:p w14:paraId="03695486" w14:textId="68D87020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ADC4110" w14:textId="52527947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EB8FF57" w14:textId="41038A16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4A28A89D" w14:textId="0E911A9E" w:rsidR="001411B3" w:rsidRPr="00181622" w:rsidRDefault="001411B3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001, </w:t>
            </w:r>
            <w:r w:rsidR="0054463E">
              <w:rPr>
                <w:rFonts w:ascii="Arial" w:hAnsi="Arial" w:cs="Arial"/>
                <w:color w:val="000000"/>
                <w:sz w:val="18"/>
                <w:szCs w:val="18"/>
              </w:rPr>
              <w:t xml:space="preserve">004,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008, 009</w:t>
            </w:r>
          </w:p>
        </w:tc>
        <w:tc>
          <w:tcPr>
            <w:tcW w:w="1139" w:type="pct"/>
            <w:vAlign w:val="center"/>
          </w:tcPr>
          <w:p w14:paraId="14D95A31" w14:textId="4A5AB8E6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× 550 mm</w:t>
            </w:r>
          </w:p>
        </w:tc>
      </w:tr>
      <w:tr w:rsidR="001411B3" w:rsidRPr="00C305D5" w14:paraId="6468D997" w14:textId="77777777" w:rsidTr="001411B3">
        <w:tc>
          <w:tcPr>
            <w:tcW w:w="334" w:type="pct"/>
            <w:vAlign w:val="center"/>
          </w:tcPr>
          <w:p w14:paraId="028DE050" w14:textId="02C0DE10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Z14</w:t>
            </w:r>
          </w:p>
        </w:tc>
        <w:tc>
          <w:tcPr>
            <w:tcW w:w="362" w:type="pct"/>
            <w:vAlign w:val="center"/>
          </w:tcPr>
          <w:p w14:paraId="17E30920" w14:textId="657A1EED" w:rsidR="001411B3" w:rsidRPr="00181622" w:rsidRDefault="001411B3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7BE1BC9B" w14:textId="19015B9E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1E0D8F0E" w14:textId="642476FE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935D299" w14:textId="65F5C9C2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0DCE822" w14:textId="214A0F5D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65C2552A" w14:textId="1D72DB7E" w:rsidR="001411B3" w:rsidRPr="00181622" w:rsidRDefault="001411B3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1139" w:type="pct"/>
            <w:vAlign w:val="center"/>
          </w:tcPr>
          <w:p w14:paraId="6B4A0CFD" w14:textId="4A2E18CC" w:rsidR="001411B3" w:rsidRPr="00C305D5" w:rsidRDefault="001411B3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900 × 1200 mm </w:t>
            </w:r>
          </w:p>
        </w:tc>
      </w:tr>
      <w:tr w:rsidR="001411B3" w:rsidRPr="00C305D5" w14:paraId="3FFE1C04" w14:textId="77777777" w:rsidTr="001411B3">
        <w:tc>
          <w:tcPr>
            <w:tcW w:w="334" w:type="pct"/>
            <w:vAlign w:val="center"/>
          </w:tcPr>
          <w:p w14:paraId="2570747C" w14:textId="07AC9761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Z15</w:t>
            </w:r>
          </w:p>
        </w:tc>
        <w:tc>
          <w:tcPr>
            <w:tcW w:w="362" w:type="pct"/>
            <w:vAlign w:val="center"/>
          </w:tcPr>
          <w:p w14:paraId="663191D6" w14:textId="1A85E235" w:rsidR="001411B3" w:rsidRPr="00181622" w:rsidRDefault="0054463E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16B4A1F3" w14:textId="5FB16244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AB5ADA3" w14:textId="173A539E" w:rsidR="001411B3" w:rsidRPr="00C305D5" w:rsidRDefault="0054463E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16D30F33" w14:textId="1971912E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9FAC7DB" w14:textId="34DB5DB0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64D1FC77" w14:textId="669E257D" w:rsidR="001411B3" w:rsidRPr="00181622" w:rsidRDefault="00790DFD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  <w:r w:rsidR="0054463E">
              <w:rPr>
                <w:rFonts w:ascii="Arial" w:hAnsi="Arial" w:cs="Arial"/>
                <w:color w:val="000000"/>
                <w:sz w:val="18"/>
                <w:szCs w:val="18"/>
              </w:rPr>
              <w:t xml:space="preserve"> (2 ks)</w:t>
            </w:r>
          </w:p>
        </w:tc>
        <w:tc>
          <w:tcPr>
            <w:tcW w:w="1139" w:type="pct"/>
            <w:vAlign w:val="center"/>
          </w:tcPr>
          <w:p w14:paraId="66CF4E40" w14:textId="72E53F11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 × 1200 mm</w:t>
            </w:r>
          </w:p>
        </w:tc>
      </w:tr>
      <w:tr w:rsidR="001411B3" w:rsidRPr="00C305D5" w14:paraId="39225050" w14:textId="77777777" w:rsidTr="001411B3">
        <w:tc>
          <w:tcPr>
            <w:tcW w:w="334" w:type="pct"/>
            <w:vAlign w:val="center"/>
          </w:tcPr>
          <w:p w14:paraId="1285A6DD" w14:textId="699C389E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Z16</w:t>
            </w:r>
          </w:p>
        </w:tc>
        <w:tc>
          <w:tcPr>
            <w:tcW w:w="362" w:type="pct"/>
            <w:vAlign w:val="center"/>
          </w:tcPr>
          <w:p w14:paraId="2C5F24DC" w14:textId="2A3508A7" w:rsidR="001411B3" w:rsidRPr="00181622" w:rsidRDefault="00790DFD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5915C4B7" w14:textId="095EC487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3328948C" w14:textId="3CA69967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36D78033" w14:textId="5E57E214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45DE6FE" w14:textId="6C88F50D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2173562C" w14:textId="66CD6674" w:rsidR="001411B3" w:rsidRPr="00181622" w:rsidRDefault="00790DFD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112, 113</w:t>
            </w:r>
          </w:p>
        </w:tc>
        <w:tc>
          <w:tcPr>
            <w:tcW w:w="1139" w:type="pct"/>
            <w:vAlign w:val="center"/>
          </w:tcPr>
          <w:p w14:paraId="60BD9CCA" w14:textId="46A2E39E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× 1800 mm</w:t>
            </w:r>
          </w:p>
        </w:tc>
      </w:tr>
      <w:tr w:rsidR="001411B3" w:rsidRPr="00C305D5" w14:paraId="5FFE3191" w14:textId="77777777" w:rsidTr="001411B3">
        <w:tc>
          <w:tcPr>
            <w:tcW w:w="334" w:type="pct"/>
            <w:vAlign w:val="center"/>
          </w:tcPr>
          <w:p w14:paraId="746FEF37" w14:textId="58C73E76" w:rsidR="001411B3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Z17</w:t>
            </w:r>
          </w:p>
        </w:tc>
        <w:tc>
          <w:tcPr>
            <w:tcW w:w="362" w:type="pct"/>
            <w:vAlign w:val="center"/>
          </w:tcPr>
          <w:p w14:paraId="05390F3D" w14:textId="4F99BD0B" w:rsidR="001411B3" w:rsidRPr="00181622" w:rsidRDefault="00790DFD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790A4D2E" w14:textId="7A67B667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B3FDC7E" w14:textId="3B78F3FD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7BFA8E22" w14:textId="29F66B06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562BAFAD" w14:textId="6D749DAB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64FF6D77" w14:textId="3718A65D" w:rsidR="001411B3" w:rsidRPr="00181622" w:rsidRDefault="00790DFD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 (2 ks)</w:t>
            </w:r>
          </w:p>
        </w:tc>
        <w:tc>
          <w:tcPr>
            <w:tcW w:w="1139" w:type="pct"/>
            <w:vAlign w:val="center"/>
          </w:tcPr>
          <w:p w14:paraId="36176478" w14:textId="34416803" w:rsidR="001411B3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 × 900 mm</w:t>
            </w:r>
          </w:p>
        </w:tc>
      </w:tr>
      <w:tr w:rsidR="00790DFD" w:rsidRPr="00C305D5" w14:paraId="5100713D" w14:textId="77777777" w:rsidTr="001411B3">
        <w:tc>
          <w:tcPr>
            <w:tcW w:w="334" w:type="pct"/>
            <w:vAlign w:val="center"/>
          </w:tcPr>
          <w:p w14:paraId="24BA7DA8" w14:textId="2F792748" w:rsidR="00790DFD" w:rsidRPr="00C305D5" w:rsidRDefault="00790DFD" w:rsidP="00715AF3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Z18</w:t>
            </w:r>
          </w:p>
        </w:tc>
        <w:tc>
          <w:tcPr>
            <w:tcW w:w="362" w:type="pct"/>
            <w:vAlign w:val="center"/>
          </w:tcPr>
          <w:p w14:paraId="21736F59" w14:textId="57F628AF" w:rsidR="00790DFD" w:rsidRPr="00181622" w:rsidRDefault="00790DFD" w:rsidP="00715AF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64837096" w14:textId="77CD8EE4" w:rsidR="00790DFD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218320BB" w14:textId="3F1529EE" w:rsidR="00790DFD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3E8B7189" w14:textId="2DD196D1" w:rsidR="00790DFD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68F792D" w14:textId="5C93A6C4" w:rsidR="00790DFD" w:rsidRPr="00C305D5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6" w:type="pct"/>
          </w:tcPr>
          <w:p w14:paraId="4928761C" w14:textId="6B0C6DAD" w:rsidR="00790DFD" w:rsidRPr="00181622" w:rsidRDefault="00790DFD" w:rsidP="00715AF3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9" w:type="pct"/>
            <w:vAlign w:val="center"/>
          </w:tcPr>
          <w:p w14:paraId="3047E3F1" w14:textId="2082A16D" w:rsidR="00790DFD" w:rsidRDefault="00790DFD" w:rsidP="00715AF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 × 900 mm</w:t>
            </w:r>
          </w:p>
        </w:tc>
      </w:tr>
    </w:tbl>
    <w:p w14:paraId="5382D7D6" w14:textId="77777777" w:rsidR="00C13E57" w:rsidRDefault="00C13E57" w:rsidP="00C13E57"/>
    <w:p w14:paraId="4A3EEF79" w14:textId="77777777" w:rsidR="009F6CB2" w:rsidRDefault="009F6CB2" w:rsidP="00C13E57"/>
    <w:p w14:paraId="736CC029" w14:textId="7F935D5B" w:rsidR="009F6CB2" w:rsidRDefault="009F6CB2" w:rsidP="009F6CB2">
      <w:pPr>
        <w:pStyle w:val="Nadpis3"/>
      </w:pPr>
      <w:bookmarkStart w:id="33" w:name="_Toc162404988"/>
      <w:r>
        <w:t>Vnější předokenní žaluzie</w:t>
      </w:r>
      <w:bookmarkEnd w:id="33"/>
    </w:p>
    <w:p w14:paraId="58A52C5D" w14:textId="00219A8D" w:rsidR="00A857F0" w:rsidRDefault="00A857F0" w:rsidP="009F6CB2">
      <w:pPr>
        <w:pStyle w:val="Odstavecseseznamem"/>
        <w:numPr>
          <w:ilvl w:val="0"/>
          <w:numId w:val="44"/>
        </w:numPr>
        <w:rPr>
          <w:rFonts w:cs="Segoe UI"/>
        </w:rPr>
      </w:pPr>
      <w:r>
        <w:rPr>
          <w:rFonts w:cs="Segoe UI"/>
        </w:rPr>
        <w:t>Materiál: hliníkové profily</w:t>
      </w:r>
    </w:p>
    <w:p w14:paraId="59C70216" w14:textId="12EE3CF5" w:rsidR="009F6CB2" w:rsidRDefault="009F6CB2" w:rsidP="009F6CB2">
      <w:pPr>
        <w:pStyle w:val="Odstavecseseznamem"/>
        <w:numPr>
          <w:ilvl w:val="0"/>
          <w:numId w:val="44"/>
        </w:numPr>
        <w:rPr>
          <w:rFonts w:cs="Segoe UI"/>
        </w:rPr>
      </w:pPr>
      <w:r w:rsidRPr="001411B3">
        <w:rPr>
          <w:rFonts w:cs="Segoe UI"/>
        </w:rPr>
        <w:t xml:space="preserve">Barevný odstín: </w:t>
      </w:r>
      <w:r w:rsidR="00E47415">
        <w:rPr>
          <w:rFonts w:cs="Segoe UI"/>
        </w:rPr>
        <w:t>antracitová šedá</w:t>
      </w:r>
    </w:p>
    <w:p w14:paraId="2D220F99" w14:textId="31A26FD6" w:rsidR="009F6CB2" w:rsidRDefault="00A857F0" w:rsidP="00A33780">
      <w:pPr>
        <w:pStyle w:val="Odstavecseseznamem"/>
        <w:numPr>
          <w:ilvl w:val="0"/>
          <w:numId w:val="44"/>
        </w:numPr>
      </w:pPr>
      <w:r w:rsidRPr="00A857F0">
        <w:rPr>
          <w:rFonts w:cs="Segoe UI"/>
        </w:rPr>
        <w:t>Vnějšími žaluziemi budou vybavena okna na jižní fasádě stavby.</w:t>
      </w:r>
    </w:p>
    <w:p w14:paraId="0EBD376D" w14:textId="77777777" w:rsidR="009F6CB2" w:rsidRPr="00C13E57" w:rsidRDefault="009F6CB2" w:rsidP="009F6CB2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99"/>
        <w:gridCol w:w="757"/>
        <w:gridCol w:w="557"/>
        <w:gridCol w:w="567"/>
        <w:gridCol w:w="567"/>
        <w:gridCol w:w="567"/>
        <w:gridCol w:w="4360"/>
        <w:gridCol w:w="2382"/>
      </w:tblGrid>
      <w:tr w:rsidR="009F6CB2" w:rsidRPr="00C305D5" w14:paraId="00800866" w14:textId="77777777" w:rsidTr="00E47415">
        <w:tc>
          <w:tcPr>
            <w:tcW w:w="334" w:type="pct"/>
          </w:tcPr>
          <w:p w14:paraId="0C041815" w14:textId="77777777" w:rsidR="009F6CB2" w:rsidRPr="00C305D5" w:rsidRDefault="009F6CB2" w:rsidP="00D4686E">
            <w:pP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305D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</w:t>
            </w:r>
          </w:p>
        </w:tc>
        <w:tc>
          <w:tcPr>
            <w:tcW w:w="362" w:type="pct"/>
          </w:tcPr>
          <w:p w14:paraId="141C9C0C" w14:textId="77777777" w:rsidR="009F6CB2" w:rsidRPr="00181622" w:rsidRDefault="009F6CB2" w:rsidP="00D4686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CELK.</w:t>
            </w:r>
          </w:p>
        </w:tc>
        <w:tc>
          <w:tcPr>
            <w:tcW w:w="266" w:type="pct"/>
          </w:tcPr>
          <w:p w14:paraId="289B379A" w14:textId="77777777" w:rsidR="009F6CB2" w:rsidRPr="00181622" w:rsidRDefault="009F6CB2" w:rsidP="00D4686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1PP</w:t>
            </w:r>
          </w:p>
        </w:tc>
        <w:tc>
          <w:tcPr>
            <w:tcW w:w="271" w:type="pct"/>
          </w:tcPr>
          <w:p w14:paraId="65B0CE1C" w14:textId="77777777" w:rsidR="009F6CB2" w:rsidRPr="00181622" w:rsidRDefault="009F6CB2" w:rsidP="00D4686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1NP</w:t>
            </w:r>
          </w:p>
        </w:tc>
        <w:tc>
          <w:tcPr>
            <w:tcW w:w="271" w:type="pct"/>
          </w:tcPr>
          <w:p w14:paraId="4ADFE6BB" w14:textId="77777777" w:rsidR="009F6CB2" w:rsidRPr="00181622" w:rsidRDefault="009F6CB2" w:rsidP="00D4686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2NP</w:t>
            </w:r>
          </w:p>
        </w:tc>
        <w:tc>
          <w:tcPr>
            <w:tcW w:w="271" w:type="pct"/>
          </w:tcPr>
          <w:p w14:paraId="0AA3769E" w14:textId="77777777" w:rsidR="009F6CB2" w:rsidRPr="00181622" w:rsidRDefault="009F6CB2" w:rsidP="00D4686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6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3NP</w:t>
            </w:r>
          </w:p>
        </w:tc>
        <w:tc>
          <w:tcPr>
            <w:tcW w:w="2085" w:type="pct"/>
          </w:tcPr>
          <w:p w14:paraId="3C0A4757" w14:textId="77777777" w:rsidR="009F6CB2" w:rsidRPr="00181622" w:rsidRDefault="009F6CB2" w:rsidP="00D4686E">
            <w:pPr>
              <w:rPr>
                <w:rFonts w:ascii="Arial" w:hAnsi="Arial" w:cs="Arial"/>
                <w:b/>
                <w:bCs/>
              </w:rPr>
            </w:pPr>
            <w:r w:rsidRPr="00181622">
              <w:rPr>
                <w:rFonts w:ascii="Arial" w:hAnsi="Arial" w:cs="Arial"/>
                <w:b/>
                <w:bCs/>
              </w:rPr>
              <w:t>MÍSTNOST č.</w:t>
            </w:r>
          </w:p>
        </w:tc>
        <w:tc>
          <w:tcPr>
            <w:tcW w:w="1139" w:type="pct"/>
          </w:tcPr>
          <w:p w14:paraId="715FBA6E" w14:textId="77777777" w:rsidR="009F6CB2" w:rsidRPr="00181622" w:rsidRDefault="009F6CB2" w:rsidP="00D468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STAVEBNÍ OTVOR (šířka × výška)</w:t>
            </w:r>
          </w:p>
        </w:tc>
      </w:tr>
      <w:tr w:rsidR="009F6CB2" w:rsidRPr="00C305D5" w14:paraId="122CD79F" w14:textId="77777777" w:rsidTr="00E47415">
        <w:tc>
          <w:tcPr>
            <w:tcW w:w="334" w:type="pct"/>
            <w:vAlign w:val="center"/>
          </w:tcPr>
          <w:p w14:paraId="4ACEDD0A" w14:textId="403C44B5" w:rsidR="009F6CB2" w:rsidRPr="00C305D5" w:rsidRDefault="009F6CB2" w:rsidP="00D4686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Z30</w:t>
            </w:r>
          </w:p>
        </w:tc>
        <w:tc>
          <w:tcPr>
            <w:tcW w:w="362" w:type="pct"/>
            <w:vAlign w:val="center"/>
          </w:tcPr>
          <w:p w14:paraId="7D029402" w14:textId="296F079F" w:rsidR="009F6CB2" w:rsidRPr="00181622" w:rsidRDefault="00A857F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66" w:type="pct"/>
            <w:vAlign w:val="center"/>
          </w:tcPr>
          <w:p w14:paraId="66F5120D" w14:textId="60B57E5E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2C26A57" w14:textId="2DBDCBF1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577681D7" w14:textId="6545B6B0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1" w:type="pct"/>
            <w:vAlign w:val="center"/>
          </w:tcPr>
          <w:p w14:paraId="78600711" w14:textId="3E7E6B7C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85" w:type="pct"/>
          </w:tcPr>
          <w:p w14:paraId="16FC21F2" w14:textId="1AB22AB7" w:rsidR="009F6CB2" w:rsidRPr="00181622" w:rsidRDefault="00A857F0" w:rsidP="00D4686E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106, 108, 208, 209, 308, 309</w:t>
            </w:r>
          </w:p>
        </w:tc>
        <w:tc>
          <w:tcPr>
            <w:tcW w:w="1139" w:type="pct"/>
            <w:vAlign w:val="center"/>
          </w:tcPr>
          <w:p w14:paraId="61AF03AC" w14:textId="30BB432F" w:rsidR="009F6CB2" w:rsidRPr="00C305D5" w:rsidRDefault="00E47415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="009F6CB2">
              <w:rPr>
                <w:rFonts w:ascii="Arial" w:hAnsi="Arial" w:cs="Arial"/>
              </w:rPr>
              <w:t xml:space="preserve">00 × </w:t>
            </w:r>
            <w:r>
              <w:rPr>
                <w:rFonts w:ascii="Arial" w:hAnsi="Arial" w:cs="Arial"/>
              </w:rPr>
              <w:t>180</w:t>
            </w:r>
            <w:r w:rsidR="009F6CB2">
              <w:rPr>
                <w:rFonts w:ascii="Arial" w:hAnsi="Arial" w:cs="Arial"/>
              </w:rPr>
              <w:t>0 mm</w:t>
            </w:r>
          </w:p>
        </w:tc>
      </w:tr>
      <w:tr w:rsidR="009F6CB2" w:rsidRPr="00C305D5" w14:paraId="56F7B162" w14:textId="77777777" w:rsidTr="00E47415">
        <w:tc>
          <w:tcPr>
            <w:tcW w:w="334" w:type="pct"/>
            <w:vAlign w:val="center"/>
          </w:tcPr>
          <w:p w14:paraId="5D58A515" w14:textId="5803AC02" w:rsidR="009F6CB2" w:rsidRPr="00C305D5" w:rsidRDefault="009F6CB2" w:rsidP="00D4686E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Z31</w:t>
            </w:r>
          </w:p>
        </w:tc>
        <w:tc>
          <w:tcPr>
            <w:tcW w:w="362" w:type="pct"/>
            <w:vAlign w:val="center"/>
          </w:tcPr>
          <w:p w14:paraId="2CC20AEB" w14:textId="238421F9" w:rsidR="009F6CB2" w:rsidRPr="00181622" w:rsidRDefault="00A857F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2B29AF9D" w14:textId="3FA9234F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942F67E" w14:textId="56BC5AE0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18F74586" w14:textId="12F720AA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6132E1FF" w14:textId="2DACD2B4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5" w:type="pct"/>
          </w:tcPr>
          <w:p w14:paraId="7814D5F1" w14:textId="7B1E98F7" w:rsidR="009F6CB2" w:rsidRPr="00181622" w:rsidRDefault="00A857F0" w:rsidP="00D4686E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118, 218</w:t>
            </w:r>
          </w:p>
        </w:tc>
        <w:tc>
          <w:tcPr>
            <w:tcW w:w="1139" w:type="pct"/>
            <w:vAlign w:val="center"/>
          </w:tcPr>
          <w:p w14:paraId="52606461" w14:textId="15182EE6" w:rsidR="009F6CB2" w:rsidRPr="00C305D5" w:rsidRDefault="00E47415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</w:t>
            </w:r>
            <w:r w:rsidR="009F6CB2">
              <w:rPr>
                <w:rFonts w:ascii="Arial" w:hAnsi="Arial" w:cs="Arial"/>
              </w:rPr>
              <w:t xml:space="preserve"> × </w:t>
            </w:r>
            <w:r>
              <w:rPr>
                <w:rFonts w:ascii="Arial" w:hAnsi="Arial" w:cs="Arial"/>
              </w:rPr>
              <w:t>180</w:t>
            </w:r>
            <w:r w:rsidR="009F6CB2">
              <w:rPr>
                <w:rFonts w:ascii="Arial" w:hAnsi="Arial" w:cs="Arial"/>
              </w:rPr>
              <w:t>0 mm</w:t>
            </w:r>
          </w:p>
        </w:tc>
      </w:tr>
      <w:tr w:rsidR="009F6CB2" w:rsidRPr="00C305D5" w14:paraId="30798556" w14:textId="77777777" w:rsidTr="00E47415">
        <w:tc>
          <w:tcPr>
            <w:tcW w:w="334" w:type="pct"/>
            <w:vAlign w:val="center"/>
          </w:tcPr>
          <w:p w14:paraId="775CD5C3" w14:textId="145FB6AC" w:rsidR="009F6CB2" w:rsidRPr="00C305D5" w:rsidRDefault="009F6CB2" w:rsidP="00D4686E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Z32</w:t>
            </w:r>
          </w:p>
        </w:tc>
        <w:tc>
          <w:tcPr>
            <w:tcW w:w="362" w:type="pct"/>
            <w:vAlign w:val="center"/>
          </w:tcPr>
          <w:p w14:paraId="3F819FE3" w14:textId="1F1824AD" w:rsidR="009F6CB2" w:rsidRPr="00181622" w:rsidRDefault="00A857F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6" w:type="pct"/>
            <w:vAlign w:val="center"/>
          </w:tcPr>
          <w:p w14:paraId="6ADF9FA7" w14:textId="5A1C1F07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1FFCC1DB" w14:textId="03DF2F01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3EA5AF86" w14:textId="241AFC93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754B6DA9" w14:textId="3A586A9F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85" w:type="pct"/>
          </w:tcPr>
          <w:p w14:paraId="69BADF42" w14:textId="1EEB1A90" w:rsidR="009F6CB2" w:rsidRPr="00181622" w:rsidRDefault="00A857F0" w:rsidP="00D4686E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105, 207, 307</w:t>
            </w:r>
          </w:p>
        </w:tc>
        <w:tc>
          <w:tcPr>
            <w:tcW w:w="1139" w:type="pct"/>
            <w:vAlign w:val="center"/>
          </w:tcPr>
          <w:p w14:paraId="4113D259" w14:textId="45015725" w:rsidR="009F6CB2" w:rsidRPr="00C305D5" w:rsidRDefault="00E47415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</w:t>
            </w:r>
            <w:r w:rsidR="009F6CB2">
              <w:rPr>
                <w:rFonts w:ascii="Arial" w:hAnsi="Arial" w:cs="Arial"/>
              </w:rPr>
              <w:t xml:space="preserve">0 × </w:t>
            </w:r>
            <w:r>
              <w:rPr>
                <w:rFonts w:ascii="Arial" w:hAnsi="Arial" w:cs="Arial"/>
              </w:rPr>
              <w:t>1800</w:t>
            </w:r>
            <w:r w:rsidR="009F6CB2">
              <w:rPr>
                <w:rFonts w:ascii="Arial" w:hAnsi="Arial" w:cs="Arial"/>
              </w:rPr>
              <w:t xml:space="preserve"> mm</w:t>
            </w:r>
          </w:p>
        </w:tc>
      </w:tr>
      <w:tr w:rsidR="009F6CB2" w:rsidRPr="00C305D5" w14:paraId="09176F34" w14:textId="77777777" w:rsidTr="00E47415">
        <w:tc>
          <w:tcPr>
            <w:tcW w:w="334" w:type="pct"/>
            <w:vAlign w:val="center"/>
          </w:tcPr>
          <w:p w14:paraId="40FD0863" w14:textId="59F72AAC" w:rsidR="009F6CB2" w:rsidRPr="00C305D5" w:rsidRDefault="009F6CB2" w:rsidP="00D4686E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Z33</w:t>
            </w:r>
          </w:p>
        </w:tc>
        <w:tc>
          <w:tcPr>
            <w:tcW w:w="362" w:type="pct"/>
            <w:vAlign w:val="center"/>
          </w:tcPr>
          <w:p w14:paraId="46379721" w14:textId="7C43C4CE" w:rsidR="009F6CB2" w:rsidRPr="00181622" w:rsidRDefault="00A857F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" w:type="pct"/>
            <w:vAlign w:val="center"/>
          </w:tcPr>
          <w:p w14:paraId="5DADACAC" w14:textId="6CFF19B8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AC61A99" w14:textId="118A9E62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CF750CC" w14:textId="0DEAD6DE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6E38DA2" w14:textId="0541BE25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5" w:type="pct"/>
          </w:tcPr>
          <w:p w14:paraId="22BD4C6E" w14:textId="2C2094AC" w:rsidR="009F6CB2" w:rsidRPr="00181622" w:rsidRDefault="00A857F0" w:rsidP="00D4686E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120, 220</w:t>
            </w:r>
          </w:p>
        </w:tc>
        <w:tc>
          <w:tcPr>
            <w:tcW w:w="1139" w:type="pct"/>
            <w:vAlign w:val="center"/>
          </w:tcPr>
          <w:p w14:paraId="5329E3DD" w14:textId="01CFEFBD" w:rsidR="009F6CB2" w:rsidRPr="00C305D5" w:rsidRDefault="00E47415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9F6CB2">
              <w:rPr>
                <w:rFonts w:ascii="Arial" w:hAnsi="Arial" w:cs="Arial"/>
              </w:rPr>
              <w:t xml:space="preserve">00 × </w:t>
            </w:r>
            <w:r>
              <w:rPr>
                <w:rFonts w:ascii="Arial" w:hAnsi="Arial" w:cs="Arial"/>
              </w:rPr>
              <w:t>180</w:t>
            </w:r>
            <w:r w:rsidR="009F6CB2">
              <w:rPr>
                <w:rFonts w:ascii="Arial" w:hAnsi="Arial" w:cs="Arial"/>
              </w:rPr>
              <w:t>0 mm</w:t>
            </w:r>
          </w:p>
        </w:tc>
      </w:tr>
      <w:tr w:rsidR="009F6CB2" w:rsidRPr="00C305D5" w14:paraId="5C591DDE" w14:textId="77777777" w:rsidTr="00E47415">
        <w:tc>
          <w:tcPr>
            <w:tcW w:w="334" w:type="pct"/>
            <w:vAlign w:val="center"/>
          </w:tcPr>
          <w:p w14:paraId="6311D02A" w14:textId="143D4834" w:rsidR="009F6CB2" w:rsidRPr="00C305D5" w:rsidRDefault="009F6CB2" w:rsidP="00D4686E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Z34</w:t>
            </w:r>
          </w:p>
        </w:tc>
        <w:tc>
          <w:tcPr>
            <w:tcW w:w="362" w:type="pct"/>
            <w:vAlign w:val="center"/>
          </w:tcPr>
          <w:p w14:paraId="3D6BD6E4" w14:textId="6600496F" w:rsidR="009F6CB2" w:rsidRPr="00181622" w:rsidRDefault="0098794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6" w:type="pct"/>
            <w:vAlign w:val="center"/>
          </w:tcPr>
          <w:p w14:paraId="6D1FB76D" w14:textId="46284D75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74CCBF30" w14:textId="13306E4E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6DCF9889" w14:textId="51B8FCFB" w:rsidR="009F6CB2" w:rsidRPr="00C305D5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501BA299" w14:textId="747AE34D" w:rsidR="009F6CB2" w:rsidRPr="00C305D5" w:rsidRDefault="00A857F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85" w:type="pct"/>
          </w:tcPr>
          <w:p w14:paraId="4F39B7E6" w14:textId="40433CCB" w:rsidR="009F6CB2" w:rsidRPr="00181622" w:rsidRDefault="00A857F0" w:rsidP="00D4686E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205, 302, 306</w:t>
            </w:r>
          </w:p>
        </w:tc>
        <w:tc>
          <w:tcPr>
            <w:tcW w:w="1139" w:type="pct"/>
            <w:vAlign w:val="center"/>
          </w:tcPr>
          <w:p w14:paraId="7450D71B" w14:textId="3F067898" w:rsidR="009F6CB2" w:rsidRPr="00C305D5" w:rsidRDefault="00E47415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9F6CB2">
              <w:rPr>
                <w:rFonts w:ascii="Arial" w:hAnsi="Arial" w:cs="Arial"/>
              </w:rPr>
              <w:t>00 × 1</w:t>
            </w:r>
            <w:r>
              <w:rPr>
                <w:rFonts w:ascii="Arial" w:hAnsi="Arial" w:cs="Arial"/>
              </w:rPr>
              <w:t>8</w:t>
            </w:r>
            <w:r w:rsidR="009F6CB2">
              <w:rPr>
                <w:rFonts w:ascii="Arial" w:hAnsi="Arial" w:cs="Arial"/>
              </w:rPr>
              <w:t xml:space="preserve">00 mm </w:t>
            </w:r>
          </w:p>
        </w:tc>
      </w:tr>
      <w:tr w:rsidR="00987940" w:rsidRPr="00C305D5" w14:paraId="1436E56A" w14:textId="77777777" w:rsidTr="00E47415">
        <w:tc>
          <w:tcPr>
            <w:tcW w:w="334" w:type="pct"/>
            <w:vAlign w:val="center"/>
          </w:tcPr>
          <w:p w14:paraId="49EC615A" w14:textId="4DA3412F" w:rsidR="00987940" w:rsidRDefault="00987940" w:rsidP="00D4686E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Z35</w:t>
            </w:r>
          </w:p>
        </w:tc>
        <w:tc>
          <w:tcPr>
            <w:tcW w:w="362" w:type="pct"/>
            <w:vAlign w:val="center"/>
          </w:tcPr>
          <w:p w14:paraId="0C5F8DEB" w14:textId="190BD2C0" w:rsidR="00987940" w:rsidRDefault="00987940" w:rsidP="00D4686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" w:type="pct"/>
            <w:vAlign w:val="center"/>
          </w:tcPr>
          <w:p w14:paraId="48D42A24" w14:textId="75A0CEE9" w:rsidR="00987940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0E6182A5" w14:textId="5E2AFB1B" w:rsidR="00987940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1" w:type="pct"/>
            <w:vAlign w:val="center"/>
          </w:tcPr>
          <w:p w14:paraId="4DDDA611" w14:textId="31F01865" w:rsidR="00987940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1" w:type="pct"/>
            <w:vAlign w:val="center"/>
          </w:tcPr>
          <w:p w14:paraId="4B38C7DF" w14:textId="62E4AF82" w:rsidR="00987940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85" w:type="pct"/>
          </w:tcPr>
          <w:p w14:paraId="5C588CDA" w14:textId="05E447F7" w:rsidR="00987940" w:rsidRDefault="00987940" w:rsidP="00D4686E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39" w:type="pct"/>
            <w:vAlign w:val="center"/>
          </w:tcPr>
          <w:p w14:paraId="4C20750A" w14:textId="25D9A2EC" w:rsidR="00987940" w:rsidRDefault="00987940" w:rsidP="00D468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× 2550 mm</w:t>
            </w:r>
          </w:p>
        </w:tc>
      </w:tr>
    </w:tbl>
    <w:p w14:paraId="2068E6D8" w14:textId="77777777" w:rsidR="009F6CB2" w:rsidRPr="00C13E57" w:rsidRDefault="009F6CB2" w:rsidP="00C13E57"/>
    <w:sectPr w:rsidR="009F6CB2" w:rsidRPr="00C13E57" w:rsidSect="00A71AB7">
      <w:footerReference w:type="default" r:id="rId4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0B44" w14:textId="77777777" w:rsidR="00A71AB7" w:rsidRDefault="00A71AB7" w:rsidP="0015289D">
      <w:pPr>
        <w:spacing w:line="240" w:lineRule="auto"/>
      </w:pPr>
      <w:r>
        <w:separator/>
      </w:r>
    </w:p>
  </w:endnote>
  <w:endnote w:type="continuationSeparator" w:id="0">
    <w:p w14:paraId="6AF06139" w14:textId="77777777" w:rsidR="00A71AB7" w:rsidRDefault="00A71AB7" w:rsidP="00152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3CDC" w14:textId="77777777" w:rsidR="0017354C" w:rsidRPr="0017354C" w:rsidRDefault="0017354C" w:rsidP="0017354C">
    <w:pPr>
      <w:pStyle w:val="Zhlav"/>
      <w:jc w:val="center"/>
      <w:rPr>
        <w:sz w:val="18"/>
        <w:szCs w:val="18"/>
      </w:rPr>
    </w:pPr>
    <w:r w:rsidRPr="0017354C">
      <w:rPr>
        <w:sz w:val="18"/>
        <w:szCs w:val="18"/>
      </w:rPr>
      <w:t xml:space="preserve">str. </w:t>
    </w:r>
    <w:r w:rsidRPr="0017354C">
      <w:rPr>
        <w:sz w:val="18"/>
        <w:szCs w:val="18"/>
      </w:rPr>
      <w:fldChar w:fldCharType="begin"/>
    </w:r>
    <w:r w:rsidRPr="0017354C">
      <w:rPr>
        <w:sz w:val="18"/>
        <w:szCs w:val="18"/>
      </w:rPr>
      <w:instrText>PAGE  \* Arabic  \* MERGEFORMAT</w:instrText>
    </w:r>
    <w:r w:rsidRPr="0017354C">
      <w:rPr>
        <w:sz w:val="18"/>
        <w:szCs w:val="18"/>
      </w:rPr>
      <w:fldChar w:fldCharType="separate"/>
    </w:r>
    <w:r w:rsidRPr="0017354C">
      <w:rPr>
        <w:sz w:val="18"/>
        <w:szCs w:val="18"/>
      </w:rPr>
      <w:t>1</w:t>
    </w:r>
    <w:r w:rsidRPr="0017354C">
      <w:rPr>
        <w:sz w:val="18"/>
        <w:szCs w:val="18"/>
      </w:rPr>
      <w:fldChar w:fldCharType="end"/>
    </w:r>
    <w:r w:rsidRPr="0017354C">
      <w:rPr>
        <w:sz w:val="18"/>
        <w:szCs w:val="18"/>
      </w:rPr>
      <w:t xml:space="preserve"> / </w:t>
    </w:r>
    <w:r w:rsidRPr="0017354C">
      <w:rPr>
        <w:sz w:val="18"/>
        <w:szCs w:val="18"/>
      </w:rPr>
      <w:fldChar w:fldCharType="begin"/>
    </w:r>
    <w:r w:rsidRPr="0017354C">
      <w:rPr>
        <w:sz w:val="18"/>
        <w:szCs w:val="18"/>
      </w:rPr>
      <w:instrText>NUMPAGES  \* Arabic  \* MERGEFORMAT</w:instrText>
    </w:r>
    <w:r w:rsidRPr="0017354C">
      <w:rPr>
        <w:sz w:val="18"/>
        <w:szCs w:val="18"/>
      </w:rPr>
      <w:fldChar w:fldCharType="separate"/>
    </w:r>
    <w:r w:rsidRPr="0017354C">
      <w:rPr>
        <w:sz w:val="18"/>
        <w:szCs w:val="18"/>
      </w:rPr>
      <w:t>1</w:t>
    </w:r>
    <w:r w:rsidRPr="0017354C">
      <w:rPr>
        <w:sz w:val="18"/>
        <w:szCs w:val="18"/>
      </w:rPr>
      <w:fldChar w:fldCharType="end"/>
    </w:r>
  </w:p>
  <w:p w14:paraId="01FF918D" w14:textId="77777777" w:rsidR="0017354C" w:rsidRDefault="001735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F64F" w14:textId="77777777" w:rsidR="00A71AB7" w:rsidRDefault="00A71AB7" w:rsidP="0015289D">
      <w:pPr>
        <w:spacing w:line="240" w:lineRule="auto"/>
      </w:pPr>
      <w:r>
        <w:separator/>
      </w:r>
    </w:p>
  </w:footnote>
  <w:footnote w:type="continuationSeparator" w:id="0">
    <w:p w14:paraId="151298CC" w14:textId="77777777" w:rsidR="00A71AB7" w:rsidRDefault="00A71AB7" w:rsidP="00152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1"/>
    <w:multiLevelType w:val="multilevel"/>
    <w:tmpl w:val="17F8C6FE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" w15:restartNumberingAfterBreak="0">
    <w:nsid w:val="04461A01"/>
    <w:multiLevelType w:val="hybridMultilevel"/>
    <w:tmpl w:val="6B3E8ED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22299"/>
    <w:multiLevelType w:val="hybridMultilevel"/>
    <w:tmpl w:val="86C82C2E"/>
    <w:lvl w:ilvl="0" w:tplc="25383618">
      <w:start w:val="12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8424B"/>
    <w:multiLevelType w:val="hybridMultilevel"/>
    <w:tmpl w:val="FB06D0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DA0E0C"/>
    <w:multiLevelType w:val="hybridMultilevel"/>
    <w:tmpl w:val="08BECF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02306"/>
    <w:multiLevelType w:val="hybridMultilevel"/>
    <w:tmpl w:val="8BC0E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49F0"/>
    <w:multiLevelType w:val="hybridMultilevel"/>
    <w:tmpl w:val="A0CC4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E1D75"/>
    <w:multiLevelType w:val="hybridMultilevel"/>
    <w:tmpl w:val="F170D96C"/>
    <w:lvl w:ilvl="0" w:tplc="69764BA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25CCF"/>
    <w:multiLevelType w:val="hybridMultilevel"/>
    <w:tmpl w:val="606EC8BE"/>
    <w:lvl w:ilvl="0" w:tplc="12FEF5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F3BA7"/>
    <w:multiLevelType w:val="hybridMultilevel"/>
    <w:tmpl w:val="64521F40"/>
    <w:lvl w:ilvl="0" w:tplc="12FEF5D4">
      <w:numFmt w:val="bullet"/>
      <w:lvlText w:val="-"/>
      <w:lvlJc w:val="left"/>
      <w:pPr>
        <w:ind w:left="180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40F8"/>
    <w:multiLevelType w:val="hybridMultilevel"/>
    <w:tmpl w:val="27CC3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A324A"/>
    <w:multiLevelType w:val="hybridMultilevel"/>
    <w:tmpl w:val="196ED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33FA3"/>
    <w:multiLevelType w:val="hybridMultilevel"/>
    <w:tmpl w:val="32EAA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B3B64"/>
    <w:multiLevelType w:val="hybridMultilevel"/>
    <w:tmpl w:val="98A2E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526E4"/>
    <w:multiLevelType w:val="hybridMultilevel"/>
    <w:tmpl w:val="634AA70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EC071B9"/>
    <w:multiLevelType w:val="hybridMultilevel"/>
    <w:tmpl w:val="2E0E583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F96062D"/>
    <w:multiLevelType w:val="hybridMultilevel"/>
    <w:tmpl w:val="54C0DCD0"/>
    <w:lvl w:ilvl="0" w:tplc="863C3AF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42737C"/>
    <w:multiLevelType w:val="hybridMultilevel"/>
    <w:tmpl w:val="120CB1D2"/>
    <w:lvl w:ilvl="0" w:tplc="863C3AF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D59C4"/>
    <w:multiLevelType w:val="hybridMultilevel"/>
    <w:tmpl w:val="DFA413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61DFC"/>
    <w:multiLevelType w:val="hybridMultilevel"/>
    <w:tmpl w:val="1ADA6B8A"/>
    <w:lvl w:ilvl="0" w:tplc="F814E28E">
      <w:start w:val="68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9C58B3"/>
    <w:multiLevelType w:val="hybridMultilevel"/>
    <w:tmpl w:val="018EF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CE61C1"/>
    <w:multiLevelType w:val="hybridMultilevel"/>
    <w:tmpl w:val="FC9A4F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360B45"/>
    <w:multiLevelType w:val="hybridMultilevel"/>
    <w:tmpl w:val="15863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AB30EB"/>
    <w:multiLevelType w:val="hybridMultilevel"/>
    <w:tmpl w:val="1B22331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DD445A6">
      <w:numFmt w:val="bullet"/>
      <w:lvlText w:val="•"/>
      <w:lvlJc w:val="left"/>
      <w:pPr>
        <w:ind w:left="1425" w:hanging="705"/>
      </w:pPr>
      <w:rPr>
        <w:rFonts w:ascii="Segoe UI Light" w:eastAsiaTheme="minorHAnsi" w:hAnsi="Segoe UI Light" w:cs="Segoe UI Light" w:hint="default"/>
      </w:rPr>
    </w:lvl>
    <w:lvl w:ilvl="2" w:tplc="12FEF5D4">
      <w:numFmt w:val="bullet"/>
      <w:lvlText w:val="-"/>
      <w:lvlJc w:val="left"/>
      <w:pPr>
        <w:ind w:left="1800" w:hanging="360"/>
      </w:pPr>
      <w:rPr>
        <w:rFonts w:ascii="Segoe UI" w:eastAsiaTheme="minorHAnsi" w:hAnsi="Segoe UI" w:cs="Segoe UI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0776AF"/>
    <w:multiLevelType w:val="hybridMultilevel"/>
    <w:tmpl w:val="EB28F6C6"/>
    <w:lvl w:ilvl="0" w:tplc="F814E28E">
      <w:start w:val="68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EB47AF"/>
    <w:multiLevelType w:val="hybridMultilevel"/>
    <w:tmpl w:val="9D207204"/>
    <w:lvl w:ilvl="0" w:tplc="40E40030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9C1EBF"/>
    <w:multiLevelType w:val="hybridMultilevel"/>
    <w:tmpl w:val="A6C8E916"/>
    <w:lvl w:ilvl="0" w:tplc="F814E28E">
      <w:start w:val="68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714E22"/>
    <w:multiLevelType w:val="hybridMultilevel"/>
    <w:tmpl w:val="57D4E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6B1584"/>
    <w:multiLevelType w:val="hybridMultilevel"/>
    <w:tmpl w:val="58005C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742638"/>
    <w:multiLevelType w:val="hybridMultilevel"/>
    <w:tmpl w:val="B8647A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A12C6"/>
    <w:multiLevelType w:val="hybridMultilevel"/>
    <w:tmpl w:val="F8E4E56C"/>
    <w:lvl w:ilvl="0" w:tplc="F814E28E">
      <w:start w:val="68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854176"/>
    <w:multiLevelType w:val="hybridMultilevel"/>
    <w:tmpl w:val="3BE65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53C54"/>
    <w:multiLevelType w:val="hybridMultilevel"/>
    <w:tmpl w:val="2396942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8E87437"/>
    <w:multiLevelType w:val="hybridMultilevel"/>
    <w:tmpl w:val="4628D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B0629"/>
    <w:multiLevelType w:val="hybridMultilevel"/>
    <w:tmpl w:val="15F47C76"/>
    <w:lvl w:ilvl="0" w:tplc="0405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5D862B00"/>
    <w:multiLevelType w:val="hybridMultilevel"/>
    <w:tmpl w:val="AD66A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B3951"/>
    <w:multiLevelType w:val="hybridMultilevel"/>
    <w:tmpl w:val="1EECB9C8"/>
    <w:lvl w:ilvl="0" w:tplc="403EDAB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741324"/>
    <w:multiLevelType w:val="hybridMultilevel"/>
    <w:tmpl w:val="B5921B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020D31"/>
    <w:multiLevelType w:val="hybridMultilevel"/>
    <w:tmpl w:val="72DA6F3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530EEB"/>
    <w:multiLevelType w:val="hybridMultilevel"/>
    <w:tmpl w:val="1E9CBE1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B14F356"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862921"/>
    <w:multiLevelType w:val="hybridMultilevel"/>
    <w:tmpl w:val="1DF0E87E"/>
    <w:lvl w:ilvl="0" w:tplc="12FEF5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10BA1"/>
    <w:multiLevelType w:val="hybridMultilevel"/>
    <w:tmpl w:val="6B7CCC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74047E"/>
    <w:multiLevelType w:val="hybridMultilevel"/>
    <w:tmpl w:val="29CA9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B1730"/>
    <w:multiLevelType w:val="hybridMultilevel"/>
    <w:tmpl w:val="9BDA9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06CB7"/>
    <w:multiLevelType w:val="hybridMultilevel"/>
    <w:tmpl w:val="E4227DDC"/>
    <w:lvl w:ilvl="0" w:tplc="F814E28E">
      <w:start w:val="68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957E1"/>
    <w:multiLevelType w:val="hybridMultilevel"/>
    <w:tmpl w:val="97C295EA"/>
    <w:lvl w:ilvl="0" w:tplc="F3EE80D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247C7"/>
    <w:multiLevelType w:val="hybridMultilevel"/>
    <w:tmpl w:val="D870EE1E"/>
    <w:lvl w:ilvl="0" w:tplc="40E40030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969761">
    <w:abstractNumId w:val="4"/>
  </w:num>
  <w:num w:numId="2" w16cid:durableId="1907569063">
    <w:abstractNumId w:val="13"/>
  </w:num>
  <w:num w:numId="3" w16cid:durableId="44178969">
    <w:abstractNumId w:val="37"/>
  </w:num>
  <w:num w:numId="4" w16cid:durableId="1457604564">
    <w:abstractNumId w:val="1"/>
  </w:num>
  <w:num w:numId="5" w16cid:durableId="1342010243">
    <w:abstractNumId w:val="23"/>
  </w:num>
  <w:num w:numId="6" w16cid:durableId="1236015093">
    <w:abstractNumId w:val="39"/>
  </w:num>
  <w:num w:numId="7" w16cid:durableId="985671104">
    <w:abstractNumId w:val="41"/>
  </w:num>
  <w:num w:numId="8" w16cid:durableId="1851724841">
    <w:abstractNumId w:val="15"/>
  </w:num>
  <w:num w:numId="9" w16cid:durableId="1121799645">
    <w:abstractNumId w:val="35"/>
  </w:num>
  <w:num w:numId="10" w16cid:durableId="206339758">
    <w:abstractNumId w:val="14"/>
  </w:num>
  <w:num w:numId="11" w16cid:durableId="692650349">
    <w:abstractNumId w:val="43"/>
  </w:num>
  <w:num w:numId="12" w16cid:durableId="100296756">
    <w:abstractNumId w:val="31"/>
  </w:num>
  <w:num w:numId="13" w16cid:durableId="468670349">
    <w:abstractNumId w:val="9"/>
  </w:num>
  <w:num w:numId="14" w16cid:durableId="1712220589">
    <w:abstractNumId w:val="40"/>
  </w:num>
  <w:num w:numId="15" w16cid:durableId="1362976315">
    <w:abstractNumId w:val="28"/>
  </w:num>
  <w:num w:numId="16" w16cid:durableId="1282152797">
    <w:abstractNumId w:val="17"/>
  </w:num>
  <w:num w:numId="17" w16cid:durableId="2089958347">
    <w:abstractNumId w:val="11"/>
  </w:num>
  <w:num w:numId="18" w16cid:durableId="2136366619">
    <w:abstractNumId w:val="45"/>
  </w:num>
  <w:num w:numId="19" w16cid:durableId="556821442">
    <w:abstractNumId w:val="30"/>
  </w:num>
  <w:num w:numId="20" w16cid:durableId="311522742">
    <w:abstractNumId w:val="26"/>
  </w:num>
  <w:num w:numId="21" w16cid:durableId="1202481197">
    <w:abstractNumId w:val="29"/>
  </w:num>
  <w:num w:numId="22" w16cid:durableId="554242479">
    <w:abstractNumId w:val="24"/>
  </w:num>
  <w:num w:numId="23" w16cid:durableId="875242842">
    <w:abstractNumId w:val="19"/>
  </w:num>
  <w:num w:numId="24" w16cid:durableId="1197156341">
    <w:abstractNumId w:val="12"/>
  </w:num>
  <w:num w:numId="25" w16cid:durableId="706493456">
    <w:abstractNumId w:val="22"/>
  </w:num>
  <w:num w:numId="26" w16cid:durableId="888147828">
    <w:abstractNumId w:val="21"/>
  </w:num>
  <w:num w:numId="27" w16cid:durableId="1509446818">
    <w:abstractNumId w:val="16"/>
  </w:num>
  <w:num w:numId="28" w16cid:durableId="397629707">
    <w:abstractNumId w:val="27"/>
  </w:num>
  <w:num w:numId="29" w16cid:durableId="1893694904">
    <w:abstractNumId w:val="32"/>
  </w:num>
  <w:num w:numId="30" w16cid:durableId="186138012">
    <w:abstractNumId w:val="33"/>
  </w:num>
  <w:num w:numId="31" w16cid:durableId="735784293">
    <w:abstractNumId w:val="20"/>
  </w:num>
  <w:num w:numId="32" w16cid:durableId="901409779">
    <w:abstractNumId w:val="5"/>
  </w:num>
  <w:num w:numId="33" w16cid:durableId="1840151299">
    <w:abstractNumId w:val="42"/>
  </w:num>
  <w:num w:numId="34" w16cid:durableId="1586450237">
    <w:abstractNumId w:val="6"/>
  </w:num>
  <w:num w:numId="35" w16cid:durableId="1312489922">
    <w:abstractNumId w:val="18"/>
  </w:num>
  <w:num w:numId="36" w16cid:durableId="1595748457">
    <w:abstractNumId w:val="38"/>
  </w:num>
  <w:num w:numId="37" w16cid:durableId="1505315883">
    <w:abstractNumId w:val="34"/>
  </w:num>
  <w:num w:numId="38" w16cid:durableId="1614240648">
    <w:abstractNumId w:val="3"/>
  </w:num>
  <w:num w:numId="39" w16cid:durableId="410929439">
    <w:abstractNumId w:val="44"/>
  </w:num>
  <w:num w:numId="40" w16cid:durableId="844513714">
    <w:abstractNumId w:val="8"/>
  </w:num>
  <w:num w:numId="41" w16cid:durableId="830407284">
    <w:abstractNumId w:val="10"/>
  </w:num>
  <w:num w:numId="42" w16cid:durableId="136917993">
    <w:abstractNumId w:val="0"/>
  </w:num>
  <w:num w:numId="43" w16cid:durableId="16660352">
    <w:abstractNumId w:val="36"/>
  </w:num>
  <w:num w:numId="44" w16cid:durableId="1241645536">
    <w:abstractNumId w:val="2"/>
  </w:num>
  <w:num w:numId="45" w16cid:durableId="1018507854">
    <w:abstractNumId w:val="25"/>
  </w:num>
  <w:num w:numId="46" w16cid:durableId="1561941841">
    <w:abstractNumId w:val="46"/>
  </w:num>
  <w:num w:numId="47" w16cid:durableId="1189371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F4"/>
    <w:rsid w:val="0000317D"/>
    <w:rsid w:val="00016867"/>
    <w:rsid w:val="000226B8"/>
    <w:rsid w:val="00022FAF"/>
    <w:rsid w:val="00033628"/>
    <w:rsid w:val="000373C7"/>
    <w:rsid w:val="00040D01"/>
    <w:rsid w:val="0004362B"/>
    <w:rsid w:val="000515AD"/>
    <w:rsid w:val="00054E2C"/>
    <w:rsid w:val="00070C96"/>
    <w:rsid w:val="00071A2A"/>
    <w:rsid w:val="0007454A"/>
    <w:rsid w:val="000751B2"/>
    <w:rsid w:val="00085A03"/>
    <w:rsid w:val="00095032"/>
    <w:rsid w:val="000C2C1E"/>
    <w:rsid w:val="000D4230"/>
    <w:rsid w:val="000E391D"/>
    <w:rsid w:val="000F76CF"/>
    <w:rsid w:val="001126BF"/>
    <w:rsid w:val="00112D0C"/>
    <w:rsid w:val="00121296"/>
    <w:rsid w:val="00127ED4"/>
    <w:rsid w:val="00130A02"/>
    <w:rsid w:val="001411B3"/>
    <w:rsid w:val="00143A61"/>
    <w:rsid w:val="00146034"/>
    <w:rsid w:val="0015289D"/>
    <w:rsid w:val="0015328C"/>
    <w:rsid w:val="00157941"/>
    <w:rsid w:val="0017354C"/>
    <w:rsid w:val="00176DA2"/>
    <w:rsid w:val="00181067"/>
    <w:rsid w:val="00181622"/>
    <w:rsid w:val="001849EB"/>
    <w:rsid w:val="001C5DFE"/>
    <w:rsid w:val="001D0174"/>
    <w:rsid w:val="001F60CE"/>
    <w:rsid w:val="00200FF1"/>
    <w:rsid w:val="00211E6C"/>
    <w:rsid w:val="00213900"/>
    <w:rsid w:val="00213E74"/>
    <w:rsid w:val="00216A81"/>
    <w:rsid w:val="00220177"/>
    <w:rsid w:val="002352F3"/>
    <w:rsid w:val="00236E1B"/>
    <w:rsid w:val="00255839"/>
    <w:rsid w:val="00264992"/>
    <w:rsid w:val="00266FEB"/>
    <w:rsid w:val="00276820"/>
    <w:rsid w:val="0028087B"/>
    <w:rsid w:val="00283355"/>
    <w:rsid w:val="002879AF"/>
    <w:rsid w:val="00291174"/>
    <w:rsid w:val="00293BE3"/>
    <w:rsid w:val="002943E6"/>
    <w:rsid w:val="002B094D"/>
    <w:rsid w:val="002C22FA"/>
    <w:rsid w:val="002C5C3C"/>
    <w:rsid w:val="002D236A"/>
    <w:rsid w:val="002D52CC"/>
    <w:rsid w:val="002E437B"/>
    <w:rsid w:val="002F2BC0"/>
    <w:rsid w:val="002F7F95"/>
    <w:rsid w:val="00302930"/>
    <w:rsid w:val="00306283"/>
    <w:rsid w:val="0030687C"/>
    <w:rsid w:val="00314ECE"/>
    <w:rsid w:val="003354A8"/>
    <w:rsid w:val="0035676C"/>
    <w:rsid w:val="00380730"/>
    <w:rsid w:val="00385423"/>
    <w:rsid w:val="00397D5F"/>
    <w:rsid w:val="003A6A9D"/>
    <w:rsid w:val="003B1C50"/>
    <w:rsid w:val="003B4DD5"/>
    <w:rsid w:val="003C3646"/>
    <w:rsid w:val="003E0729"/>
    <w:rsid w:val="003E6894"/>
    <w:rsid w:val="003F373D"/>
    <w:rsid w:val="003F4914"/>
    <w:rsid w:val="003F62F7"/>
    <w:rsid w:val="00401F35"/>
    <w:rsid w:val="004025FC"/>
    <w:rsid w:val="004032EA"/>
    <w:rsid w:val="004238F6"/>
    <w:rsid w:val="00436D84"/>
    <w:rsid w:val="0044274E"/>
    <w:rsid w:val="00465F3A"/>
    <w:rsid w:val="00476156"/>
    <w:rsid w:val="004868D4"/>
    <w:rsid w:val="00495473"/>
    <w:rsid w:val="004A26B6"/>
    <w:rsid w:val="004B223F"/>
    <w:rsid w:val="004B7A94"/>
    <w:rsid w:val="004C0FB9"/>
    <w:rsid w:val="004C3719"/>
    <w:rsid w:val="004D31B9"/>
    <w:rsid w:val="004D7377"/>
    <w:rsid w:val="004E39CF"/>
    <w:rsid w:val="005235E3"/>
    <w:rsid w:val="00535B47"/>
    <w:rsid w:val="0053732A"/>
    <w:rsid w:val="0054463E"/>
    <w:rsid w:val="00544C8C"/>
    <w:rsid w:val="00557BC4"/>
    <w:rsid w:val="0056649B"/>
    <w:rsid w:val="00570DC3"/>
    <w:rsid w:val="00580015"/>
    <w:rsid w:val="005804C8"/>
    <w:rsid w:val="005807A2"/>
    <w:rsid w:val="005919A6"/>
    <w:rsid w:val="005924A0"/>
    <w:rsid w:val="005A64FC"/>
    <w:rsid w:val="005A736E"/>
    <w:rsid w:val="005B6B2E"/>
    <w:rsid w:val="005B6D4F"/>
    <w:rsid w:val="005C02E7"/>
    <w:rsid w:val="005C2CF1"/>
    <w:rsid w:val="005D710B"/>
    <w:rsid w:val="005F1C0A"/>
    <w:rsid w:val="005F59CE"/>
    <w:rsid w:val="005F752D"/>
    <w:rsid w:val="0063044C"/>
    <w:rsid w:val="00630909"/>
    <w:rsid w:val="00632561"/>
    <w:rsid w:val="006454A8"/>
    <w:rsid w:val="00647B10"/>
    <w:rsid w:val="00651303"/>
    <w:rsid w:val="006662DD"/>
    <w:rsid w:val="00667C7B"/>
    <w:rsid w:val="00677C22"/>
    <w:rsid w:val="006864AA"/>
    <w:rsid w:val="00687431"/>
    <w:rsid w:val="00692A45"/>
    <w:rsid w:val="006B21EA"/>
    <w:rsid w:val="006D03E8"/>
    <w:rsid w:val="006D2EE5"/>
    <w:rsid w:val="006D3B8E"/>
    <w:rsid w:val="006D5163"/>
    <w:rsid w:val="006F67BF"/>
    <w:rsid w:val="00701D51"/>
    <w:rsid w:val="0070610D"/>
    <w:rsid w:val="007079EB"/>
    <w:rsid w:val="00710426"/>
    <w:rsid w:val="007114E3"/>
    <w:rsid w:val="0071695C"/>
    <w:rsid w:val="007177D3"/>
    <w:rsid w:val="00727BAC"/>
    <w:rsid w:val="00731AF3"/>
    <w:rsid w:val="00733E09"/>
    <w:rsid w:val="0075426C"/>
    <w:rsid w:val="007544F8"/>
    <w:rsid w:val="00754AE8"/>
    <w:rsid w:val="00757400"/>
    <w:rsid w:val="0076628E"/>
    <w:rsid w:val="007679FA"/>
    <w:rsid w:val="00771DD7"/>
    <w:rsid w:val="00776E3B"/>
    <w:rsid w:val="0078521C"/>
    <w:rsid w:val="00790DFD"/>
    <w:rsid w:val="00795C2E"/>
    <w:rsid w:val="007A47E8"/>
    <w:rsid w:val="007B3F7F"/>
    <w:rsid w:val="007C585B"/>
    <w:rsid w:val="007C6A1D"/>
    <w:rsid w:val="007D3246"/>
    <w:rsid w:val="007D3642"/>
    <w:rsid w:val="007E402B"/>
    <w:rsid w:val="007E66E7"/>
    <w:rsid w:val="008066FB"/>
    <w:rsid w:val="00817A65"/>
    <w:rsid w:val="008228E5"/>
    <w:rsid w:val="00827352"/>
    <w:rsid w:val="00832128"/>
    <w:rsid w:val="008325F4"/>
    <w:rsid w:val="0083460D"/>
    <w:rsid w:val="00836056"/>
    <w:rsid w:val="00841F4E"/>
    <w:rsid w:val="00844822"/>
    <w:rsid w:val="008479B3"/>
    <w:rsid w:val="008615A5"/>
    <w:rsid w:val="008718B9"/>
    <w:rsid w:val="00875CAD"/>
    <w:rsid w:val="00894750"/>
    <w:rsid w:val="008B11F2"/>
    <w:rsid w:val="008B18B3"/>
    <w:rsid w:val="008B6BF1"/>
    <w:rsid w:val="008C50A6"/>
    <w:rsid w:val="008D4379"/>
    <w:rsid w:val="008D7A8C"/>
    <w:rsid w:val="008F5F63"/>
    <w:rsid w:val="0090337C"/>
    <w:rsid w:val="00926B59"/>
    <w:rsid w:val="00931C70"/>
    <w:rsid w:val="00950E91"/>
    <w:rsid w:val="00955314"/>
    <w:rsid w:val="00966338"/>
    <w:rsid w:val="00980393"/>
    <w:rsid w:val="00987940"/>
    <w:rsid w:val="009909E8"/>
    <w:rsid w:val="0099210E"/>
    <w:rsid w:val="0099320D"/>
    <w:rsid w:val="00993460"/>
    <w:rsid w:val="009B78FD"/>
    <w:rsid w:val="009D73D9"/>
    <w:rsid w:val="009E1216"/>
    <w:rsid w:val="009F6CB2"/>
    <w:rsid w:val="009F74B5"/>
    <w:rsid w:val="00A13325"/>
    <w:rsid w:val="00A1772E"/>
    <w:rsid w:val="00A17BE2"/>
    <w:rsid w:val="00A23E5D"/>
    <w:rsid w:val="00A45ACB"/>
    <w:rsid w:val="00A66054"/>
    <w:rsid w:val="00A70327"/>
    <w:rsid w:val="00A71A6E"/>
    <w:rsid w:val="00A71AB7"/>
    <w:rsid w:val="00A7795D"/>
    <w:rsid w:val="00A82689"/>
    <w:rsid w:val="00A829E2"/>
    <w:rsid w:val="00A857F0"/>
    <w:rsid w:val="00A904D0"/>
    <w:rsid w:val="00A97496"/>
    <w:rsid w:val="00AA4078"/>
    <w:rsid w:val="00AA789B"/>
    <w:rsid w:val="00AB019B"/>
    <w:rsid w:val="00AB7322"/>
    <w:rsid w:val="00AC0061"/>
    <w:rsid w:val="00AC4196"/>
    <w:rsid w:val="00B05C6F"/>
    <w:rsid w:val="00B114A3"/>
    <w:rsid w:val="00B12FE1"/>
    <w:rsid w:val="00B25961"/>
    <w:rsid w:val="00B2657F"/>
    <w:rsid w:val="00B46F3E"/>
    <w:rsid w:val="00B5185E"/>
    <w:rsid w:val="00B548C0"/>
    <w:rsid w:val="00B559F8"/>
    <w:rsid w:val="00B65C3F"/>
    <w:rsid w:val="00B81C83"/>
    <w:rsid w:val="00B825C7"/>
    <w:rsid w:val="00B84E57"/>
    <w:rsid w:val="00B8729F"/>
    <w:rsid w:val="00B94BDF"/>
    <w:rsid w:val="00BC00F2"/>
    <w:rsid w:val="00BC3DA3"/>
    <w:rsid w:val="00BD32CA"/>
    <w:rsid w:val="00BD4E2F"/>
    <w:rsid w:val="00BF7DF8"/>
    <w:rsid w:val="00BF7E13"/>
    <w:rsid w:val="00C13E57"/>
    <w:rsid w:val="00C16EE5"/>
    <w:rsid w:val="00C229B8"/>
    <w:rsid w:val="00C305D5"/>
    <w:rsid w:val="00C411E4"/>
    <w:rsid w:val="00C45BA0"/>
    <w:rsid w:val="00C52B66"/>
    <w:rsid w:val="00C56C8E"/>
    <w:rsid w:val="00C61789"/>
    <w:rsid w:val="00C73BE7"/>
    <w:rsid w:val="00C75C3F"/>
    <w:rsid w:val="00CB7EC1"/>
    <w:rsid w:val="00CC7290"/>
    <w:rsid w:val="00CC78A6"/>
    <w:rsid w:val="00CD180C"/>
    <w:rsid w:val="00CD3FBF"/>
    <w:rsid w:val="00CE7BF0"/>
    <w:rsid w:val="00D01A80"/>
    <w:rsid w:val="00D06DDF"/>
    <w:rsid w:val="00D16C8B"/>
    <w:rsid w:val="00D26C29"/>
    <w:rsid w:val="00D35DDA"/>
    <w:rsid w:val="00D40F88"/>
    <w:rsid w:val="00D424AE"/>
    <w:rsid w:val="00D4559A"/>
    <w:rsid w:val="00D4676F"/>
    <w:rsid w:val="00D512AA"/>
    <w:rsid w:val="00D54A87"/>
    <w:rsid w:val="00D54C1B"/>
    <w:rsid w:val="00D60BA0"/>
    <w:rsid w:val="00D62499"/>
    <w:rsid w:val="00D6738E"/>
    <w:rsid w:val="00D72DB8"/>
    <w:rsid w:val="00D746FB"/>
    <w:rsid w:val="00D82CB6"/>
    <w:rsid w:val="00D90BC0"/>
    <w:rsid w:val="00D90E3D"/>
    <w:rsid w:val="00D95946"/>
    <w:rsid w:val="00DB2ADF"/>
    <w:rsid w:val="00DC62A6"/>
    <w:rsid w:val="00E01D21"/>
    <w:rsid w:val="00E03288"/>
    <w:rsid w:val="00E05AE7"/>
    <w:rsid w:val="00E326B5"/>
    <w:rsid w:val="00E36457"/>
    <w:rsid w:val="00E450F4"/>
    <w:rsid w:val="00E47415"/>
    <w:rsid w:val="00E66038"/>
    <w:rsid w:val="00E84282"/>
    <w:rsid w:val="00E94CDD"/>
    <w:rsid w:val="00EA2CD7"/>
    <w:rsid w:val="00EB65F1"/>
    <w:rsid w:val="00EC5148"/>
    <w:rsid w:val="00ED2F43"/>
    <w:rsid w:val="00ED7F9D"/>
    <w:rsid w:val="00EE50F5"/>
    <w:rsid w:val="00EF68FC"/>
    <w:rsid w:val="00F037E6"/>
    <w:rsid w:val="00F1185F"/>
    <w:rsid w:val="00F172B6"/>
    <w:rsid w:val="00F3616B"/>
    <w:rsid w:val="00F37D2D"/>
    <w:rsid w:val="00F55E43"/>
    <w:rsid w:val="00F706A5"/>
    <w:rsid w:val="00F71163"/>
    <w:rsid w:val="00F8330E"/>
    <w:rsid w:val="00FA4F40"/>
    <w:rsid w:val="00FA54BF"/>
    <w:rsid w:val="00FA5506"/>
    <w:rsid w:val="00FA6846"/>
    <w:rsid w:val="00FB1EBB"/>
    <w:rsid w:val="00FB2DA3"/>
    <w:rsid w:val="00FB5E22"/>
    <w:rsid w:val="00FD6A68"/>
    <w:rsid w:val="00FE368F"/>
    <w:rsid w:val="00FE41C6"/>
    <w:rsid w:val="00FE4CA7"/>
    <w:rsid w:val="00FE5F32"/>
    <w:rsid w:val="00FF0F5D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6E70C"/>
  <w15:chartTrackingRefBased/>
  <w15:docId w15:val="{3F52A8C8-3E8F-4CDA-BF78-349ED861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6CB2"/>
    <w:pPr>
      <w:spacing w:after="0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17354C"/>
    <w:pPr>
      <w:keepNext/>
      <w:keepLines/>
      <w:spacing w:before="480"/>
      <w:jc w:val="left"/>
      <w:outlineLvl w:val="0"/>
    </w:pPr>
    <w:rPr>
      <w:rFonts w:ascii="Arial" w:eastAsiaTheme="majorEastAsia" w:hAnsi="Arial" w:cstheme="majorBidi"/>
      <w:b/>
      <w:smallCaps/>
      <w:sz w:val="48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17354C"/>
    <w:pPr>
      <w:spacing w:before="240"/>
      <w:outlineLvl w:val="1"/>
    </w:pPr>
    <w:rPr>
      <w:rFonts w:ascii="Arial" w:eastAsiaTheme="majorEastAsia" w:hAnsi="Arial" w:cstheme="majorBidi"/>
      <w:b/>
      <w:sz w:val="36"/>
      <w:szCs w:val="26"/>
    </w:rPr>
  </w:style>
  <w:style w:type="paragraph" w:styleId="Nadpis3">
    <w:name w:val="heading 3"/>
    <w:next w:val="Normln"/>
    <w:link w:val="Nadpis3Char"/>
    <w:uiPriority w:val="9"/>
    <w:unhideWhenUsed/>
    <w:qFormat/>
    <w:rsid w:val="0017354C"/>
    <w:pPr>
      <w:spacing w:before="160"/>
      <w:outlineLvl w:val="2"/>
    </w:pPr>
    <w:rPr>
      <w:rFonts w:ascii="Arial" w:eastAsiaTheme="majorEastAsia" w:hAnsi="Arial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330E"/>
    <w:pPr>
      <w:keepNext/>
      <w:keepLines/>
      <w:spacing w:before="120"/>
      <w:outlineLvl w:val="3"/>
    </w:pPr>
    <w:rPr>
      <w:rFonts w:ascii="Arial" w:eastAsiaTheme="majorEastAsia" w:hAnsi="Arial" w:cstheme="majorBidi"/>
      <w:b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746FB"/>
    <w:pPr>
      <w:keepNext/>
      <w:keepLines/>
      <w:spacing w:before="40"/>
      <w:jc w:val="left"/>
      <w:outlineLvl w:val="4"/>
    </w:pPr>
    <w:rPr>
      <w:rFonts w:eastAsiaTheme="majorEastAsia" w:cstheme="majorBidi"/>
      <w:i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2CD7"/>
    <w:pPr>
      <w:keepNext/>
      <w:keepLines/>
      <w:spacing w:before="40"/>
      <w:outlineLvl w:val="5"/>
    </w:pPr>
    <w:rPr>
      <w:rFonts w:eastAsiaTheme="majorEastAsia" w:cstheme="majorBidi"/>
      <w:sz w:val="1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354C"/>
    <w:rPr>
      <w:rFonts w:ascii="Arial" w:eastAsiaTheme="majorEastAsia" w:hAnsi="Arial" w:cstheme="majorBidi"/>
      <w:b/>
      <w:smallCaps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7354C"/>
    <w:rPr>
      <w:rFonts w:ascii="Arial" w:eastAsiaTheme="majorEastAsia" w:hAnsi="Arial" w:cstheme="majorBidi"/>
      <w:b/>
      <w:sz w:val="3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7354C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8330E"/>
    <w:rPr>
      <w:rFonts w:ascii="Arial" w:eastAsiaTheme="majorEastAsia" w:hAnsi="Arial" w:cstheme="majorBidi"/>
      <w:b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D746FB"/>
    <w:rPr>
      <w:rFonts w:ascii="Segoe UI" w:eastAsiaTheme="majorEastAsia" w:hAnsi="Segoe UI" w:cstheme="majorBidi"/>
      <w:i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EA2CD7"/>
    <w:rPr>
      <w:rFonts w:ascii="Segoe UI" w:eastAsiaTheme="majorEastAsia" w:hAnsi="Segoe UI" w:cstheme="majorBidi"/>
      <w:sz w:val="18"/>
      <w:u w:val="single"/>
    </w:rPr>
  </w:style>
  <w:style w:type="table" w:styleId="Mkatabulky">
    <w:name w:val="Table Grid"/>
    <w:basedOn w:val="Normlntabulka"/>
    <w:uiPriority w:val="59"/>
    <w:rsid w:val="00ED7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">
    <w:name w:val="TAB"/>
    <w:basedOn w:val="Normlntabulka"/>
    <w:uiPriority w:val="99"/>
    <w:rsid w:val="002F7F95"/>
    <w:pPr>
      <w:spacing w:after="0" w:line="240" w:lineRule="auto"/>
    </w:pPr>
    <w:rPr>
      <w:rFonts w:ascii="Segoe UI" w:hAnsi="Segoe UI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Segoe UI" w:hAnsi="Segoe UI"/>
        <w:b/>
        <w:sz w:val="18"/>
      </w:rPr>
    </w:tblStylePr>
  </w:style>
  <w:style w:type="paragraph" w:customStyle="1" w:styleId="HlavnNadpis">
    <w:name w:val="HlavníNadpis"/>
    <w:basedOn w:val="Nadpis1"/>
    <w:next w:val="Normln"/>
    <w:link w:val="HlavnNadpisChar"/>
    <w:qFormat/>
    <w:rsid w:val="008C50A6"/>
    <w:pPr>
      <w:spacing w:after="160"/>
    </w:pPr>
    <w:rPr>
      <w:caps/>
      <w:smallCaps w:val="0"/>
      <w:sz w:val="44"/>
    </w:rPr>
  </w:style>
  <w:style w:type="character" w:styleId="Zstupntext">
    <w:name w:val="Placeholder Text"/>
    <w:basedOn w:val="Standardnpsmoodstavce"/>
    <w:uiPriority w:val="99"/>
    <w:semiHidden/>
    <w:rsid w:val="008C50A6"/>
    <w:rPr>
      <w:color w:val="808080"/>
    </w:rPr>
  </w:style>
  <w:style w:type="character" w:customStyle="1" w:styleId="HlavnNadpisChar">
    <w:name w:val="HlavníNadpis Char"/>
    <w:basedOn w:val="Standardnpsmoodstavce"/>
    <w:link w:val="HlavnNadpis"/>
    <w:rsid w:val="008C50A6"/>
    <w:rPr>
      <w:rFonts w:ascii="Arial" w:eastAsiaTheme="majorEastAsia" w:hAnsi="Arial" w:cstheme="majorBidi"/>
      <w:b/>
      <w:caps/>
      <w:sz w:val="44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00FF1"/>
    <w:pPr>
      <w:spacing w:before="240"/>
      <w:outlineLvl w:val="9"/>
    </w:pPr>
    <w:rPr>
      <w:rFonts w:asciiTheme="majorHAnsi" w:hAnsiTheme="majorHAnsi"/>
      <w:b w:val="0"/>
      <w:smallCaps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C50A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13325"/>
    <w:pPr>
      <w:tabs>
        <w:tab w:val="right" w:leader="dot" w:pos="9062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D26C29"/>
    <w:pPr>
      <w:tabs>
        <w:tab w:val="right" w:leader="dot" w:pos="9062"/>
      </w:tabs>
      <w:ind w:left="442"/>
    </w:pPr>
  </w:style>
  <w:style w:type="character" w:styleId="Hypertextovodkaz">
    <w:name w:val="Hyperlink"/>
    <w:basedOn w:val="Standardnpsmoodstavce"/>
    <w:uiPriority w:val="99"/>
    <w:unhideWhenUsed/>
    <w:rsid w:val="008C50A6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9210E"/>
    <w:pPr>
      <w:numPr>
        <w:ilvl w:val="1"/>
      </w:numPr>
      <w:spacing w:after="160"/>
    </w:pPr>
    <w:rPr>
      <w:rFonts w:asciiTheme="minorHAnsi" w:eastAsiaTheme="minorEastAsia" w:hAnsiTheme="minorHAnsi"/>
      <w:color w:val="7F7F7F" w:themeColor="text1" w:themeTint="80"/>
      <w:spacing w:val="15"/>
      <w:sz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99210E"/>
    <w:rPr>
      <w:rFonts w:eastAsiaTheme="minorEastAsia"/>
      <w:color w:val="7F7F7F" w:themeColor="text1" w:themeTint="80"/>
      <w:spacing w:val="15"/>
      <w:sz w:val="20"/>
    </w:rPr>
  </w:style>
  <w:style w:type="paragraph" w:styleId="Zhlav">
    <w:name w:val="header"/>
    <w:basedOn w:val="Normln"/>
    <w:link w:val="ZhlavChar"/>
    <w:uiPriority w:val="99"/>
    <w:unhideWhenUsed/>
    <w:rsid w:val="0015289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89D"/>
    <w:rPr>
      <w:rFonts w:ascii="Segoe UI" w:hAnsi="Segoe UI"/>
    </w:rPr>
  </w:style>
  <w:style w:type="paragraph" w:styleId="Zpat">
    <w:name w:val="footer"/>
    <w:basedOn w:val="Normln"/>
    <w:link w:val="ZpatChar"/>
    <w:uiPriority w:val="99"/>
    <w:unhideWhenUsed/>
    <w:rsid w:val="0015289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89D"/>
    <w:rPr>
      <w:rFonts w:ascii="Segoe UI" w:hAnsi="Segoe UI"/>
    </w:rPr>
  </w:style>
  <w:style w:type="paragraph" w:styleId="Bezmezer">
    <w:name w:val="No Spacing"/>
    <w:uiPriority w:val="1"/>
    <w:qFormat/>
    <w:rsid w:val="00C52B66"/>
    <w:pPr>
      <w:spacing w:after="0" w:line="240" w:lineRule="auto"/>
      <w:jc w:val="both"/>
    </w:pPr>
    <w:rPr>
      <w:rFonts w:ascii="Segoe UI" w:hAnsi="Segoe UI"/>
    </w:rPr>
  </w:style>
  <w:style w:type="table" w:styleId="Prosttabulka1">
    <w:name w:val="Plain Table 1"/>
    <w:basedOn w:val="Normlntabulka"/>
    <w:uiPriority w:val="41"/>
    <w:rsid w:val="002F7F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Odstavecseseznamem">
    <w:name w:val="List Paragraph"/>
    <w:basedOn w:val="Normln"/>
    <w:uiPriority w:val="1"/>
    <w:qFormat/>
    <w:rsid w:val="00121296"/>
    <w:pPr>
      <w:spacing w:line="264" w:lineRule="auto"/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0751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E94C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qFormat/>
    <w:rsid w:val="00C52B66"/>
    <w:pPr>
      <w:spacing w:before="180" w:after="180" w:line="240" w:lineRule="auto"/>
    </w:pPr>
    <w:rPr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C52B66"/>
    <w:rPr>
      <w:rFonts w:ascii="Segoe UI" w:hAnsi="Segoe UI"/>
      <w:szCs w:val="24"/>
      <w:lang w:val="en-US"/>
    </w:rPr>
  </w:style>
  <w:style w:type="paragraph" w:customStyle="1" w:styleId="FirstParagraph">
    <w:name w:val="First Paragraph"/>
    <w:basedOn w:val="Zkladntext"/>
    <w:next w:val="Zkladntext"/>
    <w:qFormat/>
    <w:rsid w:val="0015328C"/>
  </w:style>
  <w:style w:type="paragraph" w:customStyle="1" w:styleId="Compact">
    <w:name w:val="Compact"/>
    <w:basedOn w:val="Zkladntext"/>
    <w:qFormat/>
    <w:rsid w:val="00C52B66"/>
    <w:pPr>
      <w:spacing w:before="36" w:after="36"/>
    </w:pPr>
  </w:style>
  <w:style w:type="paragraph" w:styleId="Nzev">
    <w:name w:val="Title"/>
    <w:basedOn w:val="Normln"/>
    <w:next w:val="Zkladntext"/>
    <w:link w:val="NzevChar"/>
    <w:qFormat/>
    <w:rsid w:val="00F8330E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NzevChar">
    <w:name w:val="Název Char"/>
    <w:basedOn w:val="Standardnpsmoodstavce"/>
    <w:link w:val="Nzev"/>
    <w:rsid w:val="00F8330E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Textvbloku">
    <w:name w:val="Block Text"/>
    <w:basedOn w:val="Zkladntext"/>
    <w:next w:val="Zkladntext"/>
    <w:uiPriority w:val="9"/>
    <w:unhideWhenUsed/>
    <w:qFormat/>
    <w:rsid w:val="007079EB"/>
    <w:pPr>
      <w:pBdr>
        <w:left w:val="single" w:sz="18" w:space="4" w:color="D9D9D9" w:themeColor="background1" w:themeShade="D9"/>
      </w:pBdr>
      <w:spacing w:before="100" w:after="100"/>
      <w:ind w:left="113" w:right="113"/>
    </w:pPr>
    <w:rPr>
      <w:rFonts w:ascii="Arial" w:hAnsi="Arial"/>
      <w:color w:val="7F7F7F" w:themeColor="text1" w:themeTint="80"/>
      <w:spacing w:val="16"/>
      <w:sz w:val="20"/>
    </w:rPr>
  </w:style>
  <w:style w:type="table" w:customStyle="1" w:styleId="Table">
    <w:name w:val="Table"/>
    <w:semiHidden/>
    <w:unhideWhenUsed/>
    <w:qFormat/>
    <w:rsid w:val="00F8330E"/>
    <w:pPr>
      <w:spacing w:after="200" w:line="240" w:lineRule="auto"/>
    </w:pPr>
    <w:rPr>
      <w:sz w:val="24"/>
      <w:szCs w:val="24"/>
      <w:lang w:val="en-US"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character" w:styleId="Odkazjemn">
    <w:name w:val="Subtle Reference"/>
    <w:basedOn w:val="Standardnpsmoodstavce"/>
    <w:uiPriority w:val="31"/>
    <w:qFormat/>
    <w:rsid w:val="00F8330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jpeg"/><Relationship Id="rId42" Type="http://schemas.openxmlformats.org/officeDocument/2006/relationships/image" Target="media/image35.png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TEMPLATES\textov&#225;%20zpr&#225;v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D221D-6381-4BB0-938C-8A18D394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textová zpráva.dotx</Template>
  <TotalTime>3523</TotalTime>
  <Pages>21</Pages>
  <Words>2665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zpráva</vt:lpstr>
    </vt:vector>
  </TitlesOfParts>
  <Company>Ing. Tomáš Sviták</Company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zpráva</dc:title>
  <dc:subject/>
  <dc:creator>Tom</dc:creator>
  <cp:keywords/>
  <dc:description/>
  <cp:lastModifiedBy>Tomáš Sviták</cp:lastModifiedBy>
  <cp:revision>53</cp:revision>
  <cp:lastPrinted>2024-04-03T14:23:00Z</cp:lastPrinted>
  <dcterms:created xsi:type="dcterms:W3CDTF">2024-02-13T10:37:00Z</dcterms:created>
  <dcterms:modified xsi:type="dcterms:W3CDTF">2024-04-03T14:24:00Z</dcterms:modified>
</cp:coreProperties>
</file>